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67E42" w:rsidRPr="00B00544" w:rsidRDefault="0096675C" w:rsidP="00267E42">
      <w:pPr>
        <w:tabs>
          <w:tab w:val="left" w:pos="4678"/>
        </w:tabs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52BEA" w:rsidRDefault="00652BEA" w:rsidP="00267E42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652BEA" w:rsidRPr="004D0AFE" w:rsidRDefault="00652BEA" w:rsidP="00267E42">
                            <w:pPr>
                              <w:pStyle w:val="2"/>
                              <w:rPr>
                                <w:sz w:val="16"/>
                              </w:rPr>
                            </w:pPr>
                          </w:p>
                          <w:p w:rsidR="00652BEA" w:rsidRDefault="00652BEA" w:rsidP="00267E42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652BEA" w:rsidRDefault="00652BEA" w:rsidP="00267E42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652BEA" w:rsidRDefault="00652BEA" w:rsidP="00267E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O3NT8B4CAAD1AwAADgAAAAAAAAAAAAAAAAAuAgAAZHJzL2Uyb0RvYy54bWxQSwEC&#10;LQAUAAYACAAAACEAb9TK/t0AAAAJAQAADwAAAAAAAAAAAAAAAAB4BAAAZHJzL2Rvd25yZXYueG1s&#10;UEsFBgAAAAAEAAQA8wAAAIIFAAAAAA==&#10;" stroked="f">
                <v:textbox>
                  <w:txbxContent>
                    <w:p w:rsidR="00652BEA" w:rsidRDefault="00652BEA" w:rsidP="00267E42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652BEA" w:rsidRPr="004D0AFE" w:rsidRDefault="00652BEA" w:rsidP="00267E42">
                      <w:pPr>
                        <w:pStyle w:val="2"/>
                        <w:rPr>
                          <w:sz w:val="16"/>
                        </w:rPr>
                      </w:pPr>
                    </w:p>
                    <w:p w:rsidR="00652BEA" w:rsidRDefault="00652BEA" w:rsidP="00267E42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652BEA" w:rsidRDefault="00652BEA" w:rsidP="00267E42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652BEA" w:rsidRDefault="00652BEA" w:rsidP="00267E42"/>
                  </w:txbxContent>
                </v:textbox>
              </v:shape>
            </w:pict>
          </mc:Fallback>
        </mc:AlternateContent>
      </w:r>
      <w:r w:rsidR="00267E42" w:rsidRPr="00B00544"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E42" w:rsidRPr="00B00544" w:rsidRDefault="00267E42" w:rsidP="00267E42">
      <w:pPr>
        <w:jc w:val="center"/>
        <w:rPr>
          <w:i/>
        </w:rPr>
      </w:pPr>
    </w:p>
    <w:p w:rsidR="00267E42" w:rsidRPr="00B00544" w:rsidRDefault="00267E42" w:rsidP="00267E42">
      <w:pPr>
        <w:jc w:val="center"/>
        <w:rPr>
          <w:i/>
        </w:rPr>
      </w:pPr>
    </w:p>
    <w:p w:rsidR="00267E42" w:rsidRPr="00B00544" w:rsidRDefault="00267E42" w:rsidP="00267E42">
      <w:pPr>
        <w:rPr>
          <w:i/>
        </w:rPr>
      </w:pPr>
    </w:p>
    <w:p w:rsidR="00267E42" w:rsidRPr="00B00544" w:rsidRDefault="0096675C" w:rsidP="00267E4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154304</wp:posOffset>
                </wp:positionV>
                <wp:extent cx="5885815" cy="0"/>
                <wp:effectExtent l="0" t="19050" r="1968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58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85pt,12.15pt" to="465.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267E42" w:rsidRPr="00B00544" w:rsidTr="001D76C2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267E42" w:rsidRPr="00B00544" w:rsidRDefault="00267E42" w:rsidP="001D76C2">
            <w:pPr>
              <w:ind w:hanging="56"/>
              <w:rPr>
                <w:sz w:val="28"/>
                <w:szCs w:val="28"/>
              </w:rPr>
            </w:pPr>
          </w:p>
        </w:tc>
      </w:tr>
    </w:tbl>
    <w:p w:rsidR="00267E42" w:rsidRPr="00B00544" w:rsidRDefault="00267E42" w:rsidP="00267E42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798"/>
      </w:tblGrid>
      <w:tr w:rsidR="00267E42" w:rsidRPr="00B00544" w:rsidTr="004F1A3F">
        <w:trPr>
          <w:trHeight w:val="72"/>
        </w:trPr>
        <w:tc>
          <w:tcPr>
            <w:tcW w:w="1798" w:type="dxa"/>
          </w:tcPr>
          <w:p w:rsidR="00267E42" w:rsidRPr="00B00544" w:rsidRDefault="00267E42" w:rsidP="001D76C2">
            <w:pPr>
              <w:ind w:right="136"/>
              <w:rPr>
                <w:sz w:val="28"/>
                <w:szCs w:val="28"/>
              </w:rPr>
            </w:pPr>
          </w:p>
        </w:tc>
      </w:tr>
    </w:tbl>
    <w:p w:rsidR="00267E42" w:rsidRPr="00B00544" w:rsidRDefault="00267E42" w:rsidP="00267E42">
      <w:pPr>
        <w:ind w:left="42" w:hanging="42"/>
        <w:rPr>
          <w:sz w:val="28"/>
          <w:szCs w:val="28"/>
        </w:rPr>
      </w:pPr>
      <w:r w:rsidRPr="00B00544">
        <w:rPr>
          <w:sz w:val="28"/>
          <w:szCs w:val="28"/>
        </w:rPr>
        <w:t xml:space="preserve">                                                                       №</w:t>
      </w:r>
      <w:r w:rsidRPr="00B00544">
        <w:rPr>
          <w:kern w:val="28"/>
          <w:sz w:val="28"/>
          <w:szCs w:val="28"/>
        </w:rPr>
        <w:t xml:space="preserve"> </w:t>
      </w:r>
    </w:p>
    <w:p w:rsidR="00FA7AC6" w:rsidRDefault="00FA7AC6" w:rsidP="004B40FA">
      <w:pPr>
        <w:tabs>
          <w:tab w:val="left" w:pos="4395"/>
        </w:tabs>
        <w:jc w:val="both"/>
        <w:rPr>
          <w:sz w:val="28"/>
          <w:szCs w:val="28"/>
        </w:rPr>
      </w:pPr>
    </w:p>
    <w:p w:rsidR="00AA62AF" w:rsidRPr="00B00544" w:rsidRDefault="00AA62AF" w:rsidP="004B40FA">
      <w:pPr>
        <w:tabs>
          <w:tab w:val="left" w:pos="4395"/>
        </w:tabs>
        <w:jc w:val="both"/>
        <w:rPr>
          <w:sz w:val="28"/>
          <w:szCs w:val="28"/>
        </w:rPr>
      </w:pPr>
    </w:p>
    <w:p w:rsidR="009223DF" w:rsidRPr="00102155" w:rsidRDefault="00CA3036" w:rsidP="00102155">
      <w:pPr>
        <w:ind w:right="-2" w:firstLine="708"/>
        <w:jc w:val="center"/>
        <w:rPr>
          <w:rFonts w:eastAsia="Calibri"/>
          <w:sz w:val="28"/>
          <w:szCs w:val="28"/>
        </w:rPr>
      </w:pPr>
      <w:r w:rsidRPr="00CA3036">
        <w:rPr>
          <w:sz w:val="28"/>
          <w:szCs w:val="28"/>
        </w:rPr>
        <w:t>Об утверждении порядка предост</w:t>
      </w:r>
      <w:r w:rsidR="009223DF">
        <w:rPr>
          <w:sz w:val="28"/>
          <w:szCs w:val="28"/>
        </w:rPr>
        <w:t xml:space="preserve">авления за счет средств бюджета </w:t>
      </w:r>
      <w:r w:rsidRPr="00CA3036">
        <w:rPr>
          <w:sz w:val="28"/>
          <w:szCs w:val="28"/>
        </w:rPr>
        <w:t xml:space="preserve">города Оренбурга субсидий </w:t>
      </w:r>
      <w:r w:rsidR="00383C68">
        <w:rPr>
          <w:rFonts w:eastAsia="Calibri"/>
          <w:sz w:val="28"/>
          <w:szCs w:val="28"/>
        </w:rPr>
        <w:t>юридическим лицам и индивидуальным предпринимателям</w:t>
      </w:r>
      <w:r w:rsidR="009223DF">
        <w:rPr>
          <w:rFonts w:eastAsia="Calibri"/>
          <w:sz w:val="28"/>
          <w:szCs w:val="28"/>
        </w:rPr>
        <w:t xml:space="preserve"> –</w:t>
      </w:r>
      <w:r w:rsidR="00383C68" w:rsidRPr="00AC00AB">
        <w:rPr>
          <w:sz w:val="28"/>
          <w:szCs w:val="28"/>
        </w:rPr>
        <w:t xml:space="preserve"> </w:t>
      </w:r>
      <w:r w:rsidR="009223DF">
        <w:rPr>
          <w:rFonts w:eastAsia="Calibri"/>
          <w:sz w:val="28"/>
          <w:szCs w:val="28"/>
        </w:rPr>
        <w:t>производителям товаров, работ, услуг в сфере периодической печати и электронных средств массовой информации</w:t>
      </w:r>
      <w:r w:rsidR="009223DF">
        <w:rPr>
          <w:sz w:val="28"/>
          <w:szCs w:val="28"/>
        </w:rPr>
        <w:t xml:space="preserve"> </w:t>
      </w:r>
    </w:p>
    <w:p w:rsidR="00CA3036" w:rsidRPr="009223DF" w:rsidRDefault="00CA3036" w:rsidP="009223DF">
      <w:pPr>
        <w:ind w:right="-2" w:firstLine="708"/>
        <w:jc w:val="center"/>
        <w:rPr>
          <w:rFonts w:eastAsia="Calibri"/>
          <w:sz w:val="28"/>
          <w:szCs w:val="28"/>
        </w:rPr>
      </w:pPr>
      <w:r w:rsidRPr="00CA3036">
        <w:rPr>
          <w:sz w:val="28"/>
          <w:szCs w:val="28"/>
        </w:rPr>
        <w:t>и признании утратившими</w:t>
      </w:r>
      <w:r w:rsidR="00833F67">
        <w:rPr>
          <w:sz w:val="28"/>
          <w:szCs w:val="28"/>
        </w:rPr>
        <w:t xml:space="preserve"> силу отдельных постановлений А</w:t>
      </w:r>
      <w:r w:rsidRPr="00CA3036">
        <w:rPr>
          <w:sz w:val="28"/>
          <w:szCs w:val="28"/>
        </w:rPr>
        <w:t>дминистрации города Оренбурга</w:t>
      </w:r>
    </w:p>
    <w:p w:rsidR="00CA3036" w:rsidRDefault="00CA3036" w:rsidP="00783175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066612" w:rsidRPr="00783175" w:rsidRDefault="00D001D6" w:rsidP="00FF5AA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</w:t>
      </w:r>
      <w:r w:rsidR="00B45B8B">
        <w:rPr>
          <w:rFonts w:eastAsia="Calibri"/>
          <w:sz w:val="28"/>
          <w:szCs w:val="28"/>
        </w:rPr>
        <w:t>о</w:t>
      </w:r>
      <w:r w:rsidR="00DE588E">
        <w:rPr>
          <w:rFonts w:eastAsia="Calibri"/>
          <w:sz w:val="28"/>
          <w:szCs w:val="28"/>
        </w:rPr>
        <w:t xml:space="preserve"> </w:t>
      </w:r>
      <w:r w:rsidR="00B45B8B">
        <w:rPr>
          <w:rFonts w:eastAsia="Calibri"/>
          <w:sz w:val="28"/>
          <w:szCs w:val="28"/>
        </w:rPr>
        <w:t xml:space="preserve">статьями 78, 78.1 и </w:t>
      </w:r>
      <w:hyperlink r:id="rId10" w:history="1">
        <w:r w:rsidR="00B45B8B" w:rsidRPr="00B45B8B">
          <w:rPr>
            <w:rFonts w:eastAsia="Calibri"/>
            <w:sz w:val="28"/>
            <w:szCs w:val="28"/>
          </w:rPr>
          <w:t>78.5</w:t>
        </w:r>
      </w:hyperlink>
      <w:r w:rsidR="00B45B8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Бюджетного кодекса Российской Федерации, </w:t>
      </w:r>
      <w:r w:rsidR="000E5C73">
        <w:rPr>
          <w:rFonts w:eastAsia="Calibri"/>
          <w:sz w:val="28"/>
          <w:szCs w:val="28"/>
        </w:rPr>
        <w:t xml:space="preserve">статьей 12 Федерального закона </w:t>
      </w:r>
      <w:r w:rsidR="00E56247" w:rsidRPr="00E56247">
        <w:rPr>
          <w:sz w:val="28"/>
          <w:szCs w:val="28"/>
        </w:rPr>
        <w:t>от</w:t>
      </w:r>
      <w:r w:rsidR="00E13E13">
        <w:rPr>
          <w:rFonts w:eastAsia="Calibri"/>
          <w:sz w:val="28"/>
          <w:szCs w:val="28"/>
        </w:rPr>
        <w:t xml:space="preserve"> 09.02.2009 </w:t>
      </w:r>
      <w:r w:rsidR="000E5C73">
        <w:rPr>
          <w:rFonts w:eastAsia="Calibri"/>
          <w:sz w:val="28"/>
          <w:szCs w:val="28"/>
        </w:rPr>
        <w:t xml:space="preserve">             </w:t>
      </w:r>
      <w:r w:rsidR="00E13E13">
        <w:rPr>
          <w:rFonts w:eastAsia="Calibri"/>
          <w:sz w:val="28"/>
          <w:szCs w:val="28"/>
        </w:rPr>
        <w:t>№</w:t>
      </w:r>
      <w:r w:rsidR="00E56247">
        <w:rPr>
          <w:rFonts w:eastAsia="Calibri"/>
          <w:sz w:val="28"/>
          <w:szCs w:val="28"/>
        </w:rPr>
        <w:t xml:space="preserve"> 8-ФЗ</w:t>
      </w:r>
      <w:r w:rsidR="000E5C73">
        <w:rPr>
          <w:rFonts w:eastAsia="Calibri"/>
          <w:sz w:val="28"/>
          <w:szCs w:val="28"/>
        </w:rPr>
        <w:t xml:space="preserve"> </w:t>
      </w:r>
      <w:r w:rsidR="00E56247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 w:rsidR="00E56247">
        <w:rPr>
          <w:rFonts w:eastAsia="Calibri"/>
          <w:sz w:val="28"/>
          <w:szCs w:val="28"/>
        </w:rPr>
        <w:t>органов местного самоуправления»</w:t>
      </w:r>
      <w:r>
        <w:rPr>
          <w:rFonts w:eastAsia="Calibri"/>
          <w:sz w:val="28"/>
          <w:szCs w:val="28"/>
        </w:rPr>
        <w:t>,</w:t>
      </w:r>
      <w:r w:rsidR="00BC5C0F">
        <w:rPr>
          <w:rFonts w:eastAsia="Calibri"/>
          <w:sz w:val="28"/>
          <w:szCs w:val="28"/>
        </w:rPr>
        <w:t xml:space="preserve">                                с</w:t>
      </w:r>
      <w:r w:rsidR="007300FE">
        <w:rPr>
          <w:rFonts w:eastAsia="Calibri"/>
          <w:sz w:val="28"/>
          <w:szCs w:val="28"/>
        </w:rPr>
        <w:t xml:space="preserve"> постановлением Правительства Российской Федерации от 25.10.2023</w:t>
      </w:r>
      <w:r w:rsidR="00053AB3">
        <w:rPr>
          <w:rFonts w:eastAsia="Calibri"/>
          <w:sz w:val="28"/>
          <w:szCs w:val="28"/>
        </w:rPr>
        <w:t xml:space="preserve">                   </w:t>
      </w:r>
      <w:r w:rsidR="007300FE">
        <w:rPr>
          <w:rFonts w:eastAsia="Calibri"/>
          <w:sz w:val="28"/>
          <w:szCs w:val="28"/>
        </w:rPr>
        <w:t>№ 1781</w:t>
      </w:r>
      <w:r w:rsidR="008D5E60">
        <w:rPr>
          <w:rFonts w:eastAsia="Calibri"/>
          <w:sz w:val="28"/>
          <w:szCs w:val="28"/>
        </w:rPr>
        <w:t xml:space="preserve"> </w:t>
      </w:r>
      <w:r w:rsidR="00A22674">
        <w:rPr>
          <w:rFonts w:eastAsia="Calibri"/>
          <w:sz w:val="28"/>
          <w:szCs w:val="28"/>
        </w:rPr>
        <w:t>«О</w:t>
      </w:r>
      <w:r w:rsidR="00A22674" w:rsidRPr="00A22674">
        <w:rPr>
          <w:rFonts w:eastAsia="Calibri"/>
          <w:sz w:val="28"/>
          <w:szCs w:val="28"/>
        </w:rPr>
        <w:t>б утверждении правил отбора получателей субсидий, в том числе грантов</w:t>
      </w:r>
      <w:r w:rsidR="00A22674">
        <w:rPr>
          <w:rFonts w:eastAsia="Calibri"/>
          <w:sz w:val="28"/>
          <w:szCs w:val="28"/>
        </w:rPr>
        <w:t xml:space="preserve"> </w:t>
      </w:r>
      <w:r w:rsidR="00A22674" w:rsidRPr="00A22674">
        <w:rPr>
          <w:rFonts w:eastAsia="Calibri"/>
          <w:sz w:val="28"/>
          <w:szCs w:val="28"/>
        </w:rPr>
        <w:t>в форме субсидий, предоставляемых</w:t>
      </w:r>
      <w:r w:rsidR="00222BD8">
        <w:rPr>
          <w:rFonts w:eastAsia="Calibri"/>
          <w:sz w:val="28"/>
          <w:szCs w:val="28"/>
        </w:rPr>
        <w:t xml:space="preserve"> из бюджетов бюджетной системы Российской Ф</w:t>
      </w:r>
      <w:r w:rsidR="00A22674" w:rsidRPr="00A22674">
        <w:rPr>
          <w:rFonts w:eastAsia="Calibri"/>
          <w:sz w:val="28"/>
          <w:szCs w:val="28"/>
        </w:rPr>
        <w:t xml:space="preserve">едерации юридическим лицам, индивидуальным предпринимателям, а также физическим лицам </w:t>
      </w:r>
      <w:r w:rsidR="00FF5AA3">
        <w:rPr>
          <w:rFonts w:eastAsia="Calibri"/>
          <w:sz w:val="28"/>
          <w:szCs w:val="28"/>
        </w:rPr>
        <w:t>–</w:t>
      </w:r>
      <w:r w:rsidR="00A22674" w:rsidRPr="00A22674">
        <w:rPr>
          <w:rFonts w:eastAsia="Calibri"/>
          <w:sz w:val="28"/>
          <w:szCs w:val="28"/>
        </w:rPr>
        <w:t xml:space="preserve"> производителям товаров, работ, услуг»</w:t>
      </w:r>
      <w:r w:rsidR="007300FE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E40713" w:rsidRPr="00A22674">
        <w:rPr>
          <w:rFonts w:eastAsia="Calibri"/>
          <w:sz w:val="28"/>
          <w:szCs w:val="28"/>
        </w:rPr>
        <w:t>пунктом</w:t>
      </w:r>
      <w:r w:rsidR="00E40713" w:rsidRPr="00BD1CED">
        <w:rPr>
          <w:sz w:val="28"/>
          <w:szCs w:val="28"/>
        </w:rPr>
        <w:t xml:space="preserve"> 8 постановления Правительства Российской Федерации от 25.10.2023 № 1782</w:t>
      </w:r>
      <w:r w:rsidR="00D42078">
        <w:rPr>
          <w:sz w:val="28"/>
          <w:szCs w:val="28"/>
        </w:rPr>
        <w:t xml:space="preserve"> </w:t>
      </w:r>
      <w:r w:rsidR="00E40713" w:rsidRPr="00BD1CED">
        <w:rPr>
          <w:sz w:val="28"/>
          <w:szCs w:val="28"/>
        </w:rPr>
        <w:t xml:space="preserve">«Об утверждении общих требований </w:t>
      </w:r>
      <w:r w:rsidR="00A22674">
        <w:rPr>
          <w:sz w:val="28"/>
          <w:szCs w:val="28"/>
        </w:rPr>
        <w:t xml:space="preserve">                     </w:t>
      </w:r>
      <w:r w:rsidR="00E40713" w:rsidRPr="00BD1CED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</w:t>
      </w:r>
      <w:r w:rsidR="00E40713">
        <w:rPr>
          <w:sz w:val="28"/>
          <w:szCs w:val="28"/>
        </w:rPr>
        <w:t xml:space="preserve">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="00E56247">
        <w:rPr>
          <w:sz w:val="28"/>
          <w:szCs w:val="28"/>
        </w:rPr>
        <w:t>»</w:t>
      </w:r>
      <w:r w:rsidR="00066612">
        <w:rPr>
          <w:sz w:val="28"/>
          <w:szCs w:val="28"/>
        </w:rPr>
        <w:t>,</w:t>
      </w:r>
      <w:r w:rsidR="00066612" w:rsidRPr="00066612">
        <w:rPr>
          <w:sz w:val="28"/>
          <w:szCs w:val="28"/>
        </w:rPr>
        <w:t xml:space="preserve"> </w:t>
      </w:r>
      <w:r w:rsidR="00066612" w:rsidRPr="00BD1CED">
        <w:rPr>
          <w:sz w:val="28"/>
          <w:szCs w:val="28"/>
        </w:rPr>
        <w:t>пунктом 4 части 1 статьи 33, частью 23 статьи 35 Устава муниципального</w:t>
      </w:r>
      <w:r w:rsidR="00066612">
        <w:rPr>
          <w:sz w:val="28"/>
          <w:szCs w:val="28"/>
        </w:rPr>
        <w:t xml:space="preserve"> образования «город Оренбург», принятого решением </w:t>
      </w:r>
      <w:r w:rsidR="00A22674">
        <w:rPr>
          <w:sz w:val="28"/>
          <w:szCs w:val="28"/>
        </w:rPr>
        <w:t>Оренбургского городского Совета</w:t>
      </w:r>
      <w:r w:rsidR="00CE6FFF">
        <w:rPr>
          <w:sz w:val="28"/>
          <w:szCs w:val="28"/>
        </w:rPr>
        <w:t xml:space="preserve"> </w:t>
      </w:r>
      <w:r w:rsidR="00066612">
        <w:rPr>
          <w:sz w:val="28"/>
          <w:szCs w:val="28"/>
        </w:rPr>
        <w:t xml:space="preserve">от 28.04.2015 № 1015: </w:t>
      </w:r>
    </w:p>
    <w:p w:rsidR="00AC00AB" w:rsidRPr="00AC00AB" w:rsidRDefault="00AC00AB" w:rsidP="00AC00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00AB">
        <w:rPr>
          <w:sz w:val="28"/>
          <w:szCs w:val="28"/>
        </w:rPr>
        <w:t>1. Утвердить:</w:t>
      </w:r>
    </w:p>
    <w:p w:rsidR="00AC00AB" w:rsidRPr="00076020" w:rsidRDefault="008B544B" w:rsidP="000760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1" w:history="1">
        <w:r w:rsidR="00AC00AB" w:rsidRPr="00AC00AB">
          <w:rPr>
            <w:sz w:val="28"/>
            <w:szCs w:val="28"/>
          </w:rPr>
          <w:t>порядок</w:t>
        </w:r>
      </w:hyperlink>
      <w:r w:rsidR="00AC00AB" w:rsidRPr="00AC00AB">
        <w:rPr>
          <w:sz w:val="28"/>
          <w:szCs w:val="28"/>
        </w:rPr>
        <w:t xml:space="preserve"> предоставления за счет средств бюджета города Оренбурга субсидий </w:t>
      </w:r>
      <w:r w:rsidR="00A91753">
        <w:rPr>
          <w:rFonts w:eastAsia="Calibri"/>
          <w:sz w:val="28"/>
          <w:szCs w:val="28"/>
        </w:rPr>
        <w:t>юридическим лицам и индивидуальным предпринимателям</w:t>
      </w:r>
      <w:r w:rsidR="009223DF">
        <w:rPr>
          <w:sz w:val="28"/>
          <w:szCs w:val="28"/>
        </w:rPr>
        <w:t xml:space="preserve"> </w:t>
      </w:r>
      <w:r w:rsidR="00076020">
        <w:rPr>
          <w:rFonts w:eastAsia="Calibri"/>
          <w:sz w:val="28"/>
          <w:szCs w:val="28"/>
        </w:rPr>
        <w:t xml:space="preserve">– </w:t>
      </w:r>
      <w:r w:rsidR="00B018A2">
        <w:rPr>
          <w:rFonts w:eastAsia="Calibri"/>
          <w:sz w:val="28"/>
          <w:szCs w:val="28"/>
        </w:rPr>
        <w:t>производителям товаров, работ, услуг в сфере периодической печати</w:t>
      </w:r>
      <w:r w:rsidR="00652BEA">
        <w:rPr>
          <w:rFonts w:eastAsia="Calibri"/>
          <w:sz w:val="28"/>
          <w:szCs w:val="28"/>
        </w:rPr>
        <w:t xml:space="preserve">                      </w:t>
      </w:r>
      <w:r w:rsidR="00B018A2">
        <w:rPr>
          <w:rFonts w:eastAsia="Calibri"/>
          <w:sz w:val="28"/>
          <w:szCs w:val="28"/>
        </w:rPr>
        <w:t xml:space="preserve"> и электронных средств массовой информации</w:t>
      </w:r>
      <w:r w:rsidR="00AC00AB">
        <w:rPr>
          <w:sz w:val="28"/>
          <w:szCs w:val="28"/>
        </w:rPr>
        <w:t xml:space="preserve"> согласно приложению №</w:t>
      </w:r>
      <w:r w:rsidR="00AC00AB" w:rsidRPr="00AC00AB">
        <w:rPr>
          <w:sz w:val="28"/>
          <w:szCs w:val="28"/>
        </w:rPr>
        <w:t xml:space="preserve"> 1;</w:t>
      </w:r>
    </w:p>
    <w:p w:rsidR="00AC00AB" w:rsidRPr="00CE71F6" w:rsidRDefault="008B544B" w:rsidP="00CE71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hyperlink r:id="rId12" w:history="1">
        <w:r w:rsidR="00AC00AB" w:rsidRPr="00AC00AB">
          <w:rPr>
            <w:sz w:val="28"/>
            <w:szCs w:val="28"/>
          </w:rPr>
          <w:t>состав</w:t>
        </w:r>
      </w:hyperlink>
      <w:r w:rsidR="00AC00AB" w:rsidRPr="00AC00AB">
        <w:rPr>
          <w:sz w:val="28"/>
          <w:szCs w:val="28"/>
        </w:rPr>
        <w:t xml:space="preserve"> комиссии по определению </w:t>
      </w:r>
      <w:r w:rsidR="00CE71F6">
        <w:rPr>
          <w:rFonts w:eastAsia="Calibri"/>
          <w:sz w:val="28"/>
          <w:szCs w:val="28"/>
        </w:rPr>
        <w:t>юридических лиц и индивидуальных предпринимателей</w:t>
      </w:r>
      <w:r w:rsidR="00CE71F6">
        <w:rPr>
          <w:sz w:val="28"/>
          <w:szCs w:val="28"/>
        </w:rPr>
        <w:t xml:space="preserve"> </w:t>
      </w:r>
      <w:r w:rsidR="00CE71F6">
        <w:rPr>
          <w:rFonts w:eastAsia="Calibri"/>
          <w:sz w:val="28"/>
          <w:szCs w:val="28"/>
        </w:rPr>
        <w:t>– производителей товаров, работ, услуг в сфере периодической печати и электронных средств массовой информации –</w:t>
      </w:r>
      <w:r w:rsidR="00CE71F6">
        <w:rPr>
          <w:sz w:val="28"/>
          <w:szCs w:val="28"/>
        </w:rPr>
        <w:t xml:space="preserve"> </w:t>
      </w:r>
      <w:r w:rsidR="00AC00AB" w:rsidRPr="00AC00AB">
        <w:rPr>
          <w:sz w:val="28"/>
          <w:szCs w:val="28"/>
        </w:rPr>
        <w:lastRenderedPageBreak/>
        <w:t>получателей субсидий за счет средств бюджета города Оре</w:t>
      </w:r>
      <w:r w:rsidR="00AC00AB">
        <w:rPr>
          <w:sz w:val="28"/>
          <w:szCs w:val="28"/>
        </w:rPr>
        <w:t>нбурга согласно приложению № 2.</w:t>
      </w:r>
    </w:p>
    <w:p w:rsidR="00B13BDA" w:rsidRDefault="00497F83" w:rsidP="00B13BD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B13BDA">
        <w:rPr>
          <w:sz w:val="28"/>
          <w:szCs w:val="28"/>
        </w:rPr>
        <w:t>Отбор получателей субсидии, указанных</w:t>
      </w:r>
      <w:r w:rsidR="00B13BDA" w:rsidRPr="00B13BDA">
        <w:rPr>
          <w:rFonts w:eastAsia="Calibri"/>
          <w:sz w:val="28"/>
          <w:szCs w:val="28"/>
        </w:rPr>
        <w:t xml:space="preserve"> </w:t>
      </w:r>
      <w:r w:rsidR="00B13BDA">
        <w:rPr>
          <w:rFonts w:eastAsia="Calibri"/>
          <w:sz w:val="28"/>
          <w:szCs w:val="28"/>
        </w:rPr>
        <w:t>в</w:t>
      </w:r>
      <w:r w:rsidR="00B13BDA" w:rsidRPr="00B13BDA">
        <w:rPr>
          <w:sz w:val="28"/>
          <w:szCs w:val="28"/>
        </w:rPr>
        <w:t xml:space="preserve"> </w:t>
      </w:r>
      <w:hyperlink r:id="rId13" w:history="1">
        <w:r w:rsidR="00B13BDA" w:rsidRPr="00B13BDA">
          <w:rPr>
            <w:sz w:val="28"/>
            <w:szCs w:val="28"/>
          </w:rPr>
          <w:t>пункте 1 статьи 78.5</w:t>
        </w:r>
      </w:hyperlink>
      <w:r w:rsidR="00DE4FAE">
        <w:rPr>
          <w:sz w:val="28"/>
          <w:szCs w:val="28"/>
        </w:rPr>
        <w:t xml:space="preserve"> </w:t>
      </w:r>
      <w:r w:rsidR="00DE4FAE">
        <w:rPr>
          <w:rFonts w:eastAsia="Calibri"/>
          <w:sz w:val="28"/>
          <w:szCs w:val="28"/>
        </w:rPr>
        <w:t>Бюджетного кодекса Российской Федерации</w:t>
      </w:r>
      <w:r w:rsidR="00124075">
        <w:rPr>
          <w:rFonts w:eastAsia="Calibri"/>
          <w:sz w:val="28"/>
          <w:szCs w:val="28"/>
        </w:rPr>
        <w:t>,</w:t>
      </w:r>
      <w:r w:rsidR="00DE4FAE">
        <w:rPr>
          <w:rFonts w:eastAsia="Calibri"/>
          <w:sz w:val="28"/>
          <w:szCs w:val="28"/>
        </w:rPr>
        <w:t xml:space="preserve"> осуществляется в порядке, установленном  настоящим постановлением, соответствующим общим требованиям</w:t>
      </w:r>
      <w:r w:rsidR="000D5128">
        <w:rPr>
          <w:rFonts w:eastAsia="Calibri"/>
          <w:sz w:val="28"/>
          <w:szCs w:val="28"/>
        </w:rPr>
        <w:t>, установленным Правительством Российской Федерации</w:t>
      </w:r>
      <w:r w:rsidR="00F675EF">
        <w:rPr>
          <w:rFonts w:eastAsia="Calibri"/>
          <w:sz w:val="28"/>
          <w:szCs w:val="28"/>
        </w:rPr>
        <w:t xml:space="preserve"> </w:t>
      </w:r>
      <w:r w:rsidR="0002223F">
        <w:rPr>
          <w:rFonts w:eastAsia="Calibri"/>
          <w:sz w:val="28"/>
          <w:szCs w:val="28"/>
        </w:rPr>
        <w:t xml:space="preserve">                    </w:t>
      </w:r>
      <w:r w:rsidR="00F675EF">
        <w:rPr>
          <w:rFonts w:eastAsia="Calibri"/>
          <w:sz w:val="28"/>
          <w:szCs w:val="28"/>
        </w:rPr>
        <w:t xml:space="preserve">в </w:t>
      </w:r>
      <w:r w:rsidR="00512B38">
        <w:rPr>
          <w:rFonts w:eastAsia="Calibri"/>
          <w:sz w:val="28"/>
          <w:szCs w:val="28"/>
        </w:rPr>
        <w:t xml:space="preserve">соответствии с </w:t>
      </w:r>
      <w:hyperlink r:id="rId14" w:history="1">
        <w:r w:rsidR="00F675EF" w:rsidRPr="00FF5AA3">
          <w:rPr>
            <w:rFonts w:eastAsia="Calibri"/>
            <w:sz w:val="28"/>
            <w:szCs w:val="28"/>
          </w:rPr>
          <w:t>пунктом 3 статьи 78</w:t>
        </w:r>
      </w:hyperlink>
      <w:r w:rsidR="00F675EF">
        <w:rPr>
          <w:rFonts w:eastAsia="Calibri"/>
          <w:sz w:val="28"/>
          <w:szCs w:val="28"/>
        </w:rPr>
        <w:t xml:space="preserve"> и </w:t>
      </w:r>
      <w:hyperlink r:id="rId15" w:history="1">
        <w:r w:rsidR="00F675EF" w:rsidRPr="00FF5AA3">
          <w:rPr>
            <w:rFonts w:eastAsia="Calibri"/>
            <w:sz w:val="28"/>
            <w:szCs w:val="28"/>
          </w:rPr>
          <w:t>пунктом 2.2 статьи 78.1</w:t>
        </w:r>
      </w:hyperlink>
      <w:r w:rsidR="00F675EF">
        <w:rPr>
          <w:rFonts w:eastAsia="Calibri"/>
          <w:sz w:val="28"/>
          <w:szCs w:val="28"/>
        </w:rPr>
        <w:t xml:space="preserve"> Бюджетного кодекса Российской Федерации</w:t>
      </w:r>
      <w:r w:rsidR="00AA129F">
        <w:rPr>
          <w:rFonts w:eastAsia="Calibri"/>
          <w:sz w:val="28"/>
          <w:szCs w:val="28"/>
        </w:rPr>
        <w:t>.</w:t>
      </w:r>
    </w:p>
    <w:p w:rsidR="00AC00AB" w:rsidRPr="00AC00AB" w:rsidRDefault="00466F86" w:rsidP="00AC00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886">
        <w:rPr>
          <w:sz w:val="28"/>
          <w:szCs w:val="28"/>
        </w:rPr>
        <w:t>.</w:t>
      </w:r>
      <w:r w:rsidR="00170886" w:rsidRPr="000B5898">
        <w:rPr>
          <w:sz w:val="28"/>
          <w:szCs w:val="28"/>
        </w:rPr>
        <w:t> </w:t>
      </w:r>
      <w:r w:rsidR="00AC00AB" w:rsidRPr="00AC00AB">
        <w:rPr>
          <w:sz w:val="28"/>
          <w:szCs w:val="28"/>
        </w:rPr>
        <w:t xml:space="preserve">Признать утратившими силу отдельные </w:t>
      </w:r>
      <w:r w:rsidR="00222BD8">
        <w:rPr>
          <w:sz w:val="28"/>
          <w:szCs w:val="28"/>
        </w:rPr>
        <w:t>постановления</w:t>
      </w:r>
      <w:r w:rsidR="00AC00AB" w:rsidRPr="00AC00AB">
        <w:rPr>
          <w:sz w:val="28"/>
          <w:szCs w:val="28"/>
        </w:rPr>
        <w:t xml:space="preserve"> Администрации города Оренбурга согласно </w:t>
      </w:r>
      <w:hyperlink r:id="rId16" w:history="1">
        <w:r w:rsidR="00AC00AB">
          <w:rPr>
            <w:sz w:val="28"/>
            <w:szCs w:val="28"/>
          </w:rPr>
          <w:t>приложению №</w:t>
        </w:r>
        <w:r w:rsidR="00AC00AB" w:rsidRPr="00AC00AB">
          <w:rPr>
            <w:sz w:val="28"/>
            <w:szCs w:val="28"/>
          </w:rPr>
          <w:t xml:space="preserve"> 3</w:t>
        </w:r>
      </w:hyperlink>
      <w:r w:rsidR="00AC00AB">
        <w:rPr>
          <w:sz w:val="28"/>
          <w:szCs w:val="28"/>
        </w:rPr>
        <w:t>.</w:t>
      </w:r>
    </w:p>
    <w:p w:rsidR="00AC00AB" w:rsidRPr="00AC00AB" w:rsidRDefault="00466F86" w:rsidP="00AC00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00AB" w:rsidRPr="00AC00AB">
        <w:rPr>
          <w:sz w:val="28"/>
          <w:szCs w:val="28"/>
        </w:rPr>
        <w:t>. Настоящее постановление подлежит:</w:t>
      </w:r>
    </w:p>
    <w:p w:rsidR="00AC00AB" w:rsidRPr="00AC00AB" w:rsidRDefault="00AC00AB" w:rsidP="00AC00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00AB">
        <w:rPr>
          <w:sz w:val="28"/>
          <w:szCs w:val="28"/>
        </w:rPr>
        <w:t>размещению на официальном Интернет-портале города Оренбурга;</w:t>
      </w:r>
    </w:p>
    <w:p w:rsidR="00AC00AB" w:rsidRPr="00AC00AB" w:rsidRDefault="00AC00AB" w:rsidP="00A226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00AB">
        <w:rPr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AC00AB" w:rsidRPr="00AC00AB" w:rsidRDefault="00466F86" w:rsidP="00C641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00AB" w:rsidRPr="00AC00AB">
        <w:rPr>
          <w:sz w:val="28"/>
          <w:szCs w:val="28"/>
        </w:rPr>
        <w:t>. Поручить организацию исполнения настоящего постановления начальнику управления по информационной политике админи</w:t>
      </w:r>
      <w:r w:rsidR="00AC00AB">
        <w:rPr>
          <w:sz w:val="28"/>
          <w:szCs w:val="28"/>
        </w:rPr>
        <w:t>страции города Оренбурга.</w:t>
      </w:r>
    </w:p>
    <w:p w:rsidR="00AC00AB" w:rsidRPr="00AC00AB" w:rsidRDefault="00466F86" w:rsidP="00C641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00AB" w:rsidRPr="00AC00AB">
        <w:rPr>
          <w:sz w:val="28"/>
          <w:szCs w:val="28"/>
        </w:rPr>
        <w:t>. Настоящее постановление вступает в силу после его офици</w:t>
      </w:r>
      <w:r w:rsidR="00B45B8B">
        <w:rPr>
          <w:sz w:val="28"/>
          <w:szCs w:val="28"/>
        </w:rPr>
        <w:t>ального опубликования в газете «Вечерний Оренбург»</w:t>
      </w:r>
      <w:r w:rsidR="00AC00AB" w:rsidRPr="00AC00AB">
        <w:rPr>
          <w:sz w:val="28"/>
          <w:szCs w:val="28"/>
        </w:rPr>
        <w:t>.</w:t>
      </w:r>
    </w:p>
    <w:p w:rsidR="00AC00AB" w:rsidRPr="00AC00AB" w:rsidRDefault="00AC00AB" w:rsidP="00AC00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B8B" w:rsidRDefault="00B45B8B" w:rsidP="00B45B8B">
      <w:pPr>
        <w:tabs>
          <w:tab w:val="left" w:pos="1134"/>
        </w:tabs>
        <w:jc w:val="both"/>
        <w:rPr>
          <w:sz w:val="28"/>
          <w:szCs w:val="28"/>
        </w:rPr>
      </w:pPr>
    </w:p>
    <w:p w:rsidR="00B45B8B" w:rsidRPr="00E575CD" w:rsidRDefault="00B45B8B" w:rsidP="00B45B8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Оренбурга                                                                      С.А. Салмин</w:t>
      </w:r>
    </w:p>
    <w:p w:rsidR="00E40713" w:rsidRDefault="00E40713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0001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186" w:rsidRDefault="00000186" w:rsidP="000001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2674" w:rsidRDefault="00A22674" w:rsidP="00E13E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3E13" w:rsidRPr="00A81004" w:rsidRDefault="00A81004" w:rsidP="004022E5">
      <w:pPr>
        <w:tabs>
          <w:tab w:val="left" w:pos="5103"/>
          <w:tab w:val="left" w:pos="5245"/>
          <w:tab w:val="left" w:pos="5387"/>
          <w:tab w:val="left" w:pos="5670"/>
        </w:tabs>
        <w:rPr>
          <w:rFonts w:eastAsia="Calibri"/>
          <w:sz w:val="28"/>
          <w:szCs w:val="28"/>
        </w:rPr>
      </w:pPr>
      <w:r>
        <w:rPr>
          <w:rFonts w:eastAsia="Calibri"/>
        </w:rPr>
        <w:lastRenderedPageBreak/>
        <w:t xml:space="preserve">                                                   </w:t>
      </w:r>
      <w:r w:rsidR="003E6FA0">
        <w:rPr>
          <w:rFonts w:eastAsia="Calibri"/>
        </w:rPr>
        <w:t xml:space="preserve">                                   </w:t>
      </w:r>
      <w:r w:rsidR="00E13E13" w:rsidRPr="00A81004">
        <w:rPr>
          <w:rFonts w:eastAsia="Calibri"/>
          <w:sz w:val="28"/>
          <w:szCs w:val="28"/>
        </w:rPr>
        <w:t>Приложение № 1</w:t>
      </w:r>
    </w:p>
    <w:p w:rsidR="00E13E13" w:rsidRPr="00A81004" w:rsidRDefault="00A81004" w:rsidP="003E6F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</w:t>
      </w:r>
      <w:r w:rsidR="003E6FA0">
        <w:rPr>
          <w:rFonts w:eastAsia="Calibri"/>
          <w:sz w:val="28"/>
          <w:szCs w:val="28"/>
        </w:rPr>
        <w:t xml:space="preserve">                                  </w:t>
      </w:r>
      <w:r>
        <w:rPr>
          <w:rFonts w:eastAsia="Calibri"/>
          <w:sz w:val="28"/>
          <w:szCs w:val="28"/>
        </w:rPr>
        <w:t xml:space="preserve"> </w:t>
      </w:r>
      <w:r w:rsidR="00E13E13" w:rsidRPr="00A81004">
        <w:rPr>
          <w:rFonts w:eastAsia="Calibri"/>
          <w:sz w:val="28"/>
          <w:szCs w:val="28"/>
        </w:rPr>
        <w:t>к постановлению</w:t>
      </w:r>
    </w:p>
    <w:p w:rsidR="00E13E13" w:rsidRPr="00A81004" w:rsidRDefault="003E6FA0" w:rsidP="004022E5">
      <w:pPr>
        <w:tabs>
          <w:tab w:val="left" w:pos="5245"/>
          <w:tab w:val="left" w:pos="5387"/>
          <w:tab w:val="left" w:pos="595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</w:t>
      </w:r>
      <w:r w:rsidR="004022E5">
        <w:rPr>
          <w:rFonts w:eastAsia="Calibri"/>
          <w:sz w:val="28"/>
          <w:szCs w:val="28"/>
        </w:rPr>
        <w:t xml:space="preserve"> </w:t>
      </w:r>
      <w:r w:rsidR="00E13E13" w:rsidRPr="00A81004">
        <w:rPr>
          <w:rFonts w:eastAsia="Calibri"/>
          <w:sz w:val="28"/>
          <w:szCs w:val="28"/>
        </w:rPr>
        <w:t>Администрации города Оренбурга</w:t>
      </w:r>
    </w:p>
    <w:p w:rsidR="00E13E13" w:rsidRPr="00A81004" w:rsidRDefault="00A81004" w:rsidP="003E6FA0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 w:rsidR="003E6FA0">
        <w:rPr>
          <w:rFonts w:eastAsia="Calibri"/>
          <w:sz w:val="28"/>
          <w:szCs w:val="28"/>
        </w:rPr>
        <w:t xml:space="preserve">                </w:t>
      </w:r>
      <w:r w:rsidR="00E13E13" w:rsidRPr="00A81004">
        <w:rPr>
          <w:rFonts w:eastAsia="Calibri"/>
          <w:sz w:val="28"/>
          <w:szCs w:val="28"/>
        </w:rPr>
        <w:t>от ___________ №</w:t>
      </w:r>
      <w:r w:rsidR="00312D6B" w:rsidRPr="00A81004">
        <w:rPr>
          <w:rFonts w:eastAsia="Calibri"/>
          <w:sz w:val="28"/>
          <w:szCs w:val="28"/>
        </w:rPr>
        <w:t xml:space="preserve"> _______</w:t>
      </w:r>
    </w:p>
    <w:p w:rsidR="00B45B8B" w:rsidRPr="00A81004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5B8B" w:rsidRDefault="00B45B8B" w:rsidP="00AC00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37C6" w:rsidRPr="005D37C6" w:rsidRDefault="005D37C6" w:rsidP="005D37C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D37C6">
        <w:rPr>
          <w:sz w:val="28"/>
          <w:szCs w:val="28"/>
        </w:rPr>
        <w:t>ПОРЯДОК</w:t>
      </w:r>
    </w:p>
    <w:p w:rsidR="005D37C6" w:rsidRPr="005D37C6" w:rsidRDefault="005D37C6" w:rsidP="005D37C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D37C6">
        <w:rPr>
          <w:sz w:val="28"/>
          <w:szCs w:val="28"/>
        </w:rPr>
        <w:t>предоставления за счет средств бюджета города Оренбурга</w:t>
      </w:r>
    </w:p>
    <w:p w:rsidR="00B45B8B" w:rsidRDefault="005D37C6" w:rsidP="002868E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D37C6">
        <w:rPr>
          <w:sz w:val="28"/>
          <w:szCs w:val="28"/>
        </w:rPr>
        <w:t xml:space="preserve">субсидий </w:t>
      </w:r>
      <w:r w:rsidR="002868E5">
        <w:rPr>
          <w:rFonts w:eastAsia="Calibri"/>
          <w:sz w:val="28"/>
          <w:szCs w:val="28"/>
        </w:rPr>
        <w:t>юридическим лицам и индивидуальным предпринимателям</w:t>
      </w:r>
      <w:r w:rsidR="002868E5">
        <w:rPr>
          <w:sz w:val="28"/>
          <w:szCs w:val="28"/>
        </w:rPr>
        <w:t xml:space="preserve"> </w:t>
      </w:r>
      <w:r w:rsidR="002868E5">
        <w:rPr>
          <w:rFonts w:eastAsia="Calibri"/>
          <w:sz w:val="28"/>
          <w:szCs w:val="28"/>
        </w:rPr>
        <w:t>– производителям товаров, работ, услуг в сфере периодической печати и электронных средств массовой информации</w:t>
      </w:r>
    </w:p>
    <w:p w:rsidR="00B45B8B" w:rsidRDefault="00B45B8B" w:rsidP="005D37C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45B8B" w:rsidRPr="008E5685" w:rsidRDefault="00E87236" w:rsidP="008E5685">
      <w:pPr>
        <w:pStyle w:val="a7"/>
        <w:numPr>
          <w:ilvl w:val="0"/>
          <w:numId w:val="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8E5685">
        <w:rPr>
          <w:sz w:val="28"/>
          <w:szCs w:val="28"/>
        </w:rPr>
        <w:t>Общие положения</w:t>
      </w:r>
    </w:p>
    <w:p w:rsidR="008E5685" w:rsidRPr="008E5685" w:rsidRDefault="008E5685" w:rsidP="008E56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E5685" w:rsidRDefault="008E5685" w:rsidP="001B73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 Настоящий порядок предоставления</w:t>
      </w:r>
      <w:r w:rsidR="001B730C">
        <w:rPr>
          <w:rFonts w:eastAsia="Calibri"/>
          <w:sz w:val="28"/>
          <w:szCs w:val="28"/>
        </w:rPr>
        <w:t xml:space="preserve"> з</w:t>
      </w:r>
      <w:r w:rsidR="001B730C" w:rsidRPr="001B730C">
        <w:rPr>
          <w:rFonts w:eastAsia="Calibri"/>
          <w:sz w:val="28"/>
          <w:szCs w:val="28"/>
        </w:rPr>
        <w:t>а счет средств бюджета города Оренбурга</w:t>
      </w:r>
      <w:r w:rsidR="001B730C">
        <w:rPr>
          <w:rFonts w:eastAsia="Calibri"/>
          <w:sz w:val="28"/>
          <w:szCs w:val="28"/>
        </w:rPr>
        <w:t xml:space="preserve"> </w:t>
      </w:r>
      <w:r w:rsidR="001B730C" w:rsidRPr="001B730C">
        <w:rPr>
          <w:rFonts w:eastAsia="Calibri"/>
          <w:sz w:val="28"/>
          <w:szCs w:val="28"/>
        </w:rPr>
        <w:t>субсидий юридическим лицам и индивидуальным предпринимателям – производителям товаров, работ, услуг в сфере периодической печати и электронных средств массовой информации</w:t>
      </w:r>
      <w:r w:rsidR="001B730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(далее </w:t>
      </w:r>
      <w:r w:rsidR="00AB746A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Порядок) регламентирует предоставление за счет средств бюджета города Оренбурга субсидий юридическим лицам и индивидуальным предпринимателям</w:t>
      </w:r>
      <w:r w:rsidR="00AB746A">
        <w:rPr>
          <w:rFonts w:eastAsia="Calibri"/>
          <w:sz w:val="28"/>
          <w:szCs w:val="28"/>
        </w:rPr>
        <w:t xml:space="preserve"> </w:t>
      </w:r>
      <w:r w:rsidR="00AB746A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производителям товаров, работ, усл</w:t>
      </w:r>
      <w:r w:rsidR="00053523">
        <w:rPr>
          <w:rFonts w:eastAsia="Calibri"/>
          <w:sz w:val="28"/>
          <w:szCs w:val="28"/>
        </w:rPr>
        <w:t>уг в сфере периодической печати</w:t>
      </w:r>
      <w:r w:rsidR="00CE6FF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 электронных средств массовой информации, осуществляющим производство, размещение, распространение и (или) трансляцию социально значим</w:t>
      </w:r>
      <w:r w:rsidR="00002CF9">
        <w:rPr>
          <w:rFonts w:eastAsia="Calibri"/>
          <w:sz w:val="28"/>
          <w:szCs w:val="28"/>
        </w:rPr>
        <w:t>ых телерадиопрограмм и проектов</w:t>
      </w:r>
      <w:r w:rsidR="00CE6FFF">
        <w:rPr>
          <w:rFonts w:eastAsia="Calibri"/>
          <w:sz w:val="28"/>
          <w:szCs w:val="28"/>
        </w:rPr>
        <w:t xml:space="preserve"> </w:t>
      </w:r>
      <w:r w:rsidR="00652BEA">
        <w:rPr>
          <w:rFonts w:eastAsia="Calibri"/>
          <w:sz w:val="28"/>
          <w:szCs w:val="28"/>
        </w:rPr>
        <w:t xml:space="preserve">                           </w:t>
      </w:r>
      <w:r>
        <w:rPr>
          <w:rFonts w:eastAsia="Calibri"/>
          <w:sz w:val="28"/>
          <w:szCs w:val="28"/>
        </w:rPr>
        <w:t>по освещению деятельности Главы города Оренбурга, Администрации города Оренбурга, а также публикацию муниципальных правовых актов города Оренбурга.</w:t>
      </w:r>
    </w:p>
    <w:p w:rsidR="005556B3" w:rsidRDefault="005556B3" w:rsidP="00C6412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 Субсидии предоставляются на безвозмездной и безвозвратной основе в целях возмещения затрат, связанных с публикацией муниципальных правовых актов города Оренбурга, изготовлением и размещением печатного</w:t>
      </w:r>
      <w:r w:rsidR="00714A61">
        <w:rPr>
          <w:rFonts w:eastAsia="Calibri"/>
          <w:sz w:val="28"/>
          <w:szCs w:val="28"/>
        </w:rPr>
        <w:t>, цифрового</w:t>
      </w:r>
      <w:r w:rsidR="00D2242E">
        <w:rPr>
          <w:rFonts w:eastAsia="Calibri"/>
          <w:sz w:val="28"/>
          <w:szCs w:val="28"/>
        </w:rPr>
        <w:t xml:space="preserve"> продукта</w:t>
      </w:r>
      <w:r>
        <w:rPr>
          <w:rFonts w:eastAsia="Calibri"/>
          <w:sz w:val="28"/>
          <w:szCs w:val="28"/>
        </w:rPr>
        <w:t>, производством социально значимых телерадиопрограмм и проектов</w:t>
      </w:r>
      <w:r w:rsidR="00714A6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 освещению деятельности Главы города Оренбурга, Администрации города Оренбурга, наполнением ими телерадиоэфира, обеспечением мероприятий по доведению </w:t>
      </w:r>
      <w:r w:rsidR="00CE6FFF">
        <w:rPr>
          <w:rFonts w:eastAsia="Calibri"/>
          <w:sz w:val="28"/>
          <w:szCs w:val="28"/>
        </w:rPr>
        <w:t xml:space="preserve">                                </w:t>
      </w:r>
      <w:r>
        <w:rPr>
          <w:rFonts w:eastAsia="Calibri"/>
          <w:sz w:val="28"/>
          <w:szCs w:val="28"/>
        </w:rPr>
        <w:t>их до телезрителей и радиослушателей, пользователей информационно-телекоммуникационной</w:t>
      </w:r>
      <w:r w:rsidR="00124075">
        <w:rPr>
          <w:rFonts w:eastAsia="Calibri"/>
          <w:sz w:val="28"/>
          <w:szCs w:val="28"/>
        </w:rPr>
        <w:t xml:space="preserve"> сети «Интернет» (далее – сеть Интернет</w:t>
      </w:r>
      <w:r>
        <w:rPr>
          <w:rFonts w:eastAsia="Calibri"/>
          <w:sz w:val="28"/>
          <w:szCs w:val="28"/>
        </w:rPr>
        <w:t>), в том числе посредством</w:t>
      </w:r>
      <w:r w:rsidR="008E73C3">
        <w:rPr>
          <w:rFonts w:eastAsia="Calibri"/>
          <w:sz w:val="28"/>
          <w:szCs w:val="28"/>
        </w:rPr>
        <w:t xml:space="preserve"> их </w:t>
      </w:r>
      <w:r>
        <w:rPr>
          <w:rFonts w:eastAsia="Calibri"/>
          <w:sz w:val="28"/>
          <w:szCs w:val="28"/>
        </w:rPr>
        <w:t>размещения</w:t>
      </w:r>
      <w:r w:rsidRPr="003C542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на страницах </w:t>
      </w:r>
      <w:r w:rsidR="009F536A">
        <w:rPr>
          <w:rFonts w:eastAsia="Calibri"/>
          <w:sz w:val="28"/>
          <w:szCs w:val="28"/>
        </w:rPr>
        <w:t>средств</w:t>
      </w:r>
      <w:r w:rsidR="00224B9D">
        <w:rPr>
          <w:rFonts w:eastAsia="Calibri"/>
          <w:sz w:val="28"/>
          <w:szCs w:val="28"/>
        </w:rPr>
        <w:t xml:space="preserve"> массовой информации</w:t>
      </w:r>
      <w:r>
        <w:rPr>
          <w:rFonts w:eastAsia="Calibri"/>
          <w:sz w:val="28"/>
          <w:szCs w:val="28"/>
        </w:rPr>
        <w:t xml:space="preserve"> в социальных сетях</w:t>
      </w:r>
      <w:r w:rsidR="00224B9D">
        <w:rPr>
          <w:rFonts w:eastAsia="Calibri"/>
          <w:sz w:val="28"/>
          <w:szCs w:val="28"/>
        </w:rPr>
        <w:t xml:space="preserve">, включенных </w:t>
      </w:r>
      <w:r w:rsidR="00C4059E" w:rsidRPr="00C4059E">
        <w:rPr>
          <w:rFonts w:eastAsia="Calibri"/>
          <w:sz w:val="28"/>
          <w:szCs w:val="28"/>
        </w:rPr>
        <w:t xml:space="preserve">Федеральной службой </w:t>
      </w:r>
      <w:r w:rsidR="00CE6FFF">
        <w:rPr>
          <w:rFonts w:eastAsia="Calibri"/>
          <w:sz w:val="28"/>
          <w:szCs w:val="28"/>
        </w:rPr>
        <w:t xml:space="preserve">                    </w:t>
      </w:r>
      <w:r w:rsidR="00C4059E" w:rsidRPr="00C4059E">
        <w:rPr>
          <w:rFonts w:eastAsia="Calibri"/>
          <w:sz w:val="28"/>
          <w:szCs w:val="28"/>
        </w:rPr>
        <w:t>по надзору в сфере связи, информационных технологий и массовых коммуникаций</w:t>
      </w:r>
      <w:r w:rsidR="00C4059E">
        <w:rPr>
          <w:rFonts w:eastAsia="Calibri"/>
          <w:sz w:val="28"/>
          <w:szCs w:val="28"/>
        </w:rPr>
        <w:t xml:space="preserve"> </w:t>
      </w:r>
      <w:r w:rsidR="00224B9D">
        <w:rPr>
          <w:rFonts w:eastAsia="Calibri"/>
          <w:sz w:val="28"/>
          <w:szCs w:val="28"/>
        </w:rPr>
        <w:t>в реестр социальных сетей</w:t>
      </w:r>
      <w:r w:rsidR="00C4059E">
        <w:rPr>
          <w:rFonts w:eastAsia="Calibri"/>
          <w:sz w:val="28"/>
          <w:szCs w:val="28"/>
        </w:rPr>
        <w:t>.</w:t>
      </w:r>
      <w:r w:rsidR="00224B9D">
        <w:rPr>
          <w:rFonts w:eastAsia="Calibri"/>
          <w:sz w:val="28"/>
          <w:szCs w:val="28"/>
        </w:rPr>
        <w:t xml:space="preserve"> </w:t>
      </w:r>
    </w:p>
    <w:p w:rsidR="00C6412B" w:rsidRDefault="00C6412B" w:rsidP="008F314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Субсидии предоставляются на возмещение затрат: по оплате труда штатных и нештатных работников, авторского гонорара, командировочных расходов,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</w:t>
      </w:r>
      <w:r w:rsidR="00DE6CD8">
        <w:rPr>
          <w:rFonts w:eastAsia="Calibri"/>
          <w:sz w:val="28"/>
          <w:szCs w:val="28"/>
        </w:rPr>
        <w:t xml:space="preserve">                           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с материнством, а также от несчастных случаев на производстве</w:t>
      </w:r>
      <w:r w:rsidR="00DE6CD8">
        <w:rPr>
          <w:rFonts w:eastAsia="Calibri"/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 xml:space="preserve"> и профессиональных заболеваний, амортизации нематериальных активов, </w:t>
      </w:r>
      <w:r w:rsidR="00DE6CD8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по оплате услуг, необходимых для производства социально значимых телерадиопрограмм и проектов по освещению деятельности Главы города Оренбурга, Администрации города Оренбурга и доведения их до зрителя, слушателя, пользователя</w:t>
      </w:r>
      <w:r w:rsidR="00124075">
        <w:rPr>
          <w:rFonts w:eastAsia="Calibri"/>
          <w:sz w:val="28"/>
          <w:szCs w:val="28"/>
        </w:rPr>
        <w:t xml:space="preserve"> сети Интернет</w:t>
      </w:r>
      <w:r w:rsidR="002F28B8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в том числе коммунальных, транспортных услуг, аренде помещений и автотранспорта, серверного оборудования, технических средств, необходимых для подготовки </w:t>
      </w:r>
      <w:r w:rsidR="00DE6CD8">
        <w:rPr>
          <w:rFonts w:eastAsia="Calibri"/>
          <w:sz w:val="28"/>
          <w:szCs w:val="28"/>
        </w:rPr>
        <w:t xml:space="preserve">                            </w:t>
      </w:r>
      <w:r>
        <w:rPr>
          <w:rFonts w:eastAsia="Calibri"/>
          <w:sz w:val="28"/>
          <w:szCs w:val="28"/>
        </w:rPr>
        <w:t>и размещения информационных материалов, услуг студий и аппаратных для монтажа и озвучивания телерадиопрограмм, услуг по предоставлению помещений для производства съемок, услуг по производству</w:t>
      </w:r>
      <w:r w:rsidR="00353AD7">
        <w:rPr>
          <w:rFonts w:eastAsia="Calibri"/>
          <w:sz w:val="28"/>
          <w:szCs w:val="28"/>
        </w:rPr>
        <w:t xml:space="preserve"> фотоматериалов,</w:t>
      </w:r>
      <w:r>
        <w:rPr>
          <w:rFonts w:eastAsia="Calibri"/>
          <w:sz w:val="28"/>
          <w:szCs w:val="28"/>
        </w:rPr>
        <w:t xml:space="preserve"> аудио- и видеосюжетов,</w:t>
      </w:r>
      <w:r w:rsidR="0085557A">
        <w:rPr>
          <w:rFonts w:eastAsia="Calibri"/>
          <w:sz w:val="28"/>
          <w:szCs w:val="28"/>
        </w:rPr>
        <w:t xml:space="preserve"> аудио- и видеороликов,</w:t>
      </w:r>
      <w:r w:rsidR="002B5F1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 оплате прав на использование аудио-, видео-, фотоматериалов, по приобретению видеокамер, серверов, компьютеров для осуществления монтажа телевизионных программ, фильмов, радиопрограмм, по оплате услуг </w:t>
      </w:r>
      <w:r w:rsidR="00DE6CD8"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 xml:space="preserve">по компьютерной графике, цветокоррекции изображения, обработке и чистке звука, ретрансляции теле-, радиоканала и теле-, радиопрограммы, по оплате услуг связи, обеспечению пожарной безопасности и охране объектов, приобретению расходных материалов, горюче-смазочных материалов, </w:t>
      </w:r>
      <w:r w:rsidR="00652BEA">
        <w:rPr>
          <w:rFonts w:eastAsia="Calibri"/>
          <w:sz w:val="28"/>
          <w:szCs w:val="28"/>
        </w:rPr>
        <w:t xml:space="preserve">                  </w:t>
      </w:r>
      <w:r>
        <w:rPr>
          <w:rFonts w:eastAsia="Calibri"/>
          <w:sz w:val="28"/>
          <w:szCs w:val="28"/>
        </w:rPr>
        <w:t xml:space="preserve">по техническому обслуживанию транспортных </w:t>
      </w:r>
      <w:r w:rsidR="00D124C6">
        <w:rPr>
          <w:rFonts w:eastAsia="Calibri"/>
          <w:sz w:val="28"/>
          <w:szCs w:val="28"/>
        </w:rPr>
        <w:t xml:space="preserve">средств, </w:t>
      </w:r>
      <w:r>
        <w:rPr>
          <w:rFonts w:eastAsia="Calibri"/>
          <w:sz w:val="28"/>
          <w:szCs w:val="28"/>
        </w:rPr>
        <w:t>оплате аудиторских, юридических и консультационных услуг, капитальному и текущему ремонту имущества (зданий, сооружений, машин</w:t>
      </w:r>
      <w:r w:rsidR="00D124C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 оборудования, инвентаря), техническому обслуживанию оборудования, оплате услуг по </w:t>
      </w:r>
      <w:r w:rsidR="00BC03B7">
        <w:rPr>
          <w:rFonts w:eastAsia="Calibri"/>
          <w:sz w:val="28"/>
          <w:szCs w:val="28"/>
        </w:rPr>
        <w:t>охране объектов</w:t>
      </w:r>
      <w:r>
        <w:rPr>
          <w:rFonts w:eastAsia="Calibri"/>
          <w:sz w:val="28"/>
          <w:szCs w:val="28"/>
        </w:rPr>
        <w:t>, оплате обязат</w:t>
      </w:r>
      <w:r w:rsidR="00815E38">
        <w:rPr>
          <w:rFonts w:eastAsia="Calibri"/>
          <w:sz w:val="28"/>
          <w:szCs w:val="28"/>
        </w:rPr>
        <w:t>ельных платежей и услуг банков</w:t>
      </w:r>
      <w:r>
        <w:rPr>
          <w:rFonts w:eastAsia="Calibri"/>
          <w:sz w:val="28"/>
          <w:szCs w:val="28"/>
        </w:rPr>
        <w:t xml:space="preserve">, обработки </w:t>
      </w:r>
      <w:r w:rsidR="00C06630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 xml:space="preserve">и передачи всех видов информации, оплате трафика, хостинга, расходов </w:t>
      </w:r>
      <w:r w:rsidR="00C06630">
        <w:rPr>
          <w:rFonts w:eastAsia="Calibri"/>
          <w:sz w:val="28"/>
          <w:szCs w:val="28"/>
        </w:rPr>
        <w:t xml:space="preserve">                  </w:t>
      </w:r>
      <w:r>
        <w:rPr>
          <w:rFonts w:eastAsia="Calibri"/>
          <w:sz w:val="28"/>
          <w:szCs w:val="28"/>
        </w:rPr>
        <w:t>по техничес</w:t>
      </w:r>
      <w:r w:rsidR="008B6CA5">
        <w:rPr>
          <w:rFonts w:eastAsia="Calibri"/>
          <w:sz w:val="28"/>
          <w:szCs w:val="28"/>
        </w:rPr>
        <w:t>кой поддержке сайта</w:t>
      </w:r>
      <w:r w:rsidR="00124075">
        <w:rPr>
          <w:rFonts w:eastAsia="Calibri"/>
          <w:sz w:val="28"/>
          <w:szCs w:val="28"/>
        </w:rPr>
        <w:t xml:space="preserve"> средств</w:t>
      </w:r>
      <w:r w:rsidR="00981EF5">
        <w:rPr>
          <w:rFonts w:eastAsia="Calibri"/>
          <w:sz w:val="28"/>
          <w:szCs w:val="28"/>
        </w:rPr>
        <w:t xml:space="preserve"> массовой информации</w:t>
      </w:r>
      <w:r w:rsidR="008B6CA5">
        <w:rPr>
          <w:rFonts w:eastAsia="Calibri"/>
          <w:sz w:val="28"/>
          <w:szCs w:val="28"/>
        </w:rPr>
        <w:t xml:space="preserve">, </w:t>
      </w:r>
      <w:r w:rsidR="008B6CA5" w:rsidRPr="00117E9D">
        <w:rPr>
          <w:rFonts w:eastAsia="Calibri"/>
          <w:sz w:val="28"/>
          <w:szCs w:val="28"/>
        </w:rPr>
        <w:t xml:space="preserve">страниц </w:t>
      </w:r>
      <w:r w:rsidR="002A2ABE">
        <w:rPr>
          <w:rFonts w:eastAsia="Calibri"/>
          <w:sz w:val="28"/>
          <w:szCs w:val="28"/>
        </w:rPr>
        <w:t>средств</w:t>
      </w:r>
      <w:r w:rsidR="00E65244">
        <w:rPr>
          <w:rFonts w:eastAsia="Calibri"/>
          <w:sz w:val="28"/>
          <w:szCs w:val="28"/>
        </w:rPr>
        <w:t xml:space="preserve"> массовой информации</w:t>
      </w:r>
      <w:r w:rsidR="00B271C9" w:rsidRPr="00117E9D">
        <w:rPr>
          <w:rFonts w:eastAsia="Calibri"/>
          <w:sz w:val="28"/>
          <w:szCs w:val="28"/>
        </w:rPr>
        <w:t xml:space="preserve"> </w:t>
      </w:r>
      <w:r w:rsidR="00C8443D" w:rsidRPr="00117E9D">
        <w:rPr>
          <w:rFonts w:eastAsia="Calibri"/>
          <w:sz w:val="28"/>
          <w:szCs w:val="28"/>
        </w:rPr>
        <w:t>в социальных сетях</w:t>
      </w:r>
      <w:r w:rsidR="00C8443D">
        <w:rPr>
          <w:rFonts w:eastAsia="Calibri"/>
          <w:sz w:val="28"/>
          <w:szCs w:val="28"/>
        </w:rPr>
        <w:t>,</w:t>
      </w:r>
      <w:r w:rsidR="00981EF5">
        <w:rPr>
          <w:rFonts w:eastAsia="Calibri"/>
          <w:sz w:val="28"/>
          <w:szCs w:val="28"/>
        </w:rPr>
        <w:t xml:space="preserve"> оплате типографских</w:t>
      </w:r>
      <w:r w:rsidR="00DE6CD8">
        <w:rPr>
          <w:rFonts w:eastAsia="Calibri"/>
          <w:sz w:val="28"/>
          <w:szCs w:val="28"/>
        </w:rPr>
        <w:t xml:space="preserve"> </w:t>
      </w:r>
      <w:r w:rsidR="00C06630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и издательских услуг (включая расходы на выплату агентского вознаграждения, распространению печатных изданий, поддерж</w:t>
      </w:r>
      <w:r w:rsidR="008D106E">
        <w:rPr>
          <w:rFonts w:eastAsia="Calibri"/>
          <w:sz w:val="28"/>
          <w:szCs w:val="28"/>
        </w:rPr>
        <w:t>ку электронных версий изданий)</w:t>
      </w:r>
      <w:r w:rsidR="00793944">
        <w:rPr>
          <w:rFonts w:eastAsia="Calibri"/>
          <w:sz w:val="28"/>
          <w:szCs w:val="28"/>
        </w:rPr>
        <w:t>.</w:t>
      </w:r>
    </w:p>
    <w:p w:rsidR="002A09B7" w:rsidRDefault="001B475F" w:rsidP="002A09B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B475F">
        <w:rPr>
          <w:rFonts w:eastAsia="Calibri"/>
          <w:sz w:val="28"/>
          <w:szCs w:val="28"/>
        </w:rPr>
        <w:t xml:space="preserve">Для целей настоящего Порядка под социально значимыми телепрограммами и проектами понимаются представляющие общественные </w:t>
      </w:r>
      <w:r w:rsidR="00A22674">
        <w:rPr>
          <w:rFonts w:eastAsia="Calibri"/>
          <w:sz w:val="28"/>
          <w:szCs w:val="28"/>
        </w:rPr>
        <w:t xml:space="preserve">                 </w:t>
      </w:r>
      <w:r w:rsidRPr="001B475F">
        <w:rPr>
          <w:rFonts w:eastAsia="Calibri"/>
          <w:sz w:val="28"/>
          <w:szCs w:val="28"/>
        </w:rPr>
        <w:t>и муниципальные интересы и соответствующие основным направлениям муниципальной информационной политики и долгосрочным приоритетам развития города Оренбурга и общества информационные, информационно-аналитические, публицистическ</w:t>
      </w:r>
      <w:r w:rsidR="00FB177C">
        <w:rPr>
          <w:rFonts w:eastAsia="Calibri"/>
          <w:sz w:val="28"/>
          <w:szCs w:val="28"/>
        </w:rPr>
        <w:t xml:space="preserve">ие, </w:t>
      </w:r>
      <w:r w:rsidR="00D459A6" w:rsidRPr="001B475F">
        <w:rPr>
          <w:rFonts w:eastAsia="Calibri"/>
          <w:sz w:val="28"/>
          <w:szCs w:val="28"/>
        </w:rPr>
        <w:t>образовательные</w:t>
      </w:r>
      <w:r w:rsidR="00D459A6">
        <w:rPr>
          <w:rFonts w:eastAsia="Calibri"/>
          <w:sz w:val="28"/>
          <w:szCs w:val="28"/>
        </w:rPr>
        <w:t xml:space="preserve">, </w:t>
      </w:r>
      <w:r w:rsidR="00FB177C">
        <w:rPr>
          <w:rFonts w:eastAsia="Calibri"/>
          <w:sz w:val="28"/>
          <w:szCs w:val="28"/>
        </w:rPr>
        <w:t xml:space="preserve">культурно-просветительские, </w:t>
      </w:r>
      <w:r w:rsidRPr="001B475F">
        <w:rPr>
          <w:rFonts w:eastAsia="Calibri"/>
          <w:sz w:val="28"/>
          <w:szCs w:val="28"/>
        </w:rPr>
        <w:t xml:space="preserve">телевизионные и радиопрограммы, телевизионные документальные фильмы и </w:t>
      </w:r>
      <w:r w:rsidR="002A2ABE">
        <w:rPr>
          <w:rFonts w:eastAsia="Calibri"/>
          <w:sz w:val="28"/>
          <w:szCs w:val="28"/>
        </w:rPr>
        <w:t xml:space="preserve">публикации, в том числе в сети </w:t>
      </w:r>
      <w:r w:rsidR="005216F2">
        <w:rPr>
          <w:rFonts w:eastAsia="Calibri"/>
          <w:sz w:val="28"/>
          <w:szCs w:val="28"/>
        </w:rPr>
        <w:t>Интернет</w:t>
      </w:r>
      <w:r w:rsidRPr="001B475F">
        <w:rPr>
          <w:rFonts w:eastAsia="Calibri"/>
          <w:sz w:val="28"/>
          <w:szCs w:val="28"/>
        </w:rPr>
        <w:t>.</w:t>
      </w:r>
    </w:p>
    <w:p w:rsidR="005216F2" w:rsidRDefault="005216F2" w:rsidP="00D05E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</w:t>
      </w:r>
      <w:r w:rsidRPr="005216F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</w:t>
      </w:r>
      <w:r w:rsidRPr="005216F2">
        <w:rPr>
          <w:rFonts w:eastAsia="Calibri"/>
          <w:sz w:val="28"/>
          <w:szCs w:val="28"/>
        </w:rPr>
        <w:t xml:space="preserve">убсидии предоставляются Администрацией города Оренбурга (далее </w:t>
      </w:r>
      <w:r w:rsidR="00D05EA9">
        <w:rPr>
          <w:sz w:val="28"/>
          <w:szCs w:val="28"/>
        </w:rPr>
        <w:t>–</w:t>
      </w:r>
      <w:r w:rsidR="00D05EA9">
        <w:rPr>
          <w:rFonts w:eastAsia="Calibri"/>
          <w:sz w:val="28"/>
          <w:szCs w:val="28"/>
        </w:rPr>
        <w:t xml:space="preserve"> </w:t>
      </w:r>
      <w:r w:rsidRPr="005216F2">
        <w:rPr>
          <w:rFonts w:eastAsia="Calibri"/>
          <w:sz w:val="28"/>
          <w:szCs w:val="28"/>
        </w:rPr>
        <w:t>главным распорядителем бюджетных средств)</w:t>
      </w:r>
      <w:r w:rsidR="00DE6CD8">
        <w:rPr>
          <w:rFonts w:eastAsia="Calibri"/>
          <w:sz w:val="28"/>
          <w:szCs w:val="28"/>
        </w:rPr>
        <w:t xml:space="preserve"> </w:t>
      </w:r>
      <w:r w:rsidR="00BC1F2C">
        <w:rPr>
          <w:rFonts w:eastAsia="Calibri"/>
          <w:sz w:val="28"/>
          <w:szCs w:val="28"/>
        </w:rPr>
        <w:t xml:space="preserve">юридическим лицам </w:t>
      </w:r>
      <w:r w:rsidR="00652BEA">
        <w:rPr>
          <w:rFonts w:eastAsia="Calibri"/>
          <w:sz w:val="28"/>
          <w:szCs w:val="28"/>
        </w:rPr>
        <w:t xml:space="preserve">         </w:t>
      </w:r>
      <w:r w:rsidR="00BC1F2C">
        <w:rPr>
          <w:rFonts w:eastAsia="Calibri"/>
          <w:sz w:val="28"/>
          <w:szCs w:val="28"/>
        </w:rPr>
        <w:t>и индивидуальным предпринимателям</w:t>
      </w:r>
      <w:r w:rsidR="00BC1F2C">
        <w:rPr>
          <w:sz w:val="28"/>
          <w:szCs w:val="28"/>
        </w:rPr>
        <w:t xml:space="preserve"> </w:t>
      </w:r>
      <w:r w:rsidR="00BC1F2C">
        <w:rPr>
          <w:rFonts w:eastAsia="Calibri"/>
          <w:sz w:val="28"/>
          <w:szCs w:val="28"/>
        </w:rPr>
        <w:t>– производителям товаров, работ, услуг в сфере периодической печати и электронных средств массовой информации</w:t>
      </w:r>
      <w:r w:rsidR="00DE6CD8">
        <w:rPr>
          <w:rFonts w:eastAsia="Calibri"/>
          <w:sz w:val="28"/>
          <w:szCs w:val="28"/>
        </w:rPr>
        <w:t xml:space="preserve"> </w:t>
      </w:r>
      <w:r w:rsidRPr="005216F2">
        <w:rPr>
          <w:rFonts w:eastAsia="Calibri"/>
          <w:sz w:val="28"/>
          <w:szCs w:val="28"/>
        </w:rPr>
        <w:t xml:space="preserve">в пределах средств, предусмотренных в бюджете города Оренбурга на соответствующий финансовый год, и лимитов бюджетных </w:t>
      </w:r>
      <w:r>
        <w:rPr>
          <w:rFonts w:eastAsia="Calibri"/>
          <w:sz w:val="28"/>
          <w:szCs w:val="28"/>
        </w:rPr>
        <w:t>обязательств</w:t>
      </w:r>
      <w:r w:rsidR="00652BE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указанные цели.</w:t>
      </w:r>
    </w:p>
    <w:p w:rsidR="00FB1590" w:rsidRDefault="001B475F" w:rsidP="00466C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1.</w:t>
      </w:r>
      <w:r w:rsidR="005216F2">
        <w:rPr>
          <w:rFonts w:eastAsia="Calibri"/>
          <w:sz w:val="28"/>
          <w:szCs w:val="28"/>
        </w:rPr>
        <w:t>4</w:t>
      </w:r>
      <w:r w:rsidR="00B271C9">
        <w:rPr>
          <w:rFonts w:eastAsia="Calibri"/>
          <w:sz w:val="28"/>
          <w:szCs w:val="28"/>
        </w:rPr>
        <w:t>. На получение субсидии могут претендовать</w:t>
      </w:r>
      <w:r w:rsidR="00020F31">
        <w:rPr>
          <w:rFonts w:eastAsia="Calibri"/>
          <w:sz w:val="28"/>
          <w:szCs w:val="28"/>
        </w:rPr>
        <w:t xml:space="preserve"> юридические лица </w:t>
      </w:r>
      <w:r w:rsidR="00652BEA">
        <w:rPr>
          <w:rFonts w:eastAsia="Calibri"/>
          <w:sz w:val="28"/>
          <w:szCs w:val="28"/>
        </w:rPr>
        <w:t xml:space="preserve">                 </w:t>
      </w:r>
      <w:r w:rsidR="00020F31">
        <w:rPr>
          <w:rFonts w:eastAsia="Calibri"/>
          <w:sz w:val="28"/>
          <w:szCs w:val="28"/>
        </w:rPr>
        <w:t xml:space="preserve">и индивидуальные предприниматели </w:t>
      </w:r>
      <w:r w:rsidR="00020F31">
        <w:rPr>
          <w:sz w:val="28"/>
          <w:szCs w:val="28"/>
        </w:rPr>
        <w:t>–</w:t>
      </w:r>
      <w:r w:rsidR="00020F31">
        <w:rPr>
          <w:rFonts w:eastAsia="Calibri"/>
          <w:sz w:val="28"/>
          <w:szCs w:val="28"/>
        </w:rPr>
        <w:t xml:space="preserve"> производители товаров, работ, услуг</w:t>
      </w:r>
      <w:r w:rsidR="00652BEA">
        <w:rPr>
          <w:rFonts w:eastAsia="Calibri"/>
          <w:sz w:val="28"/>
          <w:szCs w:val="28"/>
        </w:rPr>
        <w:t xml:space="preserve">     </w:t>
      </w:r>
      <w:r w:rsidR="00020F31">
        <w:rPr>
          <w:rFonts w:eastAsia="Calibri"/>
          <w:sz w:val="28"/>
          <w:szCs w:val="28"/>
        </w:rPr>
        <w:t xml:space="preserve"> в сфере периодической печати и электронных средств массовой информации, </w:t>
      </w:r>
      <w:r w:rsidR="006260E4">
        <w:rPr>
          <w:rFonts w:eastAsia="Calibri"/>
          <w:sz w:val="28"/>
          <w:szCs w:val="28"/>
        </w:rPr>
        <w:t xml:space="preserve">независимо </w:t>
      </w:r>
      <w:r w:rsidR="00B271C9">
        <w:rPr>
          <w:rFonts w:eastAsia="Calibri"/>
          <w:sz w:val="28"/>
          <w:szCs w:val="28"/>
        </w:rPr>
        <w:t xml:space="preserve">от их организационно-правовой формы, осуществляющие публикацию муниципальных правовых актов города Оренбурга, распространение </w:t>
      </w:r>
      <w:r w:rsidR="00657584">
        <w:rPr>
          <w:rFonts w:eastAsia="Calibri"/>
          <w:sz w:val="28"/>
          <w:szCs w:val="28"/>
        </w:rPr>
        <w:t xml:space="preserve">печатных изданий, </w:t>
      </w:r>
      <w:r w:rsidR="00B271C9">
        <w:rPr>
          <w:rFonts w:eastAsia="Calibri"/>
          <w:sz w:val="28"/>
          <w:szCs w:val="28"/>
        </w:rPr>
        <w:t>социально значимых телерадиопрограмм</w:t>
      </w:r>
      <w:r w:rsidR="003B16D8">
        <w:rPr>
          <w:rFonts w:eastAsia="Calibri"/>
          <w:sz w:val="28"/>
          <w:szCs w:val="28"/>
        </w:rPr>
        <w:t xml:space="preserve"> и проектов</w:t>
      </w:r>
      <w:r w:rsidR="006260E4">
        <w:rPr>
          <w:rFonts w:eastAsia="Calibri"/>
          <w:sz w:val="28"/>
          <w:szCs w:val="28"/>
        </w:rPr>
        <w:t xml:space="preserve"> </w:t>
      </w:r>
      <w:r w:rsidR="00B271C9">
        <w:rPr>
          <w:rFonts w:eastAsia="Calibri"/>
          <w:sz w:val="28"/>
          <w:szCs w:val="28"/>
        </w:rPr>
        <w:t>по освещению деятельности Главы города Оренбурга, Администрации города Оренбурга на территории города Оренбурга</w:t>
      </w:r>
      <w:r w:rsidR="00466C1A">
        <w:rPr>
          <w:rFonts w:eastAsia="Calibri"/>
          <w:sz w:val="28"/>
          <w:szCs w:val="28"/>
        </w:rPr>
        <w:t xml:space="preserve"> (далее – проекты)</w:t>
      </w:r>
      <w:r w:rsidR="00B271C9">
        <w:rPr>
          <w:rFonts w:eastAsia="Calibri"/>
          <w:sz w:val="28"/>
          <w:szCs w:val="28"/>
        </w:rPr>
        <w:t>. Субсидия не предоставляется печатным</w:t>
      </w:r>
      <w:r w:rsidR="00652BEA">
        <w:rPr>
          <w:rFonts w:eastAsia="Calibri"/>
          <w:sz w:val="28"/>
          <w:szCs w:val="28"/>
        </w:rPr>
        <w:t xml:space="preserve">                     </w:t>
      </w:r>
      <w:r w:rsidR="00B271C9">
        <w:rPr>
          <w:rFonts w:eastAsia="Calibri"/>
          <w:sz w:val="28"/>
          <w:szCs w:val="28"/>
        </w:rPr>
        <w:t xml:space="preserve"> и сетевым изданиям, являющим</w:t>
      </w:r>
      <w:r w:rsidR="00E92346">
        <w:rPr>
          <w:rFonts w:eastAsia="Calibri"/>
          <w:sz w:val="28"/>
          <w:szCs w:val="28"/>
        </w:rPr>
        <w:t>и</w:t>
      </w:r>
      <w:r w:rsidR="00B271C9">
        <w:rPr>
          <w:rFonts w:eastAsia="Calibri"/>
          <w:sz w:val="28"/>
          <w:szCs w:val="28"/>
        </w:rPr>
        <w:t>ся специализированными, справочными, развлекательными, рекламными и эротическими изданиями, изданиями политических партий, политических общественных движений и религиозных объединений.</w:t>
      </w:r>
    </w:p>
    <w:p w:rsidR="004C7FB4" w:rsidRDefault="001B475F" w:rsidP="004C7F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5216F2">
        <w:rPr>
          <w:rFonts w:eastAsia="Calibri"/>
          <w:sz w:val="28"/>
          <w:szCs w:val="28"/>
        </w:rPr>
        <w:t>5</w:t>
      </w:r>
      <w:r w:rsidR="00FB1590">
        <w:rPr>
          <w:rFonts w:eastAsia="Calibri"/>
          <w:sz w:val="28"/>
          <w:szCs w:val="28"/>
        </w:rPr>
        <w:t xml:space="preserve">. Субсидии предоставляются по результатам </w:t>
      </w:r>
      <w:r w:rsidR="00056021">
        <w:rPr>
          <w:rFonts w:eastAsia="Calibri"/>
          <w:sz w:val="28"/>
          <w:szCs w:val="28"/>
        </w:rPr>
        <w:t>отбор</w:t>
      </w:r>
      <w:r w:rsidR="00FB1590">
        <w:rPr>
          <w:rFonts w:eastAsia="Calibri"/>
          <w:sz w:val="28"/>
          <w:szCs w:val="28"/>
        </w:rPr>
        <w:t>а, который проводится при определении получателей субсидии, исходя из наилучших условий достижения результатов</w:t>
      </w:r>
      <w:r w:rsidR="00BF1DA2">
        <w:rPr>
          <w:rFonts w:eastAsia="Calibri"/>
          <w:sz w:val="28"/>
          <w:szCs w:val="28"/>
        </w:rPr>
        <w:t xml:space="preserve"> предоставления</w:t>
      </w:r>
      <w:r w:rsidR="00265542">
        <w:rPr>
          <w:rFonts w:eastAsia="Calibri"/>
          <w:sz w:val="28"/>
          <w:szCs w:val="28"/>
        </w:rPr>
        <w:t xml:space="preserve"> </w:t>
      </w:r>
      <w:r w:rsidR="00BF1DA2">
        <w:rPr>
          <w:rFonts w:eastAsia="Calibri"/>
          <w:sz w:val="28"/>
          <w:szCs w:val="28"/>
        </w:rPr>
        <w:t>суб</w:t>
      </w:r>
      <w:r w:rsidR="00265542">
        <w:rPr>
          <w:rFonts w:eastAsia="Calibri"/>
          <w:sz w:val="28"/>
          <w:szCs w:val="28"/>
        </w:rPr>
        <w:t>сидий (</w:t>
      </w:r>
      <w:r w:rsidR="00FB1590">
        <w:rPr>
          <w:rFonts w:eastAsia="Calibri"/>
          <w:sz w:val="28"/>
          <w:szCs w:val="28"/>
        </w:rPr>
        <w:t>далее</w:t>
      </w:r>
      <w:r w:rsidR="00265542">
        <w:rPr>
          <w:rFonts w:eastAsia="Calibri"/>
          <w:sz w:val="28"/>
          <w:szCs w:val="28"/>
        </w:rPr>
        <w:t xml:space="preserve"> – </w:t>
      </w:r>
      <w:r w:rsidR="00FB1590">
        <w:rPr>
          <w:rFonts w:eastAsia="Calibri"/>
          <w:sz w:val="28"/>
          <w:szCs w:val="28"/>
        </w:rPr>
        <w:t>отбор)</w:t>
      </w:r>
      <w:r w:rsidR="00265542">
        <w:rPr>
          <w:rFonts w:eastAsia="Calibri"/>
          <w:sz w:val="28"/>
          <w:szCs w:val="28"/>
        </w:rPr>
        <w:t>.</w:t>
      </w:r>
    </w:p>
    <w:p w:rsidR="009B245E" w:rsidRDefault="001B475F" w:rsidP="00D074B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5216F2">
        <w:rPr>
          <w:rFonts w:eastAsia="Calibri"/>
          <w:sz w:val="28"/>
          <w:szCs w:val="28"/>
        </w:rPr>
        <w:t>6</w:t>
      </w:r>
      <w:r w:rsidR="004C7FB4">
        <w:rPr>
          <w:rFonts w:eastAsia="Calibri"/>
          <w:sz w:val="28"/>
          <w:szCs w:val="28"/>
        </w:rPr>
        <w:t xml:space="preserve">. </w:t>
      </w:r>
      <w:r w:rsidR="009B245E">
        <w:rPr>
          <w:rFonts w:eastAsia="Calibri"/>
          <w:sz w:val="28"/>
          <w:szCs w:val="28"/>
        </w:rPr>
        <w:t>Информация о субсидиях размещае</w:t>
      </w:r>
      <w:r w:rsidR="004C7FB4" w:rsidRPr="00117E9D">
        <w:rPr>
          <w:rFonts w:eastAsia="Calibri"/>
          <w:sz w:val="28"/>
          <w:szCs w:val="28"/>
        </w:rPr>
        <w:t xml:space="preserve">тся на едином портале бюджетной системы Российской Федерации в сети Интернет (далее </w:t>
      </w:r>
      <w:r w:rsidR="0055583F">
        <w:rPr>
          <w:rFonts w:eastAsia="Calibri"/>
          <w:sz w:val="28"/>
          <w:szCs w:val="28"/>
        </w:rPr>
        <w:t>–</w:t>
      </w:r>
      <w:r w:rsidR="007E0240">
        <w:rPr>
          <w:rFonts w:eastAsia="Calibri"/>
          <w:sz w:val="28"/>
          <w:szCs w:val="28"/>
        </w:rPr>
        <w:t xml:space="preserve"> единый портал)</w:t>
      </w:r>
      <w:r w:rsidR="00DE6CD8">
        <w:rPr>
          <w:rFonts w:eastAsia="Calibri"/>
          <w:sz w:val="28"/>
          <w:szCs w:val="28"/>
        </w:rPr>
        <w:t xml:space="preserve"> </w:t>
      </w:r>
      <w:r w:rsidR="004C7FB4" w:rsidRPr="00117E9D">
        <w:rPr>
          <w:rFonts w:eastAsia="Calibri"/>
          <w:sz w:val="28"/>
          <w:szCs w:val="28"/>
        </w:rPr>
        <w:t xml:space="preserve">(в разделе «Бюджет» единого портала) </w:t>
      </w:r>
      <w:r w:rsidR="00E07C3F">
        <w:rPr>
          <w:rFonts w:eastAsia="Calibri"/>
          <w:sz w:val="28"/>
          <w:szCs w:val="28"/>
        </w:rPr>
        <w:t>в порядке, установленном Министерством финансов Российской Федерации.</w:t>
      </w:r>
    </w:p>
    <w:p w:rsidR="009B245E" w:rsidRDefault="009B245E" w:rsidP="00E07C3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4312ED" w:rsidRPr="004312ED" w:rsidRDefault="004312ED" w:rsidP="004312ED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 w:rsidRPr="004312ED">
        <w:rPr>
          <w:rFonts w:eastAsia="Calibri"/>
          <w:sz w:val="28"/>
          <w:szCs w:val="28"/>
        </w:rPr>
        <w:t>2. Порядок проведения отбора</w:t>
      </w:r>
    </w:p>
    <w:p w:rsidR="004312ED" w:rsidRPr="004312ED" w:rsidRDefault="004312ED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312ED" w:rsidRPr="004312ED" w:rsidRDefault="004312ED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312ED">
        <w:rPr>
          <w:rFonts w:eastAsia="Calibri"/>
          <w:sz w:val="28"/>
          <w:szCs w:val="28"/>
        </w:rPr>
        <w:t xml:space="preserve">2.1. Объявление о проведении отбора размещается на едином портале </w:t>
      </w:r>
      <w:r w:rsidR="00DE6CD8">
        <w:rPr>
          <w:rFonts w:eastAsia="Calibri"/>
          <w:sz w:val="28"/>
          <w:szCs w:val="28"/>
        </w:rPr>
        <w:t xml:space="preserve">                   </w:t>
      </w:r>
      <w:r w:rsidRPr="004312ED">
        <w:rPr>
          <w:rFonts w:eastAsia="Calibri"/>
          <w:sz w:val="28"/>
          <w:szCs w:val="28"/>
        </w:rPr>
        <w:t xml:space="preserve">и на официальном Интернет-портале города Оренбурга (www.orenburg.ru) </w:t>
      </w:r>
      <w:r w:rsidR="00DE6CD8">
        <w:rPr>
          <w:rFonts w:eastAsia="Calibri"/>
          <w:sz w:val="28"/>
          <w:szCs w:val="28"/>
        </w:rPr>
        <w:t xml:space="preserve">              </w:t>
      </w:r>
      <w:r w:rsidRPr="004312ED">
        <w:rPr>
          <w:rFonts w:eastAsia="Calibri"/>
          <w:sz w:val="28"/>
          <w:szCs w:val="28"/>
        </w:rPr>
        <w:t>не позднее 15 ноября текущего года.</w:t>
      </w:r>
    </w:p>
    <w:p w:rsidR="0042063F" w:rsidRPr="003F0CEF" w:rsidRDefault="004312ED" w:rsidP="00963B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312ED">
        <w:rPr>
          <w:rFonts w:eastAsia="Calibri"/>
          <w:sz w:val="28"/>
          <w:szCs w:val="28"/>
        </w:rPr>
        <w:t>2.2. В объявлении о проведении отбора указываются:</w:t>
      </w:r>
      <w:r w:rsidR="00072192">
        <w:rPr>
          <w:rFonts w:eastAsia="Calibri"/>
          <w:sz w:val="28"/>
          <w:szCs w:val="28"/>
        </w:rPr>
        <w:t xml:space="preserve"> </w:t>
      </w:r>
    </w:p>
    <w:p w:rsidR="008E3A02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8E3A02">
        <w:rPr>
          <w:rFonts w:eastAsia="Calibri"/>
          <w:sz w:val="28"/>
          <w:szCs w:val="28"/>
        </w:rPr>
        <w:t>) сроки проведения отбора</w:t>
      </w:r>
      <w:r w:rsidR="008C6D8C">
        <w:rPr>
          <w:rFonts w:eastAsia="Calibri"/>
          <w:sz w:val="28"/>
          <w:szCs w:val="28"/>
        </w:rPr>
        <w:t>, а та</w:t>
      </w:r>
      <w:r w:rsidR="00EC6A87">
        <w:rPr>
          <w:rFonts w:eastAsia="Calibri"/>
          <w:sz w:val="28"/>
          <w:szCs w:val="28"/>
        </w:rPr>
        <w:t>кже при необходимости информация</w:t>
      </w:r>
      <w:r w:rsidR="00091EE7" w:rsidRPr="004312ED">
        <w:rPr>
          <w:rFonts w:eastAsia="Calibri"/>
          <w:sz w:val="28"/>
          <w:szCs w:val="28"/>
        </w:rPr>
        <w:t xml:space="preserve"> </w:t>
      </w:r>
      <w:r w:rsidR="00DE6CD8">
        <w:rPr>
          <w:rFonts w:eastAsia="Calibri"/>
          <w:sz w:val="28"/>
          <w:szCs w:val="28"/>
        </w:rPr>
        <w:t xml:space="preserve">            </w:t>
      </w:r>
      <w:r w:rsidR="00091EE7" w:rsidRPr="004312ED">
        <w:rPr>
          <w:rFonts w:eastAsia="Calibri"/>
          <w:sz w:val="28"/>
          <w:szCs w:val="28"/>
        </w:rPr>
        <w:t>о возможности проведения нескольких этапов отбора с указанием</w:t>
      </w:r>
      <w:r w:rsidR="008C6D8C">
        <w:rPr>
          <w:rFonts w:eastAsia="Calibri"/>
          <w:sz w:val="28"/>
          <w:szCs w:val="28"/>
        </w:rPr>
        <w:t xml:space="preserve"> сроков </w:t>
      </w:r>
      <w:r w:rsidR="00DE6CD8">
        <w:rPr>
          <w:rFonts w:eastAsia="Calibri"/>
          <w:sz w:val="28"/>
          <w:szCs w:val="28"/>
        </w:rPr>
        <w:t xml:space="preserve">                 </w:t>
      </w:r>
      <w:r w:rsidR="008C6D8C">
        <w:rPr>
          <w:rFonts w:eastAsia="Calibri"/>
          <w:sz w:val="28"/>
          <w:szCs w:val="28"/>
        </w:rPr>
        <w:t>и порядка их проведения</w:t>
      </w:r>
      <w:r w:rsidR="008E3A02">
        <w:rPr>
          <w:rFonts w:eastAsia="Calibri"/>
          <w:sz w:val="28"/>
          <w:szCs w:val="28"/>
        </w:rPr>
        <w:t>;</w:t>
      </w:r>
    </w:p>
    <w:p w:rsidR="00244002" w:rsidRDefault="003F0CEF" w:rsidP="0024400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8E3A02">
        <w:rPr>
          <w:rFonts w:eastAsia="Calibri"/>
          <w:sz w:val="28"/>
          <w:szCs w:val="28"/>
        </w:rPr>
        <w:t>)</w:t>
      </w:r>
      <w:r w:rsidR="005D6929" w:rsidRPr="005D6929">
        <w:rPr>
          <w:rFonts w:eastAsia="Calibri"/>
          <w:sz w:val="28"/>
          <w:szCs w:val="28"/>
        </w:rPr>
        <w:t xml:space="preserve"> д</w:t>
      </w:r>
      <w:r w:rsidR="003059F9">
        <w:rPr>
          <w:rFonts w:eastAsia="Calibri"/>
          <w:sz w:val="28"/>
          <w:szCs w:val="28"/>
        </w:rPr>
        <w:t>ата</w:t>
      </w:r>
      <w:r w:rsidR="005D6929" w:rsidRPr="005D6929">
        <w:rPr>
          <w:rFonts w:eastAsia="Calibri"/>
          <w:sz w:val="28"/>
          <w:szCs w:val="28"/>
        </w:rPr>
        <w:t xml:space="preserve"> начала подачи </w:t>
      </w:r>
      <w:r w:rsidR="00963B1A">
        <w:rPr>
          <w:rFonts w:eastAsia="Calibri"/>
          <w:sz w:val="28"/>
          <w:szCs w:val="28"/>
        </w:rPr>
        <w:t xml:space="preserve">и окончания приема </w:t>
      </w:r>
      <w:r w:rsidR="005D6929" w:rsidRPr="005D6929">
        <w:rPr>
          <w:rFonts w:eastAsia="Calibri"/>
          <w:sz w:val="28"/>
          <w:szCs w:val="28"/>
        </w:rPr>
        <w:t>заявок участников отбора</w:t>
      </w:r>
      <w:r w:rsidR="00244002">
        <w:rPr>
          <w:rFonts w:eastAsia="Calibri"/>
          <w:sz w:val="28"/>
          <w:szCs w:val="28"/>
        </w:rPr>
        <w:t xml:space="preserve">, </w:t>
      </w:r>
      <w:r w:rsidR="009A6537">
        <w:rPr>
          <w:rFonts w:eastAsia="Calibri"/>
          <w:sz w:val="28"/>
          <w:szCs w:val="28"/>
        </w:rPr>
        <w:t>при этом дата окончания приема заявок не может быть</w:t>
      </w:r>
      <w:r w:rsidR="0017770D">
        <w:rPr>
          <w:rFonts w:eastAsia="Calibri"/>
          <w:sz w:val="28"/>
          <w:szCs w:val="28"/>
        </w:rPr>
        <w:t xml:space="preserve"> ранее </w:t>
      </w:r>
      <w:r w:rsidR="00E92346">
        <w:rPr>
          <w:rFonts w:eastAsia="Calibri"/>
          <w:sz w:val="28"/>
          <w:szCs w:val="28"/>
        </w:rPr>
        <w:t>30</w:t>
      </w:r>
      <w:r w:rsidR="00244002">
        <w:rPr>
          <w:rFonts w:eastAsia="Calibri"/>
          <w:sz w:val="28"/>
          <w:szCs w:val="28"/>
        </w:rPr>
        <w:t xml:space="preserve"> календарного дня, следующего за днем размещения объявления о проведен</w:t>
      </w:r>
      <w:r w:rsidR="00026AD6">
        <w:rPr>
          <w:rFonts w:eastAsia="Calibri"/>
          <w:sz w:val="28"/>
          <w:szCs w:val="28"/>
        </w:rPr>
        <w:t>ии отбора;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312ED" w:rsidRPr="004312ED">
        <w:rPr>
          <w:rFonts w:eastAsia="Calibri"/>
          <w:sz w:val="28"/>
          <w:szCs w:val="28"/>
        </w:rPr>
        <w:t>) наименование, место нахождения, почтовый адрес, адрес электронной по</w:t>
      </w:r>
      <w:r w:rsidR="00790182">
        <w:rPr>
          <w:rFonts w:eastAsia="Calibri"/>
          <w:sz w:val="28"/>
          <w:szCs w:val="28"/>
        </w:rPr>
        <w:t>чты</w:t>
      </w:r>
      <w:r w:rsidR="00A263DC">
        <w:rPr>
          <w:rFonts w:eastAsia="Calibri"/>
          <w:sz w:val="28"/>
          <w:szCs w:val="28"/>
        </w:rPr>
        <w:t xml:space="preserve"> </w:t>
      </w:r>
      <w:r w:rsidR="00790182">
        <w:rPr>
          <w:rFonts w:eastAsia="Calibri"/>
          <w:sz w:val="28"/>
          <w:szCs w:val="28"/>
        </w:rPr>
        <w:t>главного распорядителя</w:t>
      </w:r>
      <w:r w:rsidR="004312ED" w:rsidRPr="004312ED">
        <w:rPr>
          <w:rFonts w:eastAsia="Calibri"/>
          <w:sz w:val="28"/>
          <w:szCs w:val="28"/>
        </w:rPr>
        <w:t xml:space="preserve"> бюджетных средств;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6F4FCD">
        <w:rPr>
          <w:rFonts w:eastAsia="Calibri"/>
          <w:sz w:val="28"/>
          <w:szCs w:val="28"/>
        </w:rPr>
        <w:t>) результат</w:t>
      </w:r>
      <w:r w:rsidR="004312ED" w:rsidRPr="004312ED">
        <w:rPr>
          <w:rFonts w:eastAsia="Calibri"/>
          <w:sz w:val="28"/>
          <w:szCs w:val="28"/>
        </w:rPr>
        <w:t xml:space="preserve"> предоставления субсидии в соответствии с пунктом </w:t>
      </w:r>
      <w:r w:rsidR="0017770D">
        <w:rPr>
          <w:rFonts w:eastAsia="Calibri"/>
          <w:sz w:val="28"/>
          <w:szCs w:val="28"/>
        </w:rPr>
        <w:t>3.10</w:t>
      </w:r>
      <w:r w:rsidR="004312ED" w:rsidRPr="004312ED">
        <w:rPr>
          <w:rFonts w:eastAsia="Calibri"/>
          <w:sz w:val="28"/>
          <w:szCs w:val="28"/>
        </w:rPr>
        <w:t xml:space="preserve"> настоящего Порядка</w:t>
      </w:r>
      <w:r w:rsidR="003720F8">
        <w:rPr>
          <w:rFonts w:eastAsia="Calibri"/>
          <w:sz w:val="28"/>
          <w:szCs w:val="28"/>
        </w:rPr>
        <w:t xml:space="preserve"> и </w:t>
      </w:r>
      <w:r w:rsidR="00424538">
        <w:rPr>
          <w:rFonts w:eastAsia="Calibri"/>
          <w:sz w:val="28"/>
          <w:szCs w:val="28"/>
        </w:rPr>
        <w:t>характеристики</w:t>
      </w:r>
      <w:r w:rsidR="003720F8">
        <w:rPr>
          <w:rFonts w:eastAsia="Calibri"/>
          <w:sz w:val="28"/>
          <w:szCs w:val="28"/>
        </w:rPr>
        <w:t xml:space="preserve"> результата</w:t>
      </w:r>
      <w:r w:rsidR="004312ED" w:rsidRPr="004312ED">
        <w:rPr>
          <w:rFonts w:eastAsia="Calibri"/>
          <w:sz w:val="28"/>
          <w:szCs w:val="28"/>
        </w:rPr>
        <w:t>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4312ED" w:rsidRPr="004312ED">
        <w:rPr>
          <w:rFonts w:eastAsia="Calibri"/>
          <w:sz w:val="28"/>
          <w:szCs w:val="28"/>
        </w:rPr>
        <w:t xml:space="preserve">) доменное имя и (или) указатели </w:t>
      </w:r>
      <w:r w:rsidR="00D43858">
        <w:rPr>
          <w:rFonts w:eastAsia="Calibri"/>
          <w:sz w:val="28"/>
          <w:szCs w:val="28"/>
        </w:rPr>
        <w:t xml:space="preserve">страниц системы «Электронный бюджет» или иного </w:t>
      </w:r>
      <w:r w:rsidR="00E92346">
        <w:rPr>
          <w:rFonts w:eastAsia="Calibri"/>
          <w:sz w:val="28"/>
          <w:szCs w:val="28"/>
        </w:rPr>
        <w:t>сайта в сети Интернет</w:t>
      </w:r>
      <w:r w:rsidR="004312ED" w:rsidRPr="004312ED">
        <w:rPr>
          <w:rFonts w:eastAsia="Calibri"/>
          <w:sz w:val="28"/>
          <w:szCs w:val="28"/>
        </w:rPr>
        <w:t xml:space="preserve">, на котором </w:t>
      </w:r>
      <w:r w:rsidR="005673A9">
        <w:rPr>
          <w:rFonts w:eastAsia="Calibri"/>
          <w:sz w:val="28"/>
          <w:szCs w:val="28"/>
        </w:rPr>
        <w:t>обеспечивается проведение отбор</w:t>
      </w:r>
      <w:r w:rsidR="00066728">
        <w:rPr>
          <w:rFonts w:eastAsia="Calibri"/>
          <w:sz w:val="28"/>
          <w:szCs w:val="28"/>
        </w:rPr>
        <w:t>а</w:t>
      </w:r>
      <w:r w:rsidR="004312ED" w:rsidRPr="004312ED">
        <w:rPr>
          <w:rFonts w:eastAsia="Calibri"/>
          <w:sz w:val="28"/>
          <w:szCs w:val="28"/>
        </w:rPr>
        <w:t>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4312ED" w:rsidRPr="004312ED">
        <w:rPr>
          <w:rFonts w:eastAsia="Calibri"/>
          <w:sz w:val="28"/>
          <w:szCs w:val="28"/>
        </w:rPr>
        <w:t>) требования к участникам отбора</w:t>
      </w:r>
      <w:r w:rsidR="00641C22">
        <w:rPr>
          <w:rFonts w:eastAsia="Calibri"/>
          <w:sz w:val="28"/>
          <w:szCs w:val="28"/>
        </w:rPr>
        <w:t xml:space="preserve"> получателей субсидии</w:t>
      </w:r>
      <w:r w:rsidR="00AF6063">
        <w:rPr>
          <w:rFonts w:eastAsia="Calibri"/>
          <w:sz w:val="28"/>
          <w:szCs w:val="28"/>
        </w:rPr>
        <w:t>, определе</w:t>
      </w:r>
      <w:r w:rsidR="00151B00">
        <w:rPr>
          <w:rFonts w:eastAsia="Calibri"/>
          <w:sz w:val="28"/>
          <w:szCs w:val="28"/>
        </w:rPr>
        <w:t>нные</w:t>
      </w:r>
      <w:r w:rsidR="004312ED" w:rsidRPr="004312ED">
        <w:rPr>
          <w:rFonts w:eastAsia="Calibri"/>
          <w:sz w:val="28"/>
          <w:szCs w:val="28"/>
        </w:rPr>
        <w:t xml:space="preserve"> в соответствии с </w:t>
      </w:r>
      <w:r w:rsidR="00FA7D43">
        <w:rPr>
          <w:rFonts w:eastAsia="Calibri"/>
          <w:sz w:val="28"/>
          <w:szCs w:val="28"/>
        </w:rPr>
        <w:t>пунктом 3.1 настоящего Порядка</w:t>
      </w:r>
      <w:r w:rsidR="005A5EEA">
        <w:rPr>
          <w:rFonts w:eastAsia="Calibri"/>
          <w:sz w:val="28"/>
          <w:szCs w:val="28"/>
        </w:rPr>
        <w:t>, и к перечню</w:t>
      </w:r>
      <w:r w:rsidR="004312ED" w:rsidRPr="004312ED">
        <w:rPr>
          <w:rFonts w:eastAsia="Calibri"/>
          <w:sz w:val="28"/>
          <w:szCs w:val="28"/>
        </w:rPr>
        <w:t xml:space="preserve"> </w:t>
      </w:r>
      <w:r w:rsidR="004312ED" w:rsidRPr="00151B00">
        <w:rPr>
          <w:rFonts w:eastAsia="Calibri"/>
          <w:sz w:val="28"/>
          <w:szCs w:val="28"/>
        </w:rPr>
        <w:t>документов, представляемых участниками отбора</w:t>
      </w:r>
      <w:r w:rsidR="00FA7D43" w:rsidRPr="00151B00">
        <w:rPr>
          <w:rFonts w:eastAsia="Calibri"/>
          <w:sz w:val="28"/>
          <w:szCs w:val="28"/>
        </w:rPr>
        <w:t xml:space="preserve"> </w:t>
      </w:r>
      <w:r w:rsidR="004312ED" w:rsidRPr="00151B00">
        <w:rPr>
          <w:rFonts w:eastAsia="Calibri"/>
          <w:sz w:val="28"/>
          <w:szCs w:val="28"/>
        </w:rPr>
        <w:t>для подт</w:t>
      </w:r>
      <w:r w:rsidR="003E63DB">
        <w:rPr>
          <w:rFonts w:eastAsia="Calibri"/>
          <w:sz w:val="28"/>
          <w:szCs w:val="28"/>
        </w:rPr>
        <w:t>верждения соответствия указанным</w:t>
      </w:r>
      <w:r w:rsidR="004312ED" w:rsidRPr="00151B00">
        <w:rPr>
          <w:rFonts w:eastAsia="Calibri"/>
          <w:sz w:val="28"/>
          <w:szCs w:val="28"/>
        </w:rPr>
        <w:t xml:space="preserve"> требованиям</w:t>
      </w:r>
      <w:r w:rsidR="004312ED" w:rsidRPr="004312ED">
        <w:rPr>
          <w:rFonts w:eastAsia="Calibri"/>
          <w:sz w:val="28"/>
          <w:szCs w:val="28"/>
        </w:rPr>
        <w:t>;</w:t>
      </w:r>
    </w:p>
    <w:p w:rsidR="001D668C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7</w:t>
      </w:r>
      <w:r w:rsidR="001D668C">
        <w:rPr>
          <w:rFonts w:eastAsia="Calibri"/>
          <w:sz w:val="28"/>
          <w:szCs w:val="28"/>
        </w:rPr>
        <w:t xml:space="preserve">) категории </w:t>
      </w:r>
      <w:r w:rsidR="002C5A07">
        <w:rPr>
          <w:rFonts w:eastAsia="Calibri"/>
          <w:sz w:val="28"/>
          <w:szCs w:val="28"/>
        </w:rPr>
        <w:t>получателей субсидий</w:t>
      </w:r>
      <w:r w:rsidR="00EF2FFE">
        <w:rPr>
          <w:rFonts w:eastAsia="Calibri"/>
          <w:sz w:val="28"/>
          <w:szCs w:val="28"/>
        </w:rPr>
        <w:t xml:space="preserve"> и критерии оценки;</w:t>
      </w:r>
    </w:p>
    <w:p w:rsidR="00EF2FFE" w:rsidRPr="004312ED" w:rsidRDefault="003F0CEF" w:rsidP="002544A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CE1258">
        <w:rPr>
          <w:rFonts w:eastAsia="Calibri"/>
          <w:sz w:val="28"/>
          <w:szCs w:val="28"/>
        </w:rPr>
        <w:t>) порядок подачи участниками отбора заявок и требования, предъявляемые к форме и содержанию заявок</w:t>
      </w:r>
      <w:r w:rsidR="00546E70">
        <w:rPr>
          <w:rFonts w:eastAsia="Calibri"/>
          <w:sz w:val="28"/>
          <w:szCs w:val="28"/>
        </w:rPr>
        <w:t>;</w:t>
      </w:r>
    </w:p>
    <w:p w:rsidR="004312ED" w:rsidRP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4312ED" w:rsidRPr="004312ED">
        <w:rPr>
          <w:rFonts w:eastAsia="Calibri"/>
          <w:sz w:val="28"/>
          <w:szCs w:val="28"/>
        </w:rPr>
        <w:t>) порядок отзыва заявок, порядок</w:t>
      </w:r>
      <w:r w:rsidR="00546E70">
        <w:rPr>
          <w:rFonts w:eastAsia="Calibri"/>
          <w:sz w:val="28"/>
          <w:szCs w:val="28"/>
        </w:rPr>
        <w:t xml:space="preserve"> их</w:t>
      </w:r>
      <w:r w:rsidR="004312ED" w:rsidRPr="004312ED">
        <w:rPr>
          <w:rFonts w:eastAsia="Calibri"/>
          <w:sz w:val="28"/>
          <w:szCs w:val="28"/>
        </w:rPr>
        <w:t xml:space="preserve"> возврата, определяющий в том числе основания для возврата заяв</w:t>
      </w:r>
      <w:r w:rsidR="00623CEB">
        <w:rPr>
          <w:rFonts w:eastAsia="Calibri"/>
          <w:sz w:val="28"/>
          <w:szCs w:val="28"/>
        </w:rPr>
        <w:t>ок</w:t>
      </w:r>
      <w:r w:rsidR="004312ED" w:rsidRPr="004312ED">
        <w:rPr>
          <w:rFonts w:eastAsia="Calibri"/>
          <w:sz w:val="28"/>
          <w:szCs w:val="28"/>
        </w:rPr>
        <w:t>, порядок внесения изме</w:t>
      </w:r>
      <w:r w:rsidR="00623CEB">
        <w:rPr>
          <w:rFonts w:eastAsia="Calibri"/>
          <w:sz w:val="28"/>
          <w:szCs w:val="28"/>
        </w:rPr>
        <w:t>нений в заявки</w:t>
      </w:r>
      <w:r w:rsidR="004312ED" w:rsidRPr="004312ED">
        <w:rPr>
          <w:rFonts w:eastAsia="Calibri"/>
          <w:sz w:val="28"/>
          <w:szCs w:val="28"/>
        </w:rPr>
        <w:t>;</w:t>
      </w:r>
    </w:p>
    <w:p w:rsidR="004312ED" w:rsidRDefault="003F0CEF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="004312ED" w:rsidRPr="004312ED">
        <w:rPr>
          <w:rFonts w:eastAsia="Calibri"/>
          <w:sz w:val="28"/>
          <w:szCs w:val="28"/>
        </w:rPr>
        <w:t xml:space="preserve">) правила рассмотрения и оценки заявок в соответствии с пунктом </w:t>
      </w:r>
      <w:r w:rsidR="00FA4610">
        <w:rPr>
          <w:rFonts w:eastAsia="Calibri"/>
          <w:sz w:val="28"/>
          <w:szCs w:val="28"/>
        </w:rPr>
        <w:t>3.5</w:t>
      </w:r>
      <w:r w:rsidR="00821BF2">
        <w:rPr>
          <w:rFonts w:eastAsia="Calibri"/>
          <w:sz w:val="28"/>
          <w:szCs w:val="28"/>
        </w:rPr>
        <w:t xml:space="preserve"> настоящего Порядка</w:t>
      </w:r>
      <w:r w:rsidR="004312ED" w:rsidRPr="004312ED">
        <w:rPr>
          <w:rFonts w:eastAsia="Calibri"/>
          <w:sz w:val="28"/>
          <w:szCs w:val="28"/>
        </w:rPr>
        <w:t>;</w:t>
      </w:r>
    </w:p>
    <w:p w:rsidR="00074937" w:rsidRDefault="00270516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1</w:t>
      </w:r>
      <w:r w:rsidR="00074937">
        <w:rPr>
          <w:rFonts w:eastAsia="Calibri"/>
          <w:sz w:val="28"/>
          <w:szCs w:val="28"/>
        </w:rPr>
        <w:t>) порядок возврата заявок на доработку;</w:t>
      </w:r>
    </w:p>
    <w:p w:rsidR="009E273F" w:rsidRDefault="00270516" w:rsidP="009E273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2</w:t>
      </w:r>
      <w:r w:rsidR="00074937">
        <w:rPr>
          <w:rFonts w:eastAsia="Calibri"/>
          <w:sz w:val="28"/>
          <w:szCs w:val="28"/>
        </w:rPr>
        <w:t xml:space="preserve">) </w:t>
      </w:r>
      <w:r w:rsidR="00074937" w:rsidRPr="00074937">
        <w:rPr>
          <w:rFonts w:eastAsia="Calibri"/>
          <w:sz w:val="28"/>
          <w:szCs w:val="28"/>
        </w:rPr>
        <w:t>порядок отклонения заявок, а также информац</w:t>
      </w:r>
      <w:r w:rsidR="000D5691">
        <w:rPr>
          <w:rFonts w:eastAsia="Calibri"/>
          <w:sz w:val="28"/>
          <w:szCs w:val="28"/>
        </w:rPr>
        <w:t>ия</w:t>
      </w:r>
      <w:r w:rsidR="009E273F">
        <w:rPr>
          <w:rFonts w:eastAsia="Calibri"/>
          <w:sz w:val="28"/>
          <w:szCs w:val="28"/>
        </w:rPr>
        <w:t xml:space="preserve"> об основаниях </w:t>
      </w:r>
      <w:r w:rsidR="00DE6CD8">
        <w:rPr>
          <w:rFonts w:eastAsia="Calibri"/>
          <w:sz w:val="28"/>
          <w:szCs w:val="28"/>
        </w:rPr>
        <w:t xml:space="preserve">                    </w:t>
      </w:r>
      <w:r w:rsidR="009E273F">
        <w:rPr>
          <w:rFonts w:eastAsia="Calibri"/>
          <w:sz w:val="28"/>
          <w:szCs w:val="28"/>
        </w:rPr>
        <w:t>их отклонения;</w:t>
      </w:r>
    </w:p>
    <w:p w:rsidR="00C534E2" w:rsidRDefault="00270516" w:rsidP="00C534E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3</w:t>
      </w:r>
      <w:r w:rsidR="009E273F">
        <w:rPr>
          <w:rFonts w:eastAsia="Calibri"/>
          <w:sz w:val="28"/>
          <w:szCs w:val="28"/>
        </w:rPr>
        <w:t xml:space="preserve">) </w:t>
      </w:r>
      <w:r w:rsidR="00547F65">
        <w:rPr>
          <w:rFonts w:eastAsia="Calibri"/>
          <w:sz w:val="28"/>
          <w:szCs w:val="28"/>
        </w:rPr>
        <w:t>с</w:t>
      </w:r>
      <w:r w:rsidR="009E273F">
        <w:rPr>
          <w:rFonts w:eastAsia="Calibri"/>
          <w:sz w:val="28"/>
          <w:szCs w:val="28"/>
        </w:rPr>
        <w:t>роки о</w:t>
      </w:r>
      <w:r w:rsidR="000D5691">
        <w:rPr>
          <w:rFonts w:eastAsia="Calibri"/>
          <w:sz w:val="28"/>
          <w:szCs w:val="28"/>
        </w:rPr>
        <w:t>ценки заявок, а также информация</w:t>
      </w:r>
      <w:r w:rsidR="009E273F">
        <w:rPr>
          <w:rFonts w:eastAsia="Calibri"/>
          <w:sz w:val="28"/>
          <w:szCs w:val="28"/>
        </w:rPr>
        <w:t xml:space="preserve"> об участии или неучастии комиссии и экспертов (экспертн</w:t>
      </w:r>
      <w:r w:rsidR="0023544C">
        <w:rPr>
          <w:rFonts w:eastAsia="Calibri"/>
          <w:sz w:val="28"/>
          <w:szCs w:val="28"/>
        </w:rPr>
        <w:t>ых организаций) в оценке заявок;</w:t>
      </w:r>
    </w:p>
    <w:p w:rsidR="0023544C" w:rsidRPr="004312ED" w:rsidRDefault="00270516" w:rsidP="00547F6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4</w:t>
      </w:r>
      <w:r w:rsidR="00C534E2">
        <w:rPr>
          <w:rFonts w:eastAsia="Calibri"/>
          <w:sz w:val="28"/>
          <w:szCs w:val="28"/>
        </w:rPr>
        <w:t>) объем распределяемой субсидии в рамках отбора,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</w:t>
      </w:r>
      <w:r w:rsidR="00923CA8">
        <w:rPr>
          <w:rFonts w:eastAsia="Calibri"/>
          <w:sz w:val="28"/>
          <w:szCs w:val="28"/>
        </w:rPr>
        <w:t>;</w:t>
      </w:r>
    </w:p>
    <w:p w:rsidR="004312ED" w:rsidRPr="004312ED" w:rsidRDefault="00270516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3F0CEF">
        <w:rPr>
          <w:rFonts w:eastAsia="Calibri"/>
          <w:sz w:val="28"/>
          <w:szCs w:val="28"/>
        </w:rPr>
        <w:t>5</w:t>
      </w:r>
      <w:r w:rsidR="004312ED" w:rsidRPr="004312ED">
        <w:rPr>
          <w:rFonts w:eastAsia="Calibri"/>
          <w:sz w:val="28"/>
          <w:szCs w:val="28"/>
        </w:rPr>
        <w:t>) порядок предоставления участникам отбора разъяснений положений объявления о проведении отбора, даты начала и окончания срока</w:t>
      </w:r>
      <w:r w:rsidR="00EF5014">
        <w:rPr>
          <w:rFonts w:eastAsia="Calibri"/>
          <w:sz w:val="28"/>
          <w:szCs w:val="28"/>
        </w:rPr>
        <w:t xml:space="preserve"> такого</w:t>
      </w:r>
      <w:r w:rsidR="004312ED" w:rsidRPr="004312ED">
        <w:rPr>
          <w:rFonts w:eastAsia="Calibri"/>
          <w:sz w:val="28"/>
          <w:szCs w:val="28"/>
        </w:rPr>
        <w:t xml:space="preserve"> предоставления;</w:t>
      </w:r>
    </w:p>
    <w:p w:rsidR="004312ED" w:rsidRPr="004312ED" w:rsidRDefault="00E92346" w:rsidP="005755A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16</w:t>
      </w:r>
      <w:r w:rsidR="004312ED" w:rsidRPr="004312ED">
        <w:rPr>
          <w:rFonts w:eastAsia="Calibri"/>
          <w:sz w:val="28"/>
          <w:szCs w:val="28"/>
        </w:rPr>
        <w:t>) срок, в течение которого победитель (победители)</w:t>
      </w:r>
      <w:r w:rsidR="00767A3D">
        <w:rPr>
          <w:rFonts w:eastAsia="Calibri"/>
          <w:sz w:val="28"/>
          <w:szCs w:val="28"/>
        </w:rPr>
        <w:t xml:space="preserve"> отбора должен</w:t>
      </w:r>
      <w:r>
        <w:rPr>
          <w:rFonts w:eastAsia="Calibri"/>
          <w:sz w:val="28"/>
          <w:szCs w:val="28"/>
        </w:rPr>
        <w:t xml:space="preserve"> (должны)</w:t>
      </w:r>
      <w:r w:rsidR="00767A3D">
        <w:rPr>
          <w:rFonts w:eastAsia="Calibri"/>
          <w:sz w:val="28"/>
          <w:szCs w:val="28"/>
        </w:rPr>
        <w:t xml:space="preserve"> подписать соглашение</w:t>
      </w:r>
      <w:r w:rsidR="004312ED" w:rsidRPr="004312ED">
        <w:rPr>
          <w:rFonts w:eastAsia="Calibri"/>
          <w:sz w:val="28"/>
          <w:szCs w:val="28"/>
        </w:rPr>
        <w:t xml:space="preserve"> о</w:t>
      </w:r>
      <w:r w:rsidR="00767A3D">
        <w:rPr>
          <w:rFonts w:eastAsia="Calibri"/>
          <w:sz w:val="28"/>
          <w:szCs w:val="28"/>
        </w:rPr>
        <w:t xml:space="preserve"> предоставлении субсидии</w:t>
      </w:r>
      <w:r w:rsidR="004312ED" w:rsidRPr="004312ED">
        <w:rPr>
          <w:rFonts w:eastAsia="Calibri"/>
          <w:sz w:val="28"/>
          <w:szCs w:val="28"/>
        </w:rPr>
        <w:t>;</w:t>
      </w:r>
    </w:p>
    <w:p w:rsidR="004312ED" w:rsidRPr="004312ED" w:rsidRDefault="00E92346" w:rsidP="004312E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17</w:t>
      </w:r>
      <w:r w:rsidR="004312ED" w:rsidRPr="004312ED">
        <w:rPr>
          <w:rFonts w:eastAsia="Calibri"/>
          <w:sz w:val="28"/>
          <w:szCs w:val="28"/>
        </w:rPr>
        <w:t>) условия признания победителя (победителей) отбора уклонившимся</w:t>
      </w:r>
      <w:r w:rsidR="0096430C">
        <w:rPr>
          <w:rFonts w:eastAsia="Calibri"/>
          <w:sz w:val="28"/>
          <w:szCs w:val="28"/>
        </w:rPr>
        <w:t xml:space="preserve"> (уклонившимися)</w:t>
      </w:r>
      <w:r w:rsidR="004312ED" w:rsidRPr="004312ED">
        <w:rPr>
          <w:rFonts w:eastAsia="Calibri"/>
          <w:sz w:val="28"/>
          <w:szCs w:val="28"/>
        </w:rPr>
        <w:t xml:space="preserve"> от заключения </w:t>
      </w:r>
      <w:r w:rsidR="00767A3D">
        <w:rPr>
          <w:rFonts w:eastAsia="Calibri"/>
          <w:sz w:val="28"/>
          <w:szCs w:val="28"/>
        </w:rPr>
        <w:t>соглашение</w:t>
      </w:r>
      <w:r w:rsidR="00767A3D" w:rsidRPr="004312ED">
        <w:rPr>
          <w:rFonts w:eastAsia="Calibri"/>
          <w:sz w:val="28"/>
          <w:szCs w:val="28"/>
        </w:rPr>
        <w:t xml:space="preserve"> о</w:t>
      </w:r>
      <w:r w:rsidR="00767A3D">
        <w:rPr>
          <w:rFonts w:eastAsia="Calibri"/>
          <w:sz w:val="28"/>
          <w:szCs w:val="28"/>
        </w:rPr>
        <w:t xml:space="preserve"> предоставлении субсидии</w:t>
      </w:r>
      <w:r w:rsidR="004312ED" w:rsidRPr="004312ED">
        <w:rPr>
          <w:rFonts w:eastAsia="Calibri"/>
          <w:sz w:val="28"/>
          <w:szCs w:val="28"/>
        </w:rPr>
        <w:t>;</w:t>
      </w:r>
    </w:p>
    <w:p w:rsidR="00AB285D" w:rsidRDefault="0096430C" w:rsidP="003C1FC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18</w:t>
      </w:r>
      <w:r w:rsidR="004312ED" w:rsidRPr="004312ED">
        <w:rPr>
          <w:rFonts w:eastAsia="Calibri"/>
          <w:sz w:val="28"/>
          <w:szCs w:val="28"/>
        </w:rPr>
        <w:t xml:space="preserve">) </w:t>
      </w:r>
      <w:r w:rsidR="00920959">
        <w:rPr>
          <w:rFonts w:eastAsia="Calibri"/>
          <w:sz w:val="28"/>
          <w:szCs w:val="28"/>
        </w:rPr>
        <w:t xml:space="preserve">сроки размещения </w:t>
      </w:r>
      <w:r w:rsidR="00F45647">
        <w:rPr>
          <w:rFonts w:eastAsia="Calibri"/>
          <w:sz w:val="28"/>
          <w:szCs w:val="28"/>
        </w:rPr>
        <w:t>документа об итогах проведения</w:t>
      </w:r>
      <w:r w:rsidR="004312ED" w:rsidRPr="004312ED">
        <w:rPr>
          <w:rFonts w:eastAsia="Calibri"/>
          <w:sz w:val="28"/>
          <w:szCs w:val="28"/>
        </w:rPr>
        <w:t xml:space="preserve"> отбора </w:t>
      </w:r>
      <w:r w:rsidR="00266E71">
        <w:rPr>
          <w:rFonts w:eastAsia="Calibri"/>
          <w:sz w:val="28"/>
          <w:szCs w:val="28"/>
        </w:rPr>
        <w:t xml:space="preserve">                         </w:t>
      </w:r>
      <w:r w:rsidR="004312ED" w:rsidRPr="004312ED">
        <w:rPr>
          <w:rFonts w:eastAsia="Calibri"/>
          <w:sz w:val="28"/>
          <w:szCs w:val="28"/>
        </w:rPr>
        <w:t xml:space="preserve">на едином портале и на ином сайте, на котором обеспечивается проведение отбора (с размещением указателя страницы сайта на едином портале), </w:t>
      </w:r>
      <w:r w:rsidR="00DE6CD8">
        <w:rPr>
          <w:rFonts w:eastAsia="Calibri"/>
          <w:sz w:val="28"/>
          <w:szCs w:val="28"/>
        </w:rPr>
        <w:t xml:space="preserve">                     </w:t>
      </w:r>
      <w:r w:rsidR="004312ED" w:rsidRPr="004312ED">
        <w:rPr>
          <w:rFonts w:eastAsia="Calibri"/>
          <w:sz w:val="28"/>
          <w:szCs w:val="28"/>
        </w:rPr>
        <w:t>а также пр</w:t>
      </w:r>
      <w:r w:rsidR="008A09D2">
        <w:rPr>
          <w:rFonts w:eastAsia="Calibri"/>
          <w:sz w:val="28"/>
          <w:szCs w:val="28"/>
        </w:rPr>
        <w:t>и необходимости на официальном И</w:t>
      </w:r>
      <w:r w:rsidR="004312ED" w:rsidRPr="004312ED">
        <w:rPr>
          <w:rFonts w:eastAsia="Calibri"/>
          <w:sz w:val="28"/>
          <w:szCs w:val="28"/>
        </w:rPr>
        <w:t>нтернет-п</w:t>
      </w:r>
      <w:r w:rsidR="008A09D2">
        <w:rPr>
          <w:rFonts w:eastAsia="Calibri"/>
          <w:sz w:val="28"/>
          <w:szCs w:val="28"/>
        </w:rPr>
        <w:t>ортале города Оренбурга, которые не могут</w:t>
      </w:r>
      <w:r>
        <w:rPr>
          <w:rFonts w:eastAsia="Calibri"/>
          <w:sz w:val="28"/>
          <w:szCs w:val="28"/>
        </w:rPr>
        <w:t xml:space="preserve"> быть позднее 14</w:t>
      </w:r>
      <w:r w:rsidR="004312ED" w:rsidRPr="004312ED">
        <w:rPr>
          <w:rFonts w:eastAsia="Calibri"/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:rsidR="0061092C" w:rsidRPr="00AD399A" w:rsidRDefault="00FB5E94" w:rsidP="0061092C">
      <w:pPr>
        <w:autoSpaceDE w:val="0"/>
        <w:autoSpaceDN w:val="0"/>
        <w:adjustRightInd w:val="0"/>
        <w:spacing w:before="280"/>
        <w:jc w:val="center"/>
        <w:outlineLvl w:val="0"/>
        <w:rPr>
          <w:rFonts w:eastAsia="Calibri"/>
          <w:bCs/>
          <w:sz w:val="28"/>
          <w:szCs w:val="28"/>
        </w:rPr>
      </w:pPr>
      <w:r w:rsidRPr="00AD399A">
        <w:rPr>
          <w:rFonts w:eastAsia="Calibri"/>
          <w:bCs/>
          <w:sz w:val="28"/>
          <w:szCs w:val="28"/>
        </w:rPr>
        <w:t>3</w:t>
      </w:r>
      <w:r w:rsidR="0061092C" w:rsidRPr="00AD399A">
        <w:rPr>
          <w:rFonts w:eastAsia="Calibri"/>
          <w:bCs/>
          <w:sz w:val="28"/>
          <w:szCs w:val="28"/>
        </w:rPr>
        <w:t>. Условия и порядок предоставления субсидий</w:t>
      </w:r>
    </w:p>
    <w:p w:rsidR="0061092C" w:rsidRDefault="0061092C" w:rsidP="0061092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2082E" w:rsidRDefault="00FB5E94" w:rsidP="003F04B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1" w:name="Par8"/>
      <w:bookmarkEnd w:id="1"/>
      <w:r>
        <w:rPr>
          <w:rFonts w:eastAsia="Calibri"/>
          <w:sz w:val="28"/>
          <w:szCs w:val="28"/>
        </w:rPr>
        <w:t>3</w:t>
      </w:r>
      <w:r w:rsidR="0062082E">
        <w:rPr>
          <w:rFonts w:eastAsia="Calibri"/>
          <w:sz w:val="28"/>
          <w:szCs w:val="28"/>
        </w:rPr>
        <w:t>.1.</w:t>
      </w:r>
      <w:r w:rsidR="0062082E" w:rsidRPr="000B5898">
        <w:rPr>
          <w:sz w:val="28"/>
          <w:szCs w:val="28"/>
        </w:rPr>
        <w:t> </w:t>
      </w:r>
      <w:r w:rsidR="003F04B4">
        <w:rPr>
          <w:rFonts w:eastAsia="Calibri"/>
          <w:sz w:val="28"/>
          <w:szCs w:val="28"/>
        </w:rPr>
        <w:t xml:space="preserve">Обязательными условиями для получения субсидий </w:t>
      </w:r>
      <w:r w:rsidR="00AF3DEF">
        <w:rPr>
          <w:rFonts w:eastAsia="Calibri"/>
          <w:sz w:val="28"/>
          <w:szCs w:val="28"/>
        </w:rPr>
        <w:t xml:space="preserve">                            </w:t>
      </w:r>
      <w:r w:rsidR="003F04B4">
        <w:rPr>
          <w:rFonts w:eastAsia="Calibri"/>
          <w:sz w:val="28"/>
          <w:szCs w:val="28"/>
        </w:rPr>
        <w:t>и требованиями к участнику отбора на 1 число месяца, предшествующего месяцу, в котором планируется проведение отбора, являются:</w:t>
      </w:r>
    </w:p>
    <w:p w:rsidR="00BA4B02" w:rsidRDefault="00370AF8" w:rsidP="008E5B6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27947">
        <w:rPr>
          <w:rFonts w:eastAsia="Calibri"/>
          <w:sz w:val="28"/>
          <w:szCs w:val="28"/>
        </w:rPr>
        <w:t>а</w:t>
      </w:r>
      <w:r w:rsidR="0062082E" w:rsidRPr="00827947">
        <w:rPr>
          <w:rFonts w:eastAsia="Calibri"/>
          <w:sz w:val="28"/>
          <w:szCs w:val="28"/>
        </w:rPr>
        <w:t xml:space="preserve">) регистрация </w:t>
      </w:r>
      <w:r w:rsidR="005A1554">
        <w:rPr>
          <w:rFonts w:eastAsia="Calibri"/>
          <w:sz w:val="28"/>
          <w:szCs w:val="28"/>
        </w:rPr>
        <w:t>участника отбора</w:t>
      </w:r>
      <w:r w:rsidR="006742D1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>как средства массовой и</w:t>
      </w:r>
      <w:r w:rsidR="00BA4B02">
        <w:rPr>
          <w:rFonts w:eastAsia="Calibri"/>
          <w:sz w:val="28"/>
          <w:szCs w:val="28"/>
        </w:rPr>
        <w:t>нформации;</w:t>
      </w:r>
    </w:p>
    <w:p w:rsidR="0062082E" w:rsidRPr="00827947" w:rsidRDefault="00BA4B02" w:rsidP="008E5B6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</w:t>
      </w:r>
      <w:r w:rsidR="006742D1">
        <w:rPr>
          <w:rFonts w:eastAsia="Calibri"/>
          <w:sz w:val="28"/>
          <w:szCs w:val="28"/>
        </w:rPr>
        <w:t xml:space="preserve"> </w:t>
      </w:r>
      <w:r w:rsidR="005A1554">
        <w:rPr>
          <w:rFonts w:eastAsia="Calibri"/>
          <w:sz w:val="28"/>
          <w:szCs w:val="28"/>
        </w:rPr>
        <w:t xml:space="preserve">постановка </w:t>
      </w:r>
      <w:r w:rsidR="00B04283" w:rsidRPr="00827947">
        <w:rPr>
          <w:rFonts w:eastAsia="Calibri"/>
          <w:sz w:val="28"/>
          <w:szCs w:val="28"/>
        </w:rPr>
        <w:t xml:space="preserve">участника </w:t>
      </w:r>
      <w:r w:rsidR="008E5B6D" w:rsidRPr="00827947">
        <w:rPr>
          <w:rFonts w:eastAsia="Calibri"/>
          <w:sz w:val="28"/>
          <w:szCs w:val="28"/>
        </w:rPr>
        <w:t xml:space="preserve">отбора на налоговый учет </w:t>
      </w:r>
      <w:r w:rsidR="0062082E" w:rsidRPr="00827947">
        <w:rPr>
          <w:rFonts w:eastAsia="Calibri"/>
          <w:sz w:val="28"/>
          <w:szCs w:val="28"/>
        </w:rPr>
        <w:t>в качестве налогоплательщика; внесение вида деятельности, представляемого</w:t>
      </w:r>
      <w:r w:rsidR="00DE6CD8">
        <w:rPr>
          <w:rFonts w:eastAsia="Calibri"/>
          <w:sz w:val="28"/>
          <w:szCs w:val="28"/>
        </w:rPr>
        <w:t xml:space="preserve"> </w:t>
      </w:r>
      <w:r w:rsidR="00AF3DEF">
        <w:rPr>
          <w:rFonts w:eastAsia="Calibri"/>
          <w:sz w:val="28"/>
          <w:szCs w:val="28"/>
        </w:rPr>
        <w:t xml:space="preserve">                        </w:t>
      </w:r>
      <w:r w:rsidR="0062082E" w:rsidRPr="00827947">
        <w:rPr>
          <w:rFonts w:eastAsia="Calibri"/>
          <w:sz w:val="28"/>
          <w:szCs w:val="28"/>
        </w:rPr>
        <w:t>на получение субсидии, в Единый государственный реестр юридических лиц или Единый государственный реестр индивидуальных предпринимателей;</w:t>
      </w:r>
    </w:p>
    <w:p w:rsidR="0062082E" w:rsidRPr="00827947" w:rsidRDefault="005A1554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8B271F">
        <w:rPr>
          <w:rFonts w:eastAsia="Calibri"/>
          <w:sz w:val="28"/>
          <w:szCs w:val="28"/>
        </w:rPr>
        <w:t>участник</w:t>
      </w:r>
      <w:r>
        <w:rPr>
          <w:rFonts w:eastAsia="Calibri"/>
          <w:sz w:val="28"/>
          <w:szCs w:val="28"/>
        </w:rPr>
        <w:t xml:space="preserve"> отбора</w:t>
      </w:r>
      <w:r w:rsidR="008B271F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 xml:space="preserve">не является иностранным юридическим лицом, </w:t>
      </w:r>
      <w:r w:rsidR="00DE6CD8">
        <w:rPr>
          <w:rFonts w:eastAsia="Calibri"/>
          <w:sz w:val="28"/>
          <w:szCs w:val="28"/>
        </w:rPr>
        <w:t xml:space="preserve"> </w:t>
      </w:r>
      <w:r w:rsidR="00AF3DEF">
        <w:rPr>
          <w:rFonts w:eastAsia="Calibri"/>
          <w:sz w:val="28"/>
          <w:szCs w:val="28"/>
        </w:rPr>
        <w:t xml:space="preserve">                </w:t>
      </w:r>
      <w:r w:rsidR="0062082E" w:rsidRPr="00827947">
        <w:rPr>
          <w:rFonts w:eastAsia="Calibri"/>
          <w:sz w:val="28"/>
          <w:szCs w:val="28"/>
        </w:rPr>
        <w:t xml:space="preserve">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</w:t>
      </w:r>
      <w:r w:rsidR="0062082E" w:rsidRPr="00827947">
        <w:rPr>
          <w:rFonts w:eastAsia="Calibri"/>
          <w:sz w:val="28"/>
          <w:szCs w:val="28"/>
        </w:rPr>
        <w:lastRenderedPageBreak/>
        <w:t xml:space="preserve">промежуточного (офшорного) владения активами в Российской Федерации (далее – офшорные компании), а также российским юридическим лицом, </w:t>
      </w:r>
      <w:r w:rsidR="00AF3DEF">
        <w:rPr>
          <w:rFonts w:eastAsia="Calibri"/>
          <w:sz w:val="28"/>
          <w:szCs w:val="28"/>
        </w:rPr>
        <w:t xml:space="preserve">                 </w:t>
      </w:r>
      <w:r w:rsidR="0062082E" w:rsidRPr="00827947">
        <w:rPr>
          <w:rFonts w:eastAsia="Calibri"/>
          <w:sz w:val="28"/>
          <w:szCs w:val="28"/>
        </w:rPr>
        <w:t>в уставном (складочном) капитале которого доля прямого или косвенного (через третьих лиц) участия офшорных компаний 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 не учитывается прямое и (или) косвенное участие офшорных компаний в капитале публичных акционерных обществ</w:t>
      </w:r>
      <w:r w:rsidR="00DE6CD8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 xml:space="preserve">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62082E" w:rsidRPr="00827947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5A1554">
        <w:rPr>
          <w:rFonts w:eastAsia="Calibri"/>
          <w:sz w:val="28"/>
          <w:szCs w:val="28"/>
        </w:rPr>
        <w:t>участник отбора</w:t>
      </w:r>
      <w:r w:rsidR="008B271F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 xml:space="preserve">не </w:t>
      </w:r>
      <w:r w:rsidR="00B04283" w:rsidRPr="00827947">
        <w:rPr>
          <w:rFonts w:eastAsia="Calibri"/>
          <w:sz w:val="28"/>
          <w:szCs w:val="28"/>
        </w:rPr>
        <w:t>находится в перечне организаций</w:t>
      </w:r>
      <w:r w:rsidR="0062082E" w:rsidRPr="00827947">
        <w:rPr>
          <w:rFonts w:eastAsia="Calibri"/>
          <w:sz w:val="28"/>
          <w:szCs w:val="28"/>
        </w:rPr>
        <w:t xml:space="preserve"> и физических лиц, в отношении которых имеются сведения об их причастности</w:t>
      </w:r>
      <w:r w:rsidR="00DE6CD8">
        <w:rPr>
          <w:rFonts w:eastAsia="Calibri"/>
          <w:sz w:val="28"/>
          <w:szCs w:val="28"/>
        </w:rPr>
        <w:t xml:space="preserve"> </w:t>
      </w:r>
      <w:r w:rsidR="00AF3DEF">
        <w:rPr>
          <w:rFonts w:eastAsia="Calibri"/>
          <w:sz w:val="28"/>
          <w:szCs w:val="28"/>
        </w:rPr>
        <w:t xml:space="preserve">                            </w:t>
      </w:r>
      <w:r w:rsidR="0062082E" w:rsidRPr="00827947">
        <w:rPr>
          <w:rFonts w:eastAsia="Calibri"/>
          <w:sz w:val="28"/>
          <w:szCs w:val="28"/>
        </w:rPr>
        <w:t xml:space="preserve"> к экстремистской деятельности или терроризму;</w:t>
      </w:r>
    </w:p>
    <w:p w:rsidR="0062082E" w:rsidRPr="00827947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5A1554">
        <w:rPr>
          <w:rFonts w:eastAsia="Calibri"/>
          <w:sz w:val="28"/>
          <w:szCs w:val="28"/>
        </w:rPr>
        <w:t>участник отбора</w:t>
      </w:r>
      <w:r w:rsidR="007C5237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                         с распространением оружия массового уничтожения;</w:t>
      </w:r>
    </w:p>
    <w:p w:rsidR="0062082E" w:rsidRPr="00827947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674037">
        <w:rPr>
          <w:rFonts w:eastAsia="Calibri"/>
          <w:sz w:val="28"/>
          <w:szCs w:val="28"/>
        </w:rPr>
        <w:t>участни</w:t>
      </w:r>
      <w:r w:rsidR="004647FA">
        <w:rPr>
          <w:rFonts w:eastAsia="Calibri"/>
          <w:sz w:val="28"/>
          <w:szCs w:val="28"/>
        </w:rPr>
        <w:t>к отбора</w:t>
      </w:r>
      <w:r w:rsidR="00674037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 xml:space="preserve">не получает средства из бюджета города Оренбурга, на основании иных нормативных правовых актов или муниципальных правовых актов на цели, указанные в </w:t>
      </w:r>
      <w:hyperlink r:id="rId17" w:history="1">
        <w:r w:rsidR="0062082E" w:rsidRPr="00827947">
          <w:rPr>
            <w:rFonts w:eastAsia="Calibri"/>
            <w:sz w:val="28"/>
            <w:szCs w:val="28"/>
          </w:rPr>
          <w:t>пункте 1.2</w:t>
        </w:r>
      </w:hyperlink>
      <w:r w:rsidR="0062082E" w:rsidRPr="00827947">
        <w:rPr>
          <w:rFonts w:eastAsia="Calibri"/>
          <w:sz w:val="28"/>
          <w:szCs w:val="28"/>
        </w:rPr>
        <w:t xml:space="preserve"> Порядка;</w:t>
      </w:r>
    </w:p>
    <w:p w:rsidR="0062082E" w:rsidRPr="00827947" w:rsidRDefault="007A1FC2" w:rsidP="000314E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</w:t>
      </w:r>
      <w:r w:rsidR="0062082E" w:rsidRPr="00827947">
        <w:rPr>
          <w:rFonts w:eastAsia="Calibri"/>
          <w:sz w:val="28"/>
          <w:szCs w:val="28"/>
        </w:rPr>
        <w:t xml:space="preserve">) </w:t>
      </w:r>
      <w:r w:rsidR="004647FA">
        <w:rPr>
          <w:rFonts w:eastAsia="Calibri"/>
          <w:sz w:val="28"/>
          <w:szCs w:val="28"/>
        </w:rPr>
        <w:t>участник отбора</w:t>
      </w:r>
      <w:r w:rsidR="000314EF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>не является иностранным агентом</w:t>
      </w:r>
      <w:r w:rsidR="00B76B90" w:rsidRPr="00827947">
        <w:rPr>
          <w:rFonts w:eastAsia="Calibri"/>
          <w:sz w:val="28"/>
          <w:szCs w:val="28"/>
        </w:rPr>
        <w:t xml:space="preserve"> </w:t>
      </w:r>
      <w:r w:rsidR="0062082E" w:rsidRPr="00827947">
        <w:rPr>
          <w:rFonts w:eastAsia="Calibri"/>
          <w:sz w:val="28"/>
          <w:szCs w:val="28"/>
        </w:rPr>
        <w:t>в соответствии</w:t>
      </w:r>
      <w:r w:rsidR="00DE6CD8">
        <w:rPr>
          <w:rFonts w:eastAsia="Calibri"/>
          <w:sz w:val="28"/>
          <w:szCs w:val="28"/>
        </w:rPr>
        <w:t xml:space="preserve"> </w:t>
      </w:r>
      <w:r w:rsidR="00AF3DEF">
        <w:rPr>
          <w:rFonts w:eastAsia="Calibri"/>
          <w:sz w:val="28"/>
          <w:szCs w:val="28"/>
        </w:rPr>
        <w:t xml:space="preserve">                   </w:t>
      </w:r>
      <w:r w:rsidR="0062082E" w:rsidRPr="00827947">
        <w:rPr>
          <w:rFonts w:eastAsia="Calibri"/>
          <w:sz w:val="28"/>
          <w:szCs w:val="28"/>
        </w:rPr>
        <w:t xml:space="preserve"> с Федеральным законом</w:t>
      </w:r>
      <w:r w:rsidR="000B4FF3">
        <w:rPr>
          <w:rFonts w:eastAsia="Calibri"/>
          <w:sz w:val="28"/>
          <w:szCs w:val="28"/>
        </w:rPr>
        <w:t xml:space="preserve"> от 14.07.2022 № 255-ФЗ</w:t>
      </w:r>
      <w:r w:rsidR="0062082E" w:rsidRPr="00827947">
        <w:rPr>
          <w:rFonts w:eastAsia="Calibri"/>
          <w:sz w:val="28"/>
          <w:szCs w:val="28"/>
        </w:rPr>
        <w:t xml:space="preserve"> «О контроле</w:t>
      </w:r>
      <w:r w:rsidR="004142F2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                    </w:t>
      </w:r>
      <w:r w:rsidR="0062082E" w:rsidRPr="00827947">
        <w:rPr>
          <w:rFonts w:eastAsia="Calibri"/>
          <w:sz w:val="28"/>
          <w:szCs w:val="28"/>
        </w:rPr>
        <w:t>за деятельностью лиц, находящихся под иностранным влиянием»;</w:t>
      </w:r>
    </w:p>
    <w:p w:rsidR="0062082E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="0062082E">
        <w:rPr>
          <w:rFonts w:eastAsia="Calibri"/>
          <w:sz w:val="28"/>
          <w:szCs w:val="28"/>
        </w:rPr>
        <w:t>)</w:t>
      </w:r>
      <w:r w:rsidR="00AB3F35">
        <w:rPr>
          <w:rFonts w:eastAsia="Calibri"/>
          <w:sz w:val="28"/>
          <w:szCs w:val="28"/>
        </w:rPr>
        <w:t xml:space="preserve"> у</w:t>
      </w:r>
      <w:r w:rsidR="0062082E">
        <w:rPr>
          <w:rFonts w:eastAsia="Calibri"/>
          <w:sz w:val="28"/>
          <w:szCs w:val="28"/>
        </w:rPr>
        <w:t xml:space="preserve"> </w:t>
      </w:r>
      <w:r w:rsidR="00645871">
        <w:rPr>
          <w:rFonts w:eastAsia="Calibri"/>
          <w:sz w:val="28"/>
          <w:szCs w:val="28"/>
        </w:rPr>
        <w:t>участник</w:t>
      </w:r>
      <w:r w:rsidR="004142F2">
        <w:rPr>
          <w:rFonts w:eastAsia="Calibri"/>
          <w:sz w:val="28"/>
          <w:szCs w:val="28"/>
        </w:rPr>
        <w:t>а отбора</w:t>
      </w:r>
      <w:r w:rsidR="00645871">
        <w:rPr>
          <w:rFonts w:eastAsia="Calibri"/>
          <w:sz w:val="28"/>
          <w:szCs w:val="28"/>
        </w:rPr>
        <w:t xml:space="preserve"> </w:t>
      </w:r>
      <w:r w:rsidR="0062082E" w:rsidRPr="00CB65E4">
        <w:rPr>
          <w:rFonts w:eastAsia="Calibri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</w:t>
      </w:r>
      <w:r w:rsidR="00645871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               </w:t>
      </w:r>
      <w:r w:rsidR="0062082E" w:rsidRPr="00CB65E4">
        <w:rPr>
          <w:rFonts w:eastAsia="Calibri"/>
          <w:sz w:val="28"/>
          <w:szCs w:val="28"/>
        </w:rPr>
        <w:t>и страховых взносов в бюджеты бюджетной системы Российской Федерации;</w:t>
      </w:r>
    </w:p>
    <w:p w:rsidR="0062082E" w:rsidRDefault="007A1FC2" w:rsidP="0062082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</w:t>
      </w:r>
      <w:r w:rsidR="0062082E" w:rsidRPr="005C5495">
        <w:rPr>
          <w:rFonts w:eastAsia="Calibri"/>
          <w:sz w:val="28"/>
          <w:szCs w:val="28"/>
        </w:rPr>
        <w:t xml:space="preserve">) у </w:t>
      </w:r>
      <w:r w:rsidR="004142F2">
        <w:rPr>
          <w:rFonts w:eastAsia="Calibri"/>
          <w:sz w:val="28"/>
          <w:szCs w:val="28"/>
        </w:rPr>
        <w:t>участника отбора</w:t>
      </w:r>
      <w:r w:rsidR="0062082E" w:rsidRPr="005C5495">
        <w:rPr>
          <w:rFonts w:eastAsia="Calibri"/>
          <w:sz w:val="28"/>
          <w:szCs w:val="28"/>
        </w:rPr>
        <w:t xml:space="preserve"> отсутст</w:t>
      </w:r>
      <w:r w:rsidR="00D30119">
        <w:rPr>
          <w:rFonts w:eastAsia="Calibri"/>
          <w:sz w:val="28"/>
          <w:szCs w:val="28"/>
        </w:rPr>
        <w:t>вует просроченная задолженность</w:t>
      </w:r>
      <w:r w:rsidR="00DE6CD8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        </w:t>
      </w:r>
      <w:r w:rsidR="0062082E" w:rsidRPr="005C5495">
        <w:rPr>
          <w:rFonts w:eastAsia="Calibri"/>
          <w:sz w:val="28"/>
          <w:szCs w:val="28"/>
        </w:rPr>
        <w:t xml:space="preserve">по возврату в бюджет города Оренбурга, иных субсидий, бюджетных инвестиций, </w:t>
      </w:r>
      <w:r w:rsidR="0062082E">
        <w:rPr>
          <w:rFonts w:eastAsia="Calibri"/>
          <w:sz w:val="28"/>
          <w:szCs w:val="28"/>
        </w:rPr>
        <w:t>а также иная просроченной (неурегулированная) задолженность</w:t>
      </w:r>
      <w:r w:rsidR="0062082E" w:rsidRPr="006E0D40">
        <w:rPr>
          <w:rFonts w:eastAsia="Calibri"/>
          <w:sz w:val="28"/>
          <w:szCs w:val="28"/>
        </w:rPr>
        <w:t xml:space="preserve"> по денежным обязательствам перед </w:t>
      </w:r>
      <w:r w:rsidR="0062082E">
        <w:rPr>
          <w:rFonts w:eastAsia="Calibri"/>
          <w:sz w:val="28"/>
          <w:szCs w:val="28"/>
        </w:rPr>
        <w:t>муниципальным образованием «город Оренбург»;</w:t>
      </w:r>
    </w:p>
    <w:p w:rsidR="0062082E" w:rsidRPr="00D66FF0" w:rsidRDefault="007A1FC2" w:rsidP="0062082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="0062082E" w:rsidRPr="00D66FF0">
        <w:rPr>
          <w:rFonts w:eastAsia="Calibri"/>
          <w:sz w:val="28"/>
          <w:szCs w:val="28"/>
        </w:rPr>
        <w:t xml:space="preserve">) </w:t>
      </w:r>
      <w:r w:rsidR="004142F2">
        <w:rPr>
          <w:rFonts w:eastAsia="Calibri"/>
          <w:sz w:val="28"/>
          <w:szCs w:val="28"/>
        </w:rPr>
        <w:t>участник отбора</w:t>
      </w:r>
      <w:r w:rsidR="0062082E" w:rsidRPr="00D66FF0">
        <w:rPr>
          <w:rFonts w:eastAsia="Calibri"/>
          <w:sz w:val="28"/>
          <w:szCs w:val="28"/>
        </w:rPr>
        <w:t>, являющийся юридическим лицом, не находится</w:t>
      </w:r>
      <w:r w:rsidR="00D30119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   </w:t>
      </w:r>
      <w:r w:rsidR="0062082E" w:rsidRPr="00D66FF0">
        <w:rPr>
          <w:rFonts w:eastAsia="Calibri"/>
          <w:sz w:val="28"/>
          <w:szCs w:val="28"/>
        </w:rPr>
        <w:t>в процессе реорганизаци</w:t>
      </w:r>
      <w:r w:rsidR="00707BD9">
        <w:rPr>
          <w:rFonts w:eastAsia="Calibri"/>
          <w:sz w:val="28"/>
          <w:szCs w:val="28"/>
        </w:rPr>
        <w:t>и (за исключением реорганизации</w:t>
      </w:r>
      <w:r w:rsidR="0062082E">
        <w:rPr>
          <w:rFonts w:eastAsia="Calibri"/>
          <w:sz w:val="28"/>
          <w:szCs w:val="28"/>
        </w:rPr>
        <w:t xml:space="preserve"> </w:t>
      </w:r>
      <w:r w:rsidR="0062082E" w:rsidRPr="00D66FF0">
        <w:rPr>
          <w:rFonts w:eastAsia="Calibri"/>
          <w:sz w:val="28"/>
          <w:szCs w:val="28"/>
        </w:rPr>
        <w:t>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</w:t>
      </w:r>
      <w:r w:rsidR="00344B69">
        <w:rPr>
          <w:rFonts w:eastAsia="Calibri"/>
          <w:sz w:val="28"/>
          <w:szCs w:val="28"/>
        </w:rPr>
        <w:t xml:space="preserve"> </w:t>
      </w:r>
      <w:r w:rsidR="00486700">
        <w:rPr>
          <w:rFonts w:eastAsia="Calibri"/>
          <w:sz w:val="28"/>
          <w:szCs w:val="28"/>
        </w:rPr>
        <w:t xml:space="preserve">              </w:t>
      </w:r>
      <w:r w:rsidR="0062082E" w:rsidRPr="00D66FF0">
        <w:rPr>
          <w:rFonts w:eastAsia="Calibri"/>
          <w:sz w:val="28"/>
          <w:szCs w:val="28"/>
        </w:rPr>
        <w:t xml:space="preserve">в порядке, предусмотренном законодательством Российской Федерации, </w:t>
      </w:r>
      <w:r w:rsidR="00486700">
        <w:rPr>
          <w:rFonts w:eastAsia="Calibri"/>
          <w:sz w:val="28"/>
          <w:szCs w:val="28"/>
        </w:rPr>
        <w:t xml:space="preserve">              </w:t>
      </w:r>
      <w:r w:rsidR="0062082E" w:rsidRPr="00D66FF0">
        <w:rPr>
          <w:rFonts w:eastAsia="Calibri"/>
          <w:sz w:val="28"/>
          <w:szCs w:val="28"/>
        </w:rPr>
        <w:t xml:space="preserve">а участник отбора, являющийся индивидуальным предпринимателем, </w:t>
      </w:r>
      <w:r w:rsidR="00486700">
        <w:rPr>
          <w:rFonts w:eastAsia="Calibri"/>
          <w:sz w:val="28"/>
          <w:szCs w:val="28"/>
        </w:rPr>
        <w:t xml:space="preserve">                    </w:t>
      </w:r>
      <w:r w:rsidR="0062082E" w:rsidRPr="00D66FF0">
        <w:rPr>
          <w:rFonts w:eastAsia="Calibri"/>
          <w:sz w:val="28"/>
          <w:szCs w:val="28"/>
        </w:rPr>
        <w:t>не прекратил деятельность в качестве индивидуального предпринимателя;</w:t>
      </w:r>
    </w:p>
    <w:p w:rsidR="0062082E" w:rsidRDefault="007A1FC2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л</w:t>
      </w:r>
      <w:r w:rsidR="0062082E" w:rsidRPr="00D66FF0">
        <w:rPr>
          <w:rFonts w:eastAsia="Calibri"/>
          <w:sz w:val="28"/>
          <w:szCs w:val="28"/>
        </w:rPr>
        <w:t xml:space="preserve">) в реестре дисквалифицированных лиц отсутствуют сведения </w:t>
      </w:r>
      <w:r w:rsidR="0062082E">
        <w:rPr>
          <w:rFonts w:eastAsia="Calibri"/>
          <w:sz w:val="28"/>
          <w:szCs w:val="28"/>
        </w:rPr>
        <w:t xml:space="preserve">              </w:t>
      </w:r>
      <w:r w:rsidR="0062082E" w:rsidRPr="00D66FF0">
        <w:rPr>
          <w:rFonts w:eastAsia="Calibri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</w:t>
      </w:r>
      <w:r w:rsidR="00372AAD">
        <w:rPr>
          <w:rFonts w:eastAsia="Calibri"/>
          <w:sz w:val="28"/>
          <w:szCs w:val="28"/>
        </w:rPr>
        <w:t xml:space="preserve"> получателя субсидии</w:t>
      </w:r>
      <w:r w:rsidR="0062082E" w:rsidRPr="00D66FF0">
        <w:rPr>
          <w:rFonts w:eastAsia="Calibri"/>
          <w:sz w:val="28"/>
          <w:szCs w:val="28"/>
        </w:rPr>
        <w:t xml:space="preserve"> </w:t>
      </w:r>
      <w:r w:rsidR="00372AAD">
        <w:rPr>
          <w:rFonts w:eastAsia="Calibri"/>
          <w:sz w:val="28"/>
          <w:szCs w:val="28"/>
        </w:rPr>
        <w:t>(</w:t>
      </w:r>
      <w:r w:rsidR="0062082E" w:rsidRPr="00D66FF0">
        <w:rPr>
          <w:rFonts w:eastAsia="Calibri"/>
          <w:sz w:val="28"/>
          <w:szCs w:val="28"/>
        </w:rPr>
        <w:t>участника отбора</w:t>
      </w:r>
      <w:r w:rsidR="00372AAD">
        <w:rPr>
          <w:rFonts w:eastAsia="Calibri"/>
          <w:sz w:val="28"/>
          <w:szCs w:val="28"/>
        </w:rPr>
        <w:t>)</w:t>
      </w:r>
      <w:r w:rsidR="0062082E" w:rsidRPr="00D66FF0">
        <w:rPr>
          <w:rFonts w:eastAsia="Calibri"/>
          <w:sz w:val="28"/>
          <w:szCs w:val="28"/>
        </w:rPr>
        <w:t xml:space="preserve">, являющегося юридическим лицом, </w:t>
      </w:r>
      <w:r w:rsidR="00486700">
        <w:rPr>
          <w:rFonts w:eastAsia="Calibri"/>
          <w:sz w:val="28"/>
          <w:szCs w:val="28"/>
        </w:rPr>
        <w:t xml:space="preserve">                            </w:t>
      </w:r>
      <w:r w:rsidR="0062082E" w:rsidRPr="00D66FF0">
        <w:rPr>
          <w:rFonts w:eastAsia="Calibri"/>
          <w:sz w:val="28"/>
          <w:szCs w:val="28"/>
        </w:rPr>
        <w:t xml:space="preserve">об индивидуальном предпринимателе и о физическом лице </w:t>
      </w:r>
      <w:r w:rsidR="0062082E">
        <w:rPr>
          <w:rFonts w:eastAsia="Calibri"/>
          <w:sz w:val="28"/>
          <w:szCs w:val="28"/>
        </w:rPr>
        <w:t>–</w:t>
      </w:r>
      <w:r w:rsidR="0062082E" w:rsidRPr="00D66FF0">
        <w:rPr>
          <w:rFonts w:eastAsia="Calibri"/>
          <w:sz w:val="28"/>
          <w:szCs w:val="28"/>
        </w:rPr>
        <w:t xml:space="preserve"> производителе товаров, работ, услуг, являющихся</w:t>
      </w:r>
      <w:r w:rsidR="00756542">
        <w:rPr>
          <w:rFonts w:eastAsia="Calibri"/>
          <w:sz w:val="28"/>
          <w:szCs w:val="28"/>
        </w:rPr>
        <w:t xml:space="preserve"> </w:t>
      </w:r>
      <w:r w:rsidR="0062082E" w:rsidRPr="00D66FF0">
        <w:rPr>
          <w:rFonts w:eastAsia="Calibri"/>
          <w:sz w:val="28"/>
          <w:szCs w:val="28"/>
        </w:rPr>
        <w:t>участниками отбора</w:t>
      </w:r>
      <w:r w:rsidR="0062082E">
        <w:rPr>
          <w:rFonts w:eastAsia="Calibri"/>
          <w:sz w:val="28"/>
          <w:szCs w:val="28"/>
        </w:rPr>
        <w:t>.</w:t>
      </w:r>
    </w:p>
    <w:p w:rsidR="00073AB4" w:rsidRDefault="00A2666A" w:rsidP="00A2666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3.2. </w:t>
      </w:r>
      <w:r w:rsidR="0062082E">
        <w:rPr>
          <w:rFonts w:eastAsia="Calibri"/>
          <w:sz w:val="28"/>
          <w:szCs w:val="28"/>
        </w:rPr>
        <w:t>В целях подтверждения соответствия указанным требованиям участники отбора прилагают к заявке следующие документы:</w:t>
      </w:r>
    </w:p>
    <w:p w:rsidR="00073AB4" w:rsidRDefault="00073AB4" w:rsidP="00073AB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справки, подписанные руководителем, содержащие на дату подачи заявки следующие сведения:</w:t>
      </w:r>
    </w:p>
    <w:p w:rsidR="00073AB4" w:rsidRDefault="00073AB4" w:rsidP="00073AB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F3728">
        <w:rPr>
          <w:rFonts w:eastAsia="Calibri"/>
          <w:sz w:val="28"/>
          <w:szCs w:val="28"/>
        </w:rPr>
        <w:t>о том, что</w:t>
      </w:r>
      <w:r w:rsidR="007B544B">
        <w:rPr>
          <w:rFonts w:eastAsia="Calibri"/>
          <w:sz w:val="28"/>
          <w:szCs w:val="28"/>
        </w:rPr>
        <w:t xml:space="preserve"> </w:t>
      </w:r>
      <w:r w:rsidRPr="00DF3728">
        <w:rPr>
          <w:rFonts w:eastAsia="Calibri"/>
          <w:sz w:val="28"/>
          <w:szCs w:val="28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</w:t>
      </w:r>
      <w:r w:rsidR="007B544B">
        <w:rPr>
          <w:rFonts w:eastAsia="Calibri"/>
          <w:sz w:val="28"/>
          <w:szCs w:val="28"/>
        </w:rPr>
        <w:t>е российским юридическим лицом,</w:t>
      </w:r>
      <w:r w:rsidR="00B44F83">
        <w:rPr>
          <w:rFonts w:eastAsia="Calibri"/>
          <w:sz w:val="28"/>
          <w:szCs w:val="28"/>
        </w:rPr>
        <w:t xml:space="preserve">                  </w:t>
      </w:r>
      <w:r w:rsidR="007B544B">
        <w:rPr>
          <w:rFonts w:eastAsia="Calibri"/>
          <w:sz w:val="28"/>
          <w:szCs w:val="28"/>
        </w:rPr>
        <w:t xml:space="preserve"> </w:t>
      </w:r>
      <w:r w:rsidRPr="00DF3728">
        <w:rPr>
          <w:rFonts w:eastAsia="Calibri"/>
          <w:sz w:val="28"/>
          <w:szCs w:val="28"/>
        </w:rPr>
        <w:t>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</w:t>
      </w:r>
      <w:r>
        <w:rPr>
          <w:rFonts w:eastAsia="Calibri"/>
          <w:sz w:val="28"/>
          <w:szCs w:val="28"/>
        </w:rPr>
        <w:t xml:space="preserve">тале российских юридических лиц </w:t>
      </w:r>
      <w:r w:rsidRPr="00DF3728">
        <w:rPr>
          <w:rFonts w:eastAsia="Calibri"/>
          <w:sz w:val="28"/>
          <w:szCs w:val="28"/>
        </w:rPr>
        <w:t>не учитывается прямое и (или) косвенное участие офшорных компаний</w:t>
      </w:r>
      <w:r>
        <w:rPr>
          <w:rFonts w:eastAsia="Calibri"/>
          <w:sz w:val="28"/>
          <w:szCs w:val="28"/>
        </w:rPr>
        <w:t xml:space="preserve"> </w:t>
      </w:r>
      <w:r w:rsidRPr="00DF3728">
        <w:rPr>
          <w:rFonts w:eastAsia="Calibri"/>
          <w:sz w:val="28"/>
          <w:szCs w:val="28"/>
        </w:rPr>
        <w:t xml:space="preserve">в капитале публичных акционерных обществ </w:t>
      </w:r>
      <w:r w:rsidR="00B44F83">
        <w:rPr>
          <w:rFonts w:eastAsia="Calibri"/>
          <w:sz w:val="28"/>
          <w:szCs w:val="28"/>
        </w:rPr>
        <w:t xml:space="preserve">         </w:t>
      </w:r>
      <w:r w:rsidRPr="00DF3728">
        <w:rPr>
          <w:rFonts w:eastAsia="Calibri"/>
          <w:sz w:val="28"/>
          <w:szCs w:val="28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42B06" w:rsidRDefault="00342B06" w:rsidP="00342B0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23BF7">
        <w:rPr>
          <w:rFonts w:eastAsia="Calibri"/>
          <w:sz w:val="28"/>
          <w:szCs w:val="28"/>
        </w:rPr>
        <w:t>об отсутствии</w:t>
      </w:r>
      <w:r w:rsidR="00DA7ED9">
        <w:rPr>
          <w:rFonts w:eastAsia="Calibri"/>
          <w:sz w:val="28"/>
          <w:szCs w:val="28"/>
        </w:rPr>
        <w:t xml:space="preserve"> </w:t>
      </w:r>
      <w:r w:rsidRPr="00A23BF7">
        <w:rPr>
          <w:rFonts w:eastAsia="Calibri"/>
          <w:sz w:val="28"/>
          <w:szCs w:val="28"/>
        </w:rPr>
        <w:t>участника отбора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</w:t>
      </w:r>
      <w:r>
        <w:rPr>
          <w:rFonts w:eastAsia="Calibri"/>
          <w:sz w:val="28"/>
          <w:szCs w:val="28"/>
        </w:rPr>
        <w:t xml:space="preserve">                    </w:t>
      </w:r>
      <w:r w:rsidRPr="00A23BF7">
        <w:rPr>
          <w:rFonts w:eastAsia="Calibri"/>
          <w:sz w:val="28"/>
          <w:szCs w:val="28"/>
        </w:rPr>
        <w:t xml:space="preserve"> с распространением оружия массового уничтожения;</w:t>
      </w:r>
    </w:p>
    <w:p w:rsidR="00342B06" w:rsidRDefault="00342B06" w:rsidP="00342B0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23BF7">
        <w:rPr>
          <w:rFonts w:eastAsia="Calibri"/>
          <w:sz w:val="28"/>
          <w:szCs w:val="28"/>
        </w:rPr>
        <w:t>о том, что</w:t>
      </w:r>
      <w:r w:rsidR="00663DFD" w:rsidRPr="00663DFD">
        <w:rPr>
          <w:rFonts w:eastAsia="Calibri"/>
          <w:sz w:val="28"/>
          <w:szCs w:val="28"/>
        </w:rPr>
        <w:t xml:space="preserve"> </w:t>
      </w:r>
      <w:r w:rsidR="00DA7ED9">
        <w:rPr>
          <w:rFonts w:eastAsia="Calibri"/>
          <w:sz w:val="28"/>
          <w:szCs w:val="28"/>
        </w:rPr>
        <w:t xml:space="preserve">получатель </w:t>
      </w:r>
      <w:r w:rsidR="00663DFD" w:rsidRPr="00DF3728">
        <w:rPr>
          <w:rFonts w:eastAsia="Calibri"/>
          <w:sz w:val="28"/>
          <w:szCs w:val="28"/>
        </w:rPr>
        <w:t xml:space="preserve">участник отбора </w:t>
      </w:r>
      <w:r w:rsidRPr="00A23BF7">
        <w:rPr>
          <w:rFonts w:eastAsia="Calibri"/>
          <w:sz w:val="28"/>
          <w:szCs w:val="28"/>
        </w:rPr>
        <w:t xml:space="preserve">не получает средства </w:t>
      </w:r>
      <w:r w:rsidR="00266E71">
        <w:rPr>
          <w:rFonts w:eastAsia="Calibri"/>
          <w:sz w:val="28"/>
          <w:szCs w:val="28"/>
        </w:rPr>
        <w:t xml:space="preserve">                           </w:t>
      </w:r>
      <w:r w:rsidRPr="00A23BF7">
        <w:rPr>
          <w:rFonts w:eastAsia="Calibri"/>
          <w:sz w:val="28"/>
          <w:szCs w:val="28"/>
        </w:rPr>
        <w:t xml:space="preserve">из бюджета города Оренбурга, на основании иных нормативных правовых актов или муниципальных правовых актов на цели, указанные в </w:t>
      </w:r>
      <w:hyperlink r:id="rId18" w:history="1">
        <w:r w:rsidRPr="00A23BF7">
          <w:rPr>
            <w:rFonts w:eastAsia="Calibri"/>
            <w:sz w:val="28"/>
            <w:szCs w:val="28"/>
          </w:rPr>
          <w:t>пункте 1.2</w:t>
        </w:r>
      </w:hyperlink>
      <w:r w:rsidRPr="00A23BF7">
        <w:rPr>
          <w:rFonts w:eastAsia="Calibri"/>
          <w:sz w:val="28"/>
          <w:szCs w:val="28"/>
        </w:rPr>
        <w:t xml:space="preserve"> Порядка;</w:t>
      </w:r>
    </w:p>
    <w:p w:rsidR="001A49B2" w:rsidRPr="00A23BF7" w:rsidRDefault="001A49B2" w:rsidP="001A49B2">
      <w:pPr>
        <w:ind w:firstLine="709"/>
        <w:jc w:val="both"/>
        <w:rPr>
          <w:rFonts w:eastAsia="Calibri"/>
          <w:sz w:val="28"/>
          <w:szCs w:val="28"/>
        </w:rPr>
      </w:pPr>
      <w:r w:rsidRPr="00A23BF7">
        <w:rPr>
          <w:rFonts w:eastAsia="Calibri"/>
          <w:sz w:val="28"/>
          <w:szCs w:val="28"/>
        </w:rPr>
        <w:t xml:space="preserve">об отсутствии </w:t>
      </w:r>
      <w:r w:rsidR="00DA7ED9">
        <w:rPr>
          <w:rFonts w:eastAsia="Calibri"/>
          <w:sz w:val="28"/>
          <w:szCs w:val="28"/>
        </w:rPr>
        <w:t xml:space="preserve">у </w:t>
      </w:r>
      <w:r w:rsidR="00AD59DC" w:rsidRPr="00A23BF7">
        <w:rPr>
          <w:rFonts w:eastAsia="Calibri"/>
          <w:sz w:val="28"/>
          <w:szCs w:val="28"/>
        </w:rPr>
        <w:t xml:space="preserve">участника отбора </w:t>
      </w:r>
      <w:r w:rsidRPr="00A23BF7">
        <w:rPr>
          <w:rFonts w:eastAsia="Calibri"/>
          <w:sz w:val="28"/>
          <w:szCs w:val="28"/>
        </w:rPr>
        <w:t>просроченной задолженности</w:t>
      </w:r>
      <w:r w:rsidR="0096430C">
        <w:rPr>
          <w:rFonts w:eastAsia="Calibri"/>
          <w:sz w:val="28"/>
          <w:szCs w:val="28"/>
        </w:rPr>
        <w:t xml:space="preserve">                 </w:t>
      </w:r>
      <w:r w:rsidR="00AD59DC">
        <w:rPr>
          <w:rFonts w:eastAsia="Calibri"/>
          <w:sz w:val="28"/>
          <w:szCs w:val="28"/>
        </w:rPr>
        <w:t xml:space="preserve"> </w:t>
      </w:r>
      <w:r w:rsidRPr="00A23BF7">
        <w:rPr>
          <w:rFonts w:eastAsia="Calibri"/>
          <w:sz w:val="28"/>
          <w:szCs w:val="28"/>
        </w:rPr>
        <w:t xml:space="preserve">по возврату в бюджет (неурегулированной) задолженности </w:t>
      </w:r>
      <w:r w:rsidR="00463A67" w:rsidRPr="00A23BF7">
        <w:rPr>
          <w:rFonts w:eastAsia="Calibri"/>
          <w:sz w:val="28"/>
          <w:szCs w:val="28"/>
        </w:rPr>
        <w:t xml:space="preserve">города Оренбурга, иных субсидий, бюджетных инвестиций, а также иной просроченной </w:t>
      </w:r>
      <w:r w:rsidRPr="00A23BF7">
        <w:rPr>
          <w:rFonts w:eastAsia="Calibri"/>
          <w:sz w:val="28"/>
          <w:szCs w:val="28"/>
        </w:rPr>
        <w:t>по денежным обязательствам перед муниципальным образованием «город Оренбург»;</w:t>
      </w:r>
    </w:p>
    <w:p w:rsidR="00073AB4" w:rsidRDefault="00E12E10" w:rsidP="00E12E10">
      <w:pPr>
        <w:ind w:firstLine="709"/>
        <w:jc w:val="both"/>
        <w:rPr>
          <w:rFonts w:eastAsia="Calibri"/>
          <w:sz w:val="28"/>
          <w:szCs w:val="28"/>
        </w:rPr>
      </w:pPr>
      <w:r w:rsidRPr="00A23BF7">
        <w:rPr>
          <w:rFonts w:eastAsia="Calibri"/>
          <w:sz w:val="28"/>
          <w:szCs w:val="28"/>
        </w:rPr>
        <w:t>о том, что</w:t>
      </w:r>
      <w:r w:rsidR="00DA7ED9">
        <w:rPr>
          <w:rFonts w:eastAsia="Calibri"/>
          <w:sz w:val="28"/>
          <w:szCs w:val="28"/>
        </w:rPr>
        <w:t xml:space="preserve"> </w:t>
      </w:r>
      <w:r w:rsidRPr="00A23BF7">
        <w:rPr>
          <w:rFonts w:eastAsia="Calibri"/>
          <w:sz w:val="28"/>
          <w:szCs w:val="28"/>
        </w:rPr>
        <w:t>участник отбора</w:t>
      </w:r>
      <w:r w:rsidR="00CA4402">
        <w:rPr>
          <w:rFonts w:eastAsia="Calibri"/>
          <w:sz w:val="28"/>
          <w:szCs w:val="28"/>
        </w:rPr>
        <w:t xml:space="preserve">, являющийся юридическим лицом, </w:t>
      </w:r>
      <w:r w:rsidR="00B44F83">
        <w:rPr>
          <w:rFonts w:eastAsia="Calibri"/>
          <w:sz w:val="28"/>
          <w:szCs w:val="28"/>
        </w:rPr>
        <w:t xml:space="preserve">                       </w:t>
      </w:r>
      <w:r w:rsidRPr="00A23BF7">
        <w:rPr>
          <w:rFonts w:eastAsia="Calibri"/>
          <w:sz w:val="28"/>
          <w:szCs w:val="28"/>
        </w:rPr>
        <w:t xml:space="preserve">не находится в процессе реорганизации (за исключением реорганизации </w:t>
      </w:r>
      <w:r w:rsidR="00B44F83">
        <w:rPr>
          <w:rFonts w:eastAsia="Calibri"/>
          <w:sz w:val="28"/>
          <w:szCs w:val="28"/>
        </w:rPr>
        <w:t xml:space="preserve">            </w:t>
      </w:r>
      <w:r w:rsidRPr="00A23BF7">
        <w:rPr>
          <w:rFonts w:eastAsia="Calibri"/>
          <w:sz w:val="28"/>
          <w:szCs w:val="28"/>
        </w:rPr>
        <w:lastRenderedPageBreak/>
        <w:t>в форме присоединения к юридическому лицу, являющемуся участником отбора, другого юридического лица), ликвидации, в отношении его</w:t>
      </w:r>
      <w:r>
        <w:rPr>
          <w:rFonts w:eastAsia="Calibri"/>
          <w:sz w:val="28"/>
          <w:szCs w:val="28"/>
        </w:rPr>
        <w:t xml:space="preserve"> </w:t>
      </w:r>
      <w:r w:rsidR="00B44F83">
        <w:rPr>
          <w:rFonts w:eastAsia="Calibri"/>
          <w:sz w:val="28"/>
          <w:szCs w:val="28"/>
        </w:rPr>
        <w:t xml:space="preserve">                        </w:t>
      </w:r>
      <w:r w:rsidRPr="00A23BF7">
        <w:rPr>
          <w:rFonts w:eastAsia="Calibri"/>
          <w:sz w:val="28"/>
          <w:szCs w:val="28"/>
        </w:rPr>
        <w:t>не введена процедура банкротства, деятельность участника отбора</w:t>
      </w:r>
      <w:r w:rsidR="00B44F83"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 xml:space="preserve"> </w:t>
      </w:r>
      <w:r w:rsidRPr="00A23BF7">
        <w:rPr>
          <w:rFonts w:eastAsia="Calibri"/>
          <w:sz w:val="28"/>
          <w:szCs w:val="28"/>
        </w:rPr>
        <w:t>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</w:p>
    <w:p w:rsidR="00030BAB" w:rsidRDefault="00E12E10" w:rsidP="006733D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1F5892">
        <w:rPr>
          <w:rFonts w:eastAsia="Calibri"/>
          <w:sz w:val="28"/>
          <w:szCs w:val="28"/>
        </w:rPr>
        <w:t xml:space="preserve">) </w:t>
      </w:r>
      <w:r w:rsidR="00030BAB">
        <w:rPr>
          <w:rFonts w:eastAsia="Calibri"/>
          <w:sz w:val="28"/>
          <w:szCs w:val="28"/>
        </w:rPr>
        <w:t>выписку из Единого государственного реестра юридических лиц или из Единого государственного реестра индивидуальных предпринимателей,</w:t>
      </w:r>
      <w:r w:rsidR="00030BAB" w:rsidRPr="00030BAB">
        <w:rPr>
          <w:rFonts w:eastAsia="Calibri"/>
          <w:sz w:val="28"/>
          <w:szCs w:val="28"/>
        </w:rPr>
        <w:t xml:space="preserve"> </w:t>
      </w:r>
      <w:r w:rsidR="00030BAB">
        <w:rPr>
          <w:rFonts w:eastAsia="Calibri"/>
          <w:sz w:val="28"/>
          <w:szCs w:val="28"/>
        </w:rPr>
        <w:t>заверенную в установленном порядке, или сведения о юридическом лице</w:t>
      </w:r>
      <w:r w:rsidR="006733D1">
        <w:rPr>
          <w:rFonts w:eastAsia="Calibri"/>
          <w:sz w:val="28"/>
          <w:szCs w:val="28"/>
        </w:rPr>
        <w:t xml:space="preserve">, </w:t>
      </w:r>
      <w:r w:rsidR="005E19B2">
        <w:rPr>
          <w:rFonts w:eastAsia="Calibri"/>
          <w:sz w:val="28"/>
          <w:szCs w:val="28"/>
        </w:rPr>
        <w:t>индивидуальном предпринимателе</w:t>
      </w:r>
      <w:r w:rsidR="00030BAB">
        <w:rPr>
          <w:rFonts w:eastAsia="Calibri"/>
          <w:sz w:val="28"/>
          <w:szCs w:val="28"/>
        </w:rPr>
        <w:t>, полученные с официального сайта Федер</w:t>
      </w:r>
      <w:r w:rsidR="00774421">
        <w:rPr>
          <w:rFonts w:eastAsia="Calibri"/>
          <w:sz w:val="28"/>
          <w:szCs w:val="28"/>
        </w:rPr>
        <w:t>альной налоговой службы в сети Интернет</w:t>
      </w:r>
      <w:r w:rsidR="00030BAB">
        <w:rPr>
          <w:rFonts w:eastAsia="Calibri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подписью, на дату не ранее чем за 30 календарных дней до дня подачи заявки на участие в отборе;</w:t>
      </w:r>
    </w:p>
    <w:p w:rsidR="0007067B" w:rsidRDefault="00E12E10" w:rsidP="004E175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E1759">
        <w:rPr>
          <w:rFonts w:eastAsia="Calibri"/>
          <w:sz w:val="28"/>
          <w:szCs w:val="28"/>
        </w:rPr>
        <w:t xml:space="preserve">) справку налогового органа, подтверждающую отсутствие </w:t>
      </w:r>
      <w:r w:rsidR="00287D5C">
        <w:rPr>
          <w:rFonts w:eastAsia="Calibri"/>
          <w:sz w:val="28"/>
          <w:szCs w:val="28"/>
        </w:rPr>
        <w:t xml:space="preserve">                            </w:t>
      </w:r>
      <w:r w:rsidR="00463A67">
        <w:rPr>
          <w:rFonts w:eastAsia="Calibri"/>
          <w:sz w:val="28"/>
          <w:szCs w:val="28"/>
        </w:rPr>
        <w:t>у участника отбора</w:t>
      </w:r>
      <w:r w:rsidR="004E1759">
        <w:rPr>
          <w:rFonts w:eastAsia="Calibri"/>
          <w:sz w:val="28"/>
          <w:szCs w:val="28"/>
        </w:rPr>
        <w:t xml:space="preserve"> по состоянию на дату не ранее чем за 30 календарных дней до дня подачи заявки неисполненной обязанности по уплате налогов, сборов, страховых взносов, пеней, штрафов и процентов, подлежащих уплате</w:t>
      </w:r>
      <w:r w:rsidR="00287D5C">
        <w:rPr>
          <w:rFonts w:eastAsia="Calibri"/>
          <w:sz w:val="28"/>
          <w:szCs w:val="28"/>
        </w:rPr>
        <w:t xml:space="preserve">                       </w:t>
      </w:r>
      <w:r w:rsidR="004E1759">
        <w:rPr>
          <w:rFonts w:eastAsia="Calibri"/>
          <w:sz w:val="28"/>
          <w:szCs w:val="28"/>
        </w:rPr>
        <w:t xml:space="preserve"> в соответствии с законодательством Российской Федерации о налогах </w:t>
      </w:r>
      <w:r w:rsidR="00287D5C">
        <w:rPr>
          <w:rFonts w:eastAsia="Calibri"/>
          <w:sz w:val="28"/>
          <w:szCs w:val="28"/>
        </w:rPr>
        <w:t xml:space="preserve">                      </w:t>
      </w:r>
      <w:r w:rsidR="004E1759">
        <w:rPr>
          <w:rFonts w:eastAsia="Calibri"/>
          <w:sz w:val="28"/>
          <w:szCs w:val="28"/>
        </w:rPr>
        <w:t>и сборах, заверенную в установленном порядке или подписанную усиленной квалифиц</w:t>
      </w:r>
      <w:r w:rsidR="005775CB">
        <w:rPr>
          <w:rFonts w:eastAsia="Calibri"/>
          <w:sz w:val="28"/>
          <w:szCs w:val="28"/>
        </w:rPr>
        <w:t>ированной электронной подписью</w:t>
      </w:r>
      <w:r w:rsidR="0007067B">
        <w:rPr>
          <w:rFonts w:eastAsia="Calibri"/>
          <w:sz w:val="28"/>
          <w:szCs w:val="28"/>
        </w:rPr>
        <w:t>;</w:t>
      </w:r>
    </w:p>
    <w:p w:rsidR="00DC6A24" w:rsidRDefault="0007067B" w:rsidP="00DC6A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DC6A24">
        <w:rPr>
          <w:rFonts w:eastAsia="Calibri"/>
          <w:sz w:val="28"/>
          <w:szCs w:val="28"/>
        </w:rPr>
        <w:tab/>
      </w:r>
      <w:r w:rsidR="009479C2">
        <w:rPr>
          <w:rFonts w:eastAsia="Calibri"/>
          <w:sz w:val="28"/>
          <w:szCs w:val="28"/>
        </w:rPr>
        <w:t>4</w:t>
      </w:r>
      <w:r w:rsidR="00DC6A24">
        <w:rPr>
          <w:rFonts w:eastAsia="Calibri"/>
          <w:sz w:val="28"/>
          <w:szCs w:val="28"/>
        </w:rPr>
        <w:t>) информацию с сайта</w:t>
      </w:r>
      <w:r w:rsidR="00DA6989">
        <w:rPr>
          <w:rFonts w:eastAsia="Calibri"/>
          <w:sz w:val="28"/>
          <w:szCs w:val="28"/>
        </w:rPr>
        <w:t xml:space="preserve"> </w:t>
      </w:r>
      <w:r w:rsidR="00DA6989" w:rsidRPr="006B0E22">
        <w:rPr>
          <w:rFonts w:eastAsia="Calibri"/>
          <w:sz w:val="28"/>
          <w:szCs w:val="28"/>
        </w:rPr>
        <w:t>Федеральной службы по финансовому</w:t>
      </w:r>
      <w:r w:rsidR="00DA6989" w:rsidRPr="006B0E22">
        <w:rPr>
          <w:rFonts w:eastAsia="Calibri"/>
          <w:b/>
          <w:bCs/>
          <w:sz w:val="28"/>
          <w:szCs w:val="28"/>
        </w:rPr>
        <w:t xml:space="preserve"> </w:t>
      </w:r>
      <w:r w:rsidR="00DA6989" w:rsidRPr="006B0E22">
        <w:rPr>
          <w:rFonts w:eastAsia="Calibri"/>
          <w:sz w:val="28"/>
          <w:szCs w:val="28"/>
        </w:rPr>
        <w:t>мониторингу</w:t>
      </w:r>
      <w:r w:rsidR="00DC6A24">
        <w:rPr>
          <w:rFonts w:eastAsia="Calibri"/>
          <w:sz w:val="28"/>
          <w:szCs w:val="28"/>
        </w:rPr>
        <w:t>, подтверждающую отсутствие получателя субсидии в перечне организаций и физических лиц,</w:t>
      </w:r>
      <w:r w:rsidR="00287D5C">
        <w:rPr>
          <w:rFonts w:eastAsia="Calibri"/>
          <w:sz w:val="28"/>
          <w:szCs w:val="28"/>
        </w:rPr>
        <w:t xml:space="preserve"> </w:t>
      </w:r>
      <w:r w:rsidR="00DC6A24">
        <w:rPr>
          <w:rFonts w:eastAsia="Calibri"/>
          <w:sz w:val="28"/>
          <w:szCs w:val="28"/>
        </w:rPr>
        <w:t xml:space="preserve">в отношении которых имеются сведения </w:t>
      </w:r>
      <w:r w:rsidR="00266E71">
        <w:rPr>
          <w:rFonts w:eastAsia="Calibri"/>
          <w:sz w:val="28"/>
          <w:szCs w:val="28"/>
        </w:rPr>
        <w:t xml:space="preserve">               </w:t>
      </w:r>
      <w:r w:rsidR="00DC6A24">
        <w:rPr>
          <w:rFonts w:eastAsia="Calibri"/>
          <w:sz w:val="28"/>
          <w:szCs w:val="28"/>
        </w:rPr>
        <w:t>об их причастности к экстремистской деятельности или терроризму;</w:t>
      </w:r>
    </w:p>
    <w:p w:rsidR="00121ABA" w:rsidRDefault="00DC6A24" w:rsidP="00121AB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9479C2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) справку налогового органа, подтверждающую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</w:t>
      </w:r>
      <w:r w:rsidR="00294761">
        <w:rPr>
          <w:rFonts w:eastAsia="Calibri"/>
          <w:sz w:val="28"/>
          <w:szCs w:val="28"/>
        </w:rPr>
        <w:t>тере (при наличии) участника отбора</w:t>
      </w:r>
      <w:r w:rsidR="00660E96">
        <w:rPr>
          <w:rFonts w:eastAsia="Calibri"/>
          <w:sz w:val="28"/>
          <w:szCs w:val="28"/>
        </w:rPr>
        <w:t>;</w:t>
      </w:r>
    </w:p>
    <w:p w:rsidR="00754511" w:rsidRDefault="00121ABA" w:rsidP="005664D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DC6A24">
        <w:rPr>
          <w:rFonts w:eastAsia="Calibri"/>
          <w:sz w:val="28"/>
          <w:szCs w:val="28"/>
        </w:rPr>
        <w:t xml:space="preserve">) информацию </w:t>
      </w:r>
      <w:r w:rsidR="00571031">
        <w:rPr>
          <w:rFonts w:eastAsia="Calibri"/>
          <w:sz w:val="28"/>
          <w:szCs w:val="28"/>
        </w:rPr>
        <w:t>с сайта</w:t>
      </w:r>
      <w:r w:rsidR="009D7C22">
        <w:rPr>
          <w:rFonts w:eastAsia="Calibri"/>
          <w:sz w:val="28"/>
          <w:szCs w:val="28"/>
        </w:rPr>
        <w:t xml:space="preserve"> Министерства юстиции Российской Федерации</w:t>
      </w:r>
      <w:r w:rsidR="00CA7296">
        <w:rPr>
          <w:rFonts w:eastAsia="Calibri"/>
          <w:sz w:val="28"/>
          <w:szCs w:val="28"/>
        </w:rPr>
        <w:t>, подтверждающую отсутствие</w:t>
      </w:r>
      <w:r w:rsidR="00DC6A24">
        <w:rPr>
          <w:rFonts w:eastAsia="Calibri"/>
          <w:sz w:val="28"/>
          <w:szCs w:val="28"/>
        </w:rPr>
        <w:t xml:space="preserve"> получателя субсиди</w:t>
      </w:r>
      <w:r w:rsidR="00830584">
        <w:rPr>
          <w:rFonts w:eastAsia="Calibri"/>
          <w:sz w:val="28"/>
          <w:szCs w:val="28"/>
        </w:rPr>
        <w:t>и в реестре иностранных агентов;</w:t>
      </w:r>
      <w:r w:rsidR="00DC6A24">
        <w:rPr>
          <w:rFonts w:eastAsia="Calibri"/>
          <w:sz w:val="28"/>
          <w:szCs w:val="28"/>
        </w:rPr>
        <w:t xml:space="preserve"> </w:t>
      </w:r>
    </w:p>
    <w:p w:rsidR="0062082E" w:rsidRDefault="00C8299A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62082E">
        <w:rPr>
          <w:rFonts w:eastAsia="Calibri"/>
          <w:sz w:val="28"/>
          <w:szCs w:val="28"/>
        </w:rPr>
        <w:t xml:space="preserve">) заверенные копии свидетельств, выданных </w:t>
      </w:r>
      <w:r w:rsidR="00637680">
        <w:rPr>
          <w:rFonts w:eastAsia="Calibri"/>
          <w:sz w:val="28"/>
          <w:szCs w:val="28"/>
        </w:rPr>
        <w:t>участнику отбора</w:t>
      </w:r>
      <w:r w:rsidR="0062082E">
        <w:rPr>
          <w:rFonts w:eastAsia="Calibri"/>
          <w:sz w:val="28"/>
          <w:szCs w:val="28"/>
        </w:rPr>
        <w:t>,                                  о регистрац</w:t>
      </w:r>
      <w:r w:rsidR="003234F8">
        <w:rPr>
          <w:rFonts w:eastAsia="Calibri"/>
          <w:sz w:val="28"/>
          <w:szCs w:val="28"/>
        </w:rPr>
        <w:t>ии средства массовой информации;</w:t>
      </w:r>
    </w:p>
    <w:p w:rsidR="001903B8" w:rsidRDefault="00C8299A" w:rsidP="001903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B76B90">
        <w:rPr>
          <w:rFonts w:eastAsia="Calibri"/>
          <w:sz w:val="28"/>
          <w:szCs w:val="28"/>
        </w:rPr>
        <w:t>) реквизиты расчетного счета</w:t>
      </w:r>
      <w:r w:rsidR="00957AED">
        <w:rPr>
          <w:rFonts w:eastAsia="Calibri"/>
          <w:sz w:val="28"/>
          <w:szCs w:val="28"/>
        </w:rPr>
        <w:t>,</w:t>
      </w:r>
      <w:r w:rsidR="003D5F63">
        <w:rPr>
          <w:rFonts w:eastAsia="Calibri"/>
          <w:sz w:val="28"/>
          <w:szCs w:val="28"/>
        </w:rPr>
        <w:t xml:space="preserve"> </w:t>
      </w:r>
      <w:r w:rsidR="00DC5C6A">
        <w:rPr>
          <w:rFonts w:eastAsia="Calibri"/>
          <w:sz w:val="28"/>
          <w:szCs w:val="28"/>
        </w:rPr>
        <w:t>открытого в учреждениях Центрального Банка Российской Федерации или кредитных организациях</w:t>
      </w:r>
      <w:r w:rsidR="003D5F63">
        <w:rPr>
          <w:rFonts w:eastAsia="Calibri"/>
          <w:sz w:val="28"/>
          <w:szCs w:val="28"/>
        </w:rPr>
        <w:t>, для перечисления субсидии</w:t>
      </w:r>
      <w:r w:rsidR="00370AF8">
        <w:rPr>
          <w:rFonts w:eastAsia="Calibri"/>
          <w:sz w:val="28"/>
          <w:szCs w:val="28"/>
        </w:rPr>
        <w:t>.</w:t>
      </w:r>
    </w:p>
    <w:p w:rsidR="00D01CDA" w:rsidRDefault="001903B8" w:rsidP="00800F7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Документы, указанные в </w:t>
      </w:r>
      <w:hyperlink r:id="rId19" w:history="1">
        <w:r w:rsidRPr="00616826">
          <w:rPr>
            <w:rFonts w:eastAsia="Calibri"/>
            <w:sz w:val="28"/>
            <w:szCs w:val="28"/>
          </w:rPr>
          <w:t>подпунктах</w:t>
        </w:r>
      </w:hyperlink>
      <w:r w:rsidR="00800F75">
        <w:rPr>
          <w:rFonts w:eastAsia="Calibri"/>
          <w:sz w:val="28"/>
          <w:szCs w:val="28"/>
        </w:rPr>
        <w:t xml:space="preserve"> 2</w:t>
      </w:r>
      <w:r w:rsidR="00800F75">
        <w:rPr>
          <w:sz w:val="28"/>
          <w:szCs w:val="28"/>
        </w:rPr>
        <w:t>–</w:t>
      </w:r>
      <w:hyperlink r:id="rId20" w:history="1">
        <w:r w:rsidRPr="00616826">
          <w:rPr>
            <w:rFonts w:eastAsia="Calibri"/>
            <w:sz w:val="28"/>
            <w:szCs w:val="28"/>
          </w:rPr>
          <w:t>6</w:t>
        </w:r>
      </w:hyperlink>
      <w:r>
        <w:rPr>
          <w:rFonts w:eastAsia="Calibri"/>
          <w:sz w:val="28"/>
          <w:szCs w:val="28"/>
        </w:rPr>
        <w:t xml:space="preserve"> настоящего пункта</w:t>
      </w:r>
      <w:r w:rsidR="00B44F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C64CE8">
        <w:rPr>
          <w:rFonts w:eastAsia="Calibri"/>
          <w:sz w:val="28"/>
          <w:szCs w:val="28"/>
        </w:rPr>
        <w:t xml:space="preserve">могут быть </w:t>
      </w:r>
      <w:r w:rsidR="007B34F5">
        <w:rPr>
          <w:rFonts w:eastAsia="Calibri"/>
          <w:sz w:val="28"/>
          <w:szCs w:val="28"/>
        </w:rPr>
        <w:t>пред</w:t>
      </w:r>
      <w:r w:rsidR="00C64CE8">
        <w:rPr>
          <w:rFonts w:eastAsia="Calibri"/>
          <w:sz w:val="28"/>
          <w:szCs w:val="28"/>
        </w:rPr>
        <w:t>ставлены</w:t>
      </w:r>
      <w:r>
        <w:rPr>
          <w:rFonts w:eastAsia="Calibri"/>
          <w:sz w:val="28"/>
          <w:szCs w:val="28"/>
        </w:rPr>
        <w:t xml:space="preserve"> участни</w:t>
      </w:r>
      <w:r w:rsidR="00B44F83">
        <w:rPr>
          <w:rFonts w:eastAsia="Calibri"/>
          <w:sz w:val="28"/>
          <w:szCs w:val="28"/>
        </w:rPr>
        <w:t>ком от</w:t>
      </w:r>
      <w:r>
        <w:rPr>
          <w:rFonts w:eastAsia="Calibri"/>
          <w:sz w:val="28"/>
          <w:szCs w:val="28"/>
        </w:rPr>
        <w:t>бора по собственной инициативе</w:t>
      </w:r>
      <w:r w:rsidR="00B1523B">
        <w:rPr>
          <w:rFonts w:eastAsia="Calibri"/>
          <w:sz w:val="28"/>
          <w:szCs w:val="28"/>
        </w:rPr>
        <w:t xml:space="preserve">. </w:t>
      </w:r>
      <w:r w:rsidR="00D01CDA">
        <w:rPr>
          <w:rFonts w:eastAsia="Calibri"/>
          <w:sz w:val="28"/>
          <w:szCs w:val="28"/>
        </w:rPr>
        <w:t xml:space="preserve">В случае </w:t>
      </w:r>
      <w:r w:rsidR="00BA2339">
        <w:rPr>
          <w:rFonts w:eastAsia="Calibri"/>
          <w:sz w:val="28"/>
          <w:szCs w:val="28"/>
        </w:rPr>
        <w:t>если указанные сведения и документы не представлены</w:t>
      </w:r>
      <w:r w:rsidR="00470731">
        <w:rPr>
          <w:rFonts w:eastAsia="Calibri"/>
          <w:sz w:val="28"/>
          <w:szCs w:val="28"/>
        </w:rPr>
        <w:t>,</w:t>
      </w:r>
      <w:r w:rsidR="001650CC">
        <w:rPr>
          <w:rFonts w:eastAsia="Calibri"/>
          <w:sz w:val="28"/>
          <w:szCs w:val="28"/>
        </w:rPr>
        <w:t xml:space="preserve"> Администрация города Оренбурга самостоятельно запрашивает их в порядке ме</w:t>
      </w:r>
      <w:r w:rsidR="009215B1">
        <w:rPr>
          <w:rFonts w:eastAsia="Calibri"/>
          <w:sz w:val="28"/>
          <w:szCs w:val="28"/>
        </w:rPr>
        <w:t xml:space="preserve">жведомственного </w:t>
      </w:r>
      <w:r w:rsidR="000A794E">
        <w:rPr>
          <w:rFonts w:eastAsia="Calibri"/>
          <w:sz w:val="28"/>
          <w:szCs w:val="28"/>
        </w:rPr>
        <w:t xml:space="preserve">электронного </w:t>
      </w:r>
      <w:r w:rsidR="009215B1">
        <w:rPr>
          <w:rFonts w:eastAsia="Calibri"/>
          <w:sz w:val="28"/>
          <w:szCs w:val="28"/>
        </w:rPr>
        <w:t>взаимодействия.</w:t>
      </w:r>
    </w:p>
    <w:p w:rsidR="0062082E" w:rsidRDefault="0062082E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Заявка, подаваемая участником отбора, также включает:</w:t>
      </w:r>
    </w:p>
    <w:p w:rsidR="0062082E" w:rsidRDefault="00084CEB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а) для участников отбора</w:t>
      </w:r>
      <w:r w:rsidR="0062082E">
        <w:rPr>
          <w:rFonts w:eastAsia="Calibri"/>
          <w:sz w:val="28"/>
          <w:szCs w:val="28"/>
        </w:rPr>
        <w:t>, осуществляющих производство и выпуск печатных изданий на территории муниципального образования «город Оренбург»:</w:t>
      </w:r>
    </w:p>
    <w:p w:rsidR="0062082E" w:rsidRDefault="0062082E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наименование, формат, периодичность вып</w:t>
      </w:r>
      <w:r w:rsidR="00DC7F88">
        <w:rPr>
          <w:rFonts w:eastAsia="Calibri"/>
          <w:sz w:val="28"/>
          <w:szCs w:val="28"/>
        </w:rPr>
        <w:t>уска, полосность, тираж издания.</w:t>
      </w:r>
    </w:p>
    <w:p w:rsidR="0062082E" w:rsidRDefault="00084CEB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участников отбора</w:t>
      </w:r>
      <w:r w:rsidR="0062082E">
        <w:rPr>
          <w:rFonts w:eastAsia="Calibri"/>
          <w:sz w:val="28"/>
          <w:szCs w:val="28"/>
        </w:rPr>
        <w:t>, осуществляющих производство, размещение, распространение и (или) трансляцию телерадиопрограмм и проектов:</w:t>
      </w:r>
    </w:p>
    <w:p w:rsidR="0062082E" w:rsidRDefault="0062082E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наименование (название) программы и телерадиоканала, пе</w:t>
      </w:r>
      <w:r w:rsidR="00DC7F88">
        <w:rPr>
          <w:rFonts w:eastAsia="Calibri"/>
          <w:sz w:val="28"/>
          <w:szCs w:val="28"/>
        </w:rPr>
        <w:t>риодичность выхода, хронометраж.</w:t>
      </w:r>
    </w:p>
    <w:p w:rsidR="0062082E" w:rsidRDefault="00007623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сетевых изданий</w:t>
      </w:r>
      <w:r w:rsidR="0062082E">
        <w:rPr>
          <w:rFonts w:eastAsia="Calibri"/>
          <w:sz w:val="28"/>
          <w:szCs w:val="28"/>
        </w:rPr>
        <w:t>:</w:t>
      </w:r>
    </w:p>
    <w:p w:rsidR="0062082E" w:rsidRDefault="0062082E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наименование сайта, периодичность выхода </w:t>
      </w:r>
      <w:r w:rsidR="005F3EEB">
        <w:rPr>
          <w:rFonts w:eastAsia="Calibri"/>
          <w:sz w:val="28"/>
          <w:szCs w:val="28"/>
        </w:rPr>
        <w:t>информационных мат</w:t>
      </w:r>
      <w:r w:rsidR="00DC7F88">
        <w:rPr>
          <w:rFonts w:eastAsia="Calibri"/>
          <w:sz w:val="28"/>
          <w:szCs w:val="28"/>
        </w:rPr>
        <w:t>е</w:t>
      </w:r>
      <w:r w:rsidR="005F3EEB">
        <w:rPr>
          <w:rFonts w:eastAsia="Calibri"/>
          <w:sz w:val="28"/>
          <w:szCs w:val="28"/>
        </w:rPr>
        <w:t>риалов</w:t>
      </w:r>
      <w:r w:rsidR="00D801DC">
        <w:rPr>
          <w:rFonts w:eastAsia="Calibri"/>
          <w:sz w:val="28"/>
          <w:szCs w:val="28"/>
        </w:rPr>
        <w:t>;</w:t>
      </w:r>
    </w:p>
    <w:p w:rsidR="00175266" w:rsidRDefault="003234F8" w:rsidP="006208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скриншот электронной</w:t>
      </w:r>
      <w:r w:rsidR="0062082E">
        <w:rPr>
          <w:rFonts w:eastAsia="Calibri"/>
          <w:sz w:val="28"/>
          <w:szCs w:val="28"/>
        </w:rPr>
        <w:t xml:space="preserve"> версии </w:t>
      </w:r>
      <w:r w:rsidR="00DC7F88">
        <w:rPr>
          <w:rFonts w:eastAsia="Calibri"/>
          <w:sz w:val="28"/>
          <w:szCs w:val="28"/>
        </w:rPr>
        <w:t>средства</w:t>
      </w:r>
      <w:r>
        <w:rPr>
          <w:rFonts w:eastAsia="Calibri"/>
          <w:sz w:val="28"/>
          <w:szCs w:val="28"/>
        </w:rPr>
        <w:t xml:space="preserve"> массовой информации</w:t>
      </w:r>
      <w:r w:rsidR="00DC7F88">
        <w:rPr>
          <w:rFonts w:eastAsia="Calibri"/>
          <w:sz w:val="28"/>
          <w:szCs w:val="28"/>
        </w:rPr>
        <w:t xml:space="preserve"> </w:t>
      </w:r>
      <w:r w:rsidR="0062082E">
        <w:rPr>
          <w:rFonts w:eastAsia="Calibri"/>
          <w:sz w:val="28"/>
          <w:szCs w:val="28"/>
        </w:rPr>
        <w:t>в сети Интернет</w:t>
      </w:r>
      <w:r w:rsidR="004C0334">
        <w:rPr>
          <w:rFonts w:eastAsia="Calibri"/>
          <w:sz w:val="28"/>
          <w:szCs w:val="28"/>
        </w:rPr>
        <w:t xml:space="preserve"> (при наличии электронной версии</w:t>
      </w:r>
      <w:r w:rsidR="00255F4B">
        <w:rPr>
          <w:rFonts w:eastAsia="Calibri"/>
          <w:sz w:val="28"/>
          <w:szCs w:val="28"/>
        </w:rPr>
        <w:t>)</w:t>
      </w:r>
      <w:r w:rsidR="00646DEB">
        <w:rPr>
          <w:rFonts w:eastAsia="Calibri"/>
          <w:sz w:val="28"/>
          <w:szCs w:val="28"/>
        </w:rPr>
        <w:t>, подтверждающий размещение социально значимой информации по освещению деятельности Администрации города Оренбурга,</w:t>
      </w:r>
      <w:r w:rsidR="00736A18">
        <w:rPr>
          <w:rFonts w:eastAsia="Calibri"/>
          <w:sz w:val="28"/>
          <w:szCs w:val="28"/>
        </w:rPr>
        <w:t xml:space="preserve"> с указанием</w:t>
      </w:r>
      <w:r w:rsidR="00255F4B">
        <w:rPr>
          <w:rFonts w:eastAsia="Calibri"/>
          <w:sz w:val="28"/>
          <w:szCs w:val="28"/>
        </w:rPr>
        <w:t xml:space="preserve"> </w:t>
      </w:r>
      <w:r w:rsidR="00B36076">
        <w:rPr>
          <w:rFonts w:eastAsia="Calibri"/>
          <w:sz w:val="28"/>
          <w:szCs w:val="28"/>
        </w:rPr>
        <w:t>числа</w:t>
      </w:r>
      <w:r w:rsidR="0098034C">
        <w:rPr>
          <w:rFonts w:eastAsia="Calibri"/>
          <w:sz w:val="28"/>
          <w:szCs w:val="28"/>
        </w:rPr>
        <w:t xml:space="preserve"> уникальных посетителей сайта </w:t>
      </w:r>
      <w:r w:rsidR="004C743B">
        <w:rPr>
          <w:rFonts w:eastAsia="Calibri"/>
          <w:sz w:val="28"/>
          <w:szCs w:val="28"/>
        </w:rPr>
        <w:t>за неделю</w:t>
      </w:r>
      <w:r w:rsidR="0098034C">
        <w:rPr>
          <w:rFonts w:eastAsia="Calibri"/>
          <w:sz w:val="28"/>
          <w:szCs w:val="28"/>
        </w:rPr>
        <w:t>, предшеству</w:t>
      </w:r>
      <w:r w:rsidR="004C743B">
        <w:rPr>
          <w:rFonts w:eastAsia="Calibri"/>
          <w:sz w:val="28"/>
          <w:szCs w:val="28"/>
        </w:rPr>
        <w:t>ющую</w:t>
      </w:r>
      <w:r w:rsidR="0098034C">
        <w:rPr>
          <w:rFonts w:eastAsia="Calibri"/>
          <w:sz w:val="28"/>
          <w:szCs w:val="28"/>
        </w:rPr>
        <w:t xml:space="preserve"> дате </w:t>
      </w:r>
      <w:r w:rsidR="004C743B">
        <w:rPr>
          <w:rFonts w:eastAsia="Calibri"/>
          <w:sz w:val="28"/>
          <w:szCs w:val="28"/>
        </w:rPr>
        <w:t>подачи за</w:t>
      </w:r>
      <w:r w:rsidR="00175266">
        <w:rPr>
          <w:rFonts w:eastAsia="Calibri"/>
          <w:sz w:val="28"/>
          <w:szCs w:val="28"/>
        </w:rPr>
        <w:t>я</w:t>
      </w:r>
      <w:r w:rsidR="004C743B">
        <w:rPr>
          <w:rFonts w:eastAsia="Calibri"/>
          <w:sz w:val="28"/>
          <w:szCs w:val="28"/>
        </w:rPr>
        <w:t xml:space="preserve">вки </w:t>
      </w:r>
      <w:r w:rsidR="00EA5B11">
        <w:rPr>
          <w:rFonts w:eastAsia="Calibri"/>
          <w:sz w:val="28"/>
          <w:szCs w:val="28"/>
        </w:rPr>
        <w:t xml:space="preserve">                          </w:t>
      </w:r>
      <w:r w:rsidR="004C743B">
        <w:rPr>
          <w:rFonts w:eastAsia="Calibri"/>
          <w:sz w:val="28"/>
          <w:szCs w:val="28"/>
        </w:rPr>
        <w:t>на участие в отборе.</w:t>
      </w:r>
      <w:r w:rsidR="00175266">
        <w:rPr>
          <w:rFonts w:eastAsia="Calibri"/>
          <w:sz w:val="28"/>
          <w:szCs w:val="28"/>
        </w:rPr>
        <w:t xml:space="preserve"> </w:t>
      </w:r>
    </w:p>
    <w:p w:rsidR="003C0EEA" w:rsidRDefault="00765E0F" w:rsidP="00583C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</w:t>
      </w:r>
      <w:r w:rsidR="00DB2F71">
        <w:rPr>
          <w:rFonts w:eastAsia="Calibri"/>
          <w:sz w:val="28"/>
          <w:szCs w:val="28"/>
        </w:rPr>
        <w:t>включении в заявку</w:t>
      </w:r>
      <w:r>
        <w:rPr>
          <w:rFonts w:eastAsia="Calibri"/>
          <w:sz w:val="28"/>
          <w:szCs w:val="28"/>
        </w:rPr>
        <w:t xml:space="preserve"> </w:t>
      </w:r>
      <w:r w:rsidR="00DB2F71">
        <w:rPr>
          <w:rFonts w:eastAsia="Calibri"/>
          <w:sz w:val="28"/>
          <w:szCs w:val="28"/>
        </w:rPr>
        <w:t xml:space="preserve">социально значимых телерадиопрограмм </w:t>
      </w:r>
      <w:r w:rsidR="00EA5B11">
        <w:rPr>
          <w:rFonts w:eastAsia="Calibri"/>
          <w:sz w:val="28"/>
          <w:szCs w:val="28"/>
        </w:rPr>
        <w:t xml:space="preserve">                     </w:t>
      </w:r>
      <w:r w:rsidR="00DB2F71">
        <w:rPr>
          <w:rFonts w:eastAsia="Calibri"/>
          <w:sz w:val="28"/>
          <w:szCs w:val="28"/>
        </w:rPr>
        <w:t xml:space="preserve">и проектов по освещению деятельности Главы города Оренбурга, Администрации города Оренбурга </w:t>
      </w:r>
      <w:r w:rsidR="00DF7717">
        <w:rPr>
          <w:rFonts w:eastAsia="Calibri"/>
          <w:sz w:val="28"/>
          <w:szCs w:val="28"/>
        </w:rPr>
        <w:t>с целью их</w:t>
      </w:r>
      <w:r w:rsidR="004E5F1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ра</w:t>
      </w:r>
      <w:r w:rsidR="000B7C18">
        <w:rPr>
          <w:rFonts w:eastAsia="Calibri"/>
          <w:sz w:val="28"/>
          <w:szCs w:val="28"/>
        </w:rPr>
        <w:t>змещения</w:t>
      </w:r>
      <w:r w:rsidR="00620D63">
        <w:rPr>
          <w:rFonts w:eastAsia="Calibri"/>
          <w:sz w:val="28"/>
          <w:szCs w:val="28"/>
        </w:rPr>
        <w:t xml:space="preserve"> на страницах</w:t>
      </w:r>
      <w:r w:rsidR="004D5EFE">
        <w:rPr>
          <w:rFonts w:eastAsia="Calibri"/>
          <w:sz w:val="28"/>
          <w:szCs w:val="28"/>
        </w:rPr>
        <w:t xml:space="preserve">            </w:t>
      </w:r>
      <w:r w:rsidR="00620D63">
        <w:rPr>
          <w:rFonts w:eastAsia="Calibri"/>
          <w:sz w:val="28"/>
          <w:szCs w:val="28"/>
        </w:rPr>
        <w:t xml:space="preserve"> в </w:t>
      </w:r>
      <w:r w:rsidR="00F06670">
        <w:rPr>
          <w:rFonts w:eastAsia="Calibri"/>
          <w:sz w:val="28"/>
          <w:szCs w:val="28"/>
        </w:rPr>
        <w:t>социальных сетях</w:t>
      </w:r>
      <w:r w:rsidR="00AC349A">
        <w:rPr>
          <w:rFonts w:eastAsia="Calibri"/>
          <w:sz w:val="28"/>
          <w:szCs w:val="28"/>
        </w:rPr>
        <w:t xml:space="preserve"> прилагаются</w:t>
      </w:r>
      <w:r w:rsidR="00620D63">
        <w:rPr>
          <w:rFonts w:eastAsia="Calibri"/>
          <w:sz w:val="28"/>
          <w:szCs w:val="28"/>
        </w:rPr>
        <w:t xml:space="preserve"> </w:t>
      </w:r>
      <w:r w:rsidR="003229D1">
        <w:rPr>
          <w:rFonts w:eastAsia="Calibri"/>
          <w:sz w:val="28"/>
          <w:szCs w:val="28"/>
        </w:rPr>
        <w:t>скриншоты страниц</w:t>
      </w:r>
      <w:r w:rsidR="00DF7717">
        <w:rPr>
          <w:rFonts w:eastAsia="Calibri"/>
          <w:sz w:val="28"/>
          <w:szCs w:val="28"/>
        </w:rPr>
        <w:t xml:space="preserve"> средства массовой информации в социальных сетях и</w:t>
      </w:r>
      <w:r w:rsidR="00EA6F1E">
        <w:rPr>
          <w:rFonts w:eastAsia="Calibri"/>
          <w:sz w:val="28"/>
          <w:szCs w:val="28"/>
        </w:rPr>
        <w:t xml:space="preserve"> указывается</w:t>
      </w:r>
      <w:r w:rsidR="00DF7717">
        <w:rPr>
          <w:rFonts w:eastAsia="Calibri"/>
          <w:sz w:val="28"/>
          <w:szCs w:val="28"/>
        </w:rPr>
        <w:t xml:space="preserve"> число</w:t>
      </w:r>
      <w:r w:rsidR="003229D1">
        <w:rPr>
          <w:rFonts w:eastAsia="Calibri"/>
          <w:sz w:val="28"/>
          <w:szCs w:val="28"/>
        </w:rPr>
        <w:t xml:space="preserve"> подписчиков</w:t>
      </w:r>
      <w:r w:rsidR="003C0EEA">
        <w:rPr>
          <w:rFonts w:eastAsia="Calibri"/>
          <w:sz w:val="28"/>
          <w:szCs w:val="28"/>
        </w:rPr>
        <w:t>.</w:t>
      </w:r>
    </w:p>
    <w:p w:rsidR="00997B04" w:rsidRDefault="00393C86" w:rsidP="00997B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62082E">
        <w:rPr>
          <w:rFonts w:eastAsia="Calibri"/>
          <w:sz w:val="28"/>
          <w:szCs w:val="28"/>
        </w:rPr>
        <w:t xml:space="preserve">) экономическое обоснование и расчет планируемых затрат                               в соответствии с целью, указанной в </w:t>
      </w:r>
      <w:hyperlink r:id="rId21" w:history="1">
        <w:r w:rsidR="0062082E" w:rsidRPr="003C78B3">
          <w:rPr>
            <w:rFonts w:eastAsia="Calibri"/>
            <w:sz w:val="28"/>
            <w:szCs w:val="28"/>
          </w:rPr>
          <w:t>пункте 1.2</w:t>
        </w:r>
      </w:hyperlink>
      <w:r w:rsidR="0062082E">
        <w:rPr>
          <w:rFonts w:eastAsia="Calibri"/>
          <w:sz w:val="28"/>
          <w:szCs w:val="28"/>
        </w:rPr>
        <w:t xml:space="preserve"> настоящего Порядка</w:t>
      </w:r>
      <w:bookmarkStart w:id="2" w:name="Par32"/>
      <w:bookmarkEnd w:id="2"/>
      <w:r w:rsidR="00250CDD">
        <w:rPr>
          <w:rFonts w:eastAsia="Calibri"/>
          <w:sz w:val="28"/>
          <w:szCs w:val="28"/>
        </w:rPr>
        <w:t>.</w:t>
      </w:r>
    </w:p>
    <w:p w:rsidR="004F59BE" w:rsidRDefault="004F59BE" w:rsidP="00997B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подачи документов устанавливается в объявлении о проведении отбора</w:t>
      </w:r>
      <w:r w:rsidR="00615280">
        <w:rPr>
          <w:rFonts w:eastAsia="Calibri"/>
          <w:sz w:val="28"/>
          <w:szCs w:val="28"/>
        </w:rPr>
        <w:t>.</w:t>
      </w:r>
    </w:p>
    <w:p w:rsidR="00561625" w:rsidRDefault="00FB5E94" w:rsidP="00344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D23D66">
        <w:rPr>
          <w:rFonts w:eastAsia="Calibri"/>
          <w:sz w:val="28"/>
          <w:szCs w:val="28"/>
        </w:rPr>
        <w:t>.3</w:t>
      </w:r>
      <w:r w:rsidR="00997B04">
        <w:rPr>
          <w:rFonts w:eastAsia="Calibri"/>
          <w:sz w:val="28"/>
          <w:szCs w:val="28"/>
        </w:rPr>
        <w:t>. Рассмотрение заявок участников отбора и размера предоставляемой им субсидии проводится коми</w:t>
      </w:r>
      <w:r w:rsidR="00605323">
        <w:rPr>
          <w:rFonts w:eastAsia="Calibri"/>
          <w:sz w:val="28"/>
          <w:szCs w:val="28"/>
        </w:rPr>
        <w:t>ссией по определению победителей отбора</w:t>
      </w:r>
      <w:r w:rsidR="00997B04">
        <w:rPr>
          <w:rFonts w:eastAsia="Calibri"/>
          <w:sz w:val="28"/>
          <w:szCs w:val="28"/>
        </w:rPr>
        <w:t xml:space="preserve"> в сфере электронных и печатны</w:t>
      </w:r>
      <w:r w:rsidR="00814012">
        <w:rPr>
          <w:rFonts w:eastAsia="Calibri"/>
          <w:sz w:val="28"/>
          <w:szCs w:val="28"/>
        </w:rPr>
        <w:t xml:space="preserve">х средств массовой информации </w:t>
      </w:r>
      <w:r w:rsidR="00997B04">
        <w:rPr>
          <w:rFonts w:eastAsia="Calibri"/>
          <w:sz w:val="28"/>
          <w:szCs w:val="28"/>
        </w:rPr>
        <w:t>получателей субсидии за счет средств б</w:t>
      </w:r>
      <w:r w:rsidR="003445C8">
        <w:rPr>
          <w:rFonts w:eastAsia="Calibri"/>
          <w:sz w:val="28"/>
          <w:szCs w:val="28"/>
        </w:rPr>
        <w:t>юджета города Оренбурга (далее –</w:t>
      </w:r>
      <w:r w:rsidR="00997B04">
        <w:rPr>
          <w:rFonts w:eastAsia="Calibri"/>
          <w:sz w:val="28"/>
          <w:szCs w:val="28"/>
        </w:rPr>
        <w:t xml:space="preserve"> комиссия) в период с 20 по 30 декабря текущего года. </w:t>
      </w:r>
    </w:p>
    <w:p w:rsidR="00540EF0" w:rsidRDefault="00997B04" w:rsidP="003445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Размер субсидии определяется исходя из плановых затрат </w:t>
      </w:r>
      <w:r w:rsidR="00637680">
        <w:rPr>
          <w:rFonts w:eastAsia="Calibri"/>
          <w:sz w:val="28"/>
          <w:szCs w:val="28"/>
        </w:rPr>
        <w:t xml:space="preserve">участника отбора </w:t>
      </w:r>
      <w:r>
        <w:rPr>
          <w:rFonts w:eastAsia="Calibri"/>
          <w:sz w:val="28"/>
          <w:szCs w:val="28"/>
        </w:rPr>
        <w:t xml:space="preserve">в сфере электронных и печатных средств массовой информации </w:t>
      </w:r>
      <w:r w:rsidR="00266E71">
        <w:rPr>
          <w:rFonts w:eastAsia="Calibri"/>
          <w:sz w:val="28"/>
          <w:szCs w:val="28"/>
        </w:rPr>
        <w:t xml:space="preserve">                  </w:t>
      </w:r>
      <w:r>
        <w:rPr>
          <w:rFonts w:eastAsia="Calibri"/>
          <w:sz w:val="28"/>
          <w:szCs w:val="28"/>
        </w:rPr>
        <w:t>на производство социально значимых телерадиопрограмм и проектов</w:t>
      </w:r>
      <w:r w:rsidR="00266E71">
        <w:rPr>
          <w:rFonts w:eastAsia="Calibri"/>
          <w:sz w:val="28"/>
          <w:szCs w:val="28"/>
        </w:rPr>
        <w:t xml:space="preserve">                      </w:t>
      </w:r>
      <w:r>
        <w:rPr>
          <w:rFonts w:eastAsia="Calibri"/>
          <w:sz w:val="28"/>
          <w:szCs w:val="28"/>
        </w:rPr>
        <w:t xml:space="preserve"> по освещению деятельности Главы города Оренбурга, Администрации города Оренбурга и/или наполнение ими телерадиоэфира, обеспечением мероприятий по доведению их до телезрителей,</w:t>
      </w:r>
      <w:r w:rsidR="00540EF0">
        <w:rPr>
          <w:rFonts w:eastAsia="Calibri"/>
          <w:sz w:val="28"/>
          <w:szCs w:val="28"/>
        </w:rPr>
        <w:t xml:space="preserve"> радио</w:t>
      </w:r>
      <w:r w:rsidR="00E763E5">
        <w:rPr>
          <w:rFonts w:eastAsia="Calibri"/>
          <w:sz w:val="28"/>
          <w:szCs w:val="28"/>
        </w:rPr>
        <w:t>слушателей, пользователей сети Интернет</w:t>
      </w:r>
      <w:r>
        <w:rPr>
          <w:rFonts w:eastAsia="Calibri"/>
          <w:sz w:val="28"/>
          <w:szCs w:val="28"/>
        </w:rPr>
        <w:t xml:space="preserve">, изготовлением и размещением печатного продукта как </w:t>
      </w:r>
      <w:r w:rsidR="00E763E5">
        <w:rPr>
          <w:rFonts w:eastAsia="Calibri"/>
          <w:sz w:val="28"/>
          <w:szCs w:val="28"/>
        </w:rPr>
        <w:t>сумма расходов</w:t>
      </w:r>
      <w:r w:rsidR="00561625">
        <w:rPr>
          <w:rFonts w:eastAsia="Calibri"/>
          <w:sz w:val="28"/>
          <w:szCs w:val="28"/>
        </w:rPr>
        <w:t xml:space="preserve"> на цели, указанные</w:t>
      </w:r>
      <w:r>
        <w:rPr>
          <w:rFonts w:eastAsia="Calibri"/>
          <w:sz w:val="28"/>
          <w:szCs w:val="28"/>
        </w:rPr>
        <w:t xml:space="preserve"> в </w:t>
      </w:r>
      <w:hyperlink r:id="rId22" w:history="1">
        <w:r w:rsidRPr="00E44F71">
          <w:rPr>
            <w:rFonts w:eastAsia="Calibri"/>
            <w:sz w:val="28"/>
            <w:szCs w:val="28"/>
          </w:rPr>
          <w:t>пункте 1.2</w:t>
        </w:r>
      </w:hyperlink>
      <w:r w:rsidR="005D2E01">
        <w:rPr>
          <w:rFonts w:eastAsia="Calibri"/>
          <w:sz w:val="28"/>
          <w:szCs w:val="28"/>
        </w:rPr>
        <w:t xml:space="preserve"> настоящего Порядка</w:t>
      </w:r>
      <w:r w:rsidR="00540EF0">
        <w:rPr>
          <w:rFonts w:eastAsia="Calibri"/>
          <w:sz w:val="28"/>
          <w:szCs w:val="28"/>
        </w:rPr>
        <w:t>:</w:t>
      </w:r>
    </w:p>
    <w:p w:rsidR="00BA611F" w:rsidRDefault="00997B04" w:rsidP="00BA61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изготовлении</w:t>
      </w:r>
      <w:r w:rsidR="00D135C4">
        <w:rPr>
          <w:rFonts w:eastAsia="Calibri"/>
          <w:sz w:val="28"/>
          <w:szCs w:val="28"/>
        </w:rPr>
        <w:t xml:space="preserve"> и (или) </w:t>
      </w:r>
      <w:r w:rsidR="009910A7">
        <w:rPr>
          <w:rFonts w:eastAsia="Calibri"/>
          <w:sz w:val="28"/>
          <w:szCs w:val="28"/>
        </w:rPr>
        <w:t>размещении</w:t>
      </w:r>
      <w:r>
        <w:rPr>
          <w:rFonts w:eastAsia="Calibri"/>
          <w:sz w:val="28"/>
          <w:szCs w:val="28"/>
        </w:rPr>
        <w:t xml:space="preserve"> социально значимых телерадиопрограмм и проектов исходя из стоимости единицы эфирного времени</w:t>
      </w:r>
      <w:r w:rsidR="009910A7">
        <w:rPr>
          <w:rFonts w:eastAsia="Calibri"/>
          <w:sz w:val="28"/>
          <w:szCs w:val="28"/>
        </w:rPr>
        <w:t xml:space="preserve"> и/или</w:t>
      </w:r>
      <w:r w:rsidR="00F67CF1">
        <w:rPr>
          <w:rFonts w:eastAsia="Calibri"/>
          <w:sz w:val="28"/>
          <w:szCs w:val="28"/>
        </w:rPr>
        <w:t xml:space="preserve"> 1</w:t>
      </w:r>
      <w:r w:rsidR="009910A7">
        <w:rPr>
          <w:rFonts w:eastAsia="Calibri"/>
          <w:sz w:val="28"/>
          <w:szCs w:val="28"/>
        </w:rPr>
        <w:t xml:space="preserve"> программы</w:t>
      </w:r>
      <w:r>
        <w:rPr>
          <w:rFonts w:eastAsia="Calibri"/>
          <w:sz w:val="28"/>
          <w:szCs w:val="28"/>
        </w:rPr>
        <w:t xml:space="preserve">, установленной </w:t>
      </w:r>
      <w:r w:rsidR="00637680">
        <w:rPr>
          <w:rFonts w:eastAsia="Calibri"/>
          <w:sz w:val="28"/>
          <w:szCs w:val="28"/>
        </w:rPr>
        <w:t>участником отбора</w:t>
      </w:r>
      <w:r>
        <w:rPr>
          <w:rFonts w:eastAsia="Calibri"/>
          <w:sz w:val="28"/>
          <w:szCs w:val="28"/>
        </w:rPr>
        <w:t xml:space="preserve"> в сфере электронных средств массовой информации;</w:t>
      </w:r>
    </w:p>
    <w:p w:rsidR="00D135C4" w:rsidRDefault="00997B04" w:rsidP="00D135C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 изготовлении и размещении печатного продукта исходя</w:t>
      </w:r>
      <w:r w:rsidR="00CE0A59">
        <w:rPr>
          <w:rFonts w:eastAsia="Calibri"/>
          <w:sz w:val="28"/>
          <w:szCs w:val="28"/>
        </w:rPr>
        <w:t xml:space="preserve">                            </w:t>
      </w:r>
      <w:r>
        <w:rPr>
          <w:rFonts w:eastAsia="Calibri"/>
          <w:sz w:val="28"/>
          <w:szCs w:val="28"/>
        </w:rPr>
        <w:t xml:space="preserve"> из стоимости 1 кв. см, умноженной на общую площадь фактически размещаемого материала;</w:t>
      </w:r>
    </w:p>
    <w:p w:rsidR="00902768" w:rsidRDefault="00D135C4" w:rsidP="0090276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</w:t>
      </w:r>
      <w:r w:rsidR="00E72BDC">
        <w:rPr>
          <w:rFonts w:eastAsia="Calibri"/>
          <w:sz w:val="28"/>
          <w:szCs w:val="28"/>
        </w:rPr>
        <w:t>размещении материала в сети Интернет</w:t>
      </w:r>
      <w:r w:rsidR="00997B04">
        <w:rPr>
          <w:rFonts w:eastAsia="Calibri"/>
          <w:sz w:val="28"/>
          <w:szCs w:val="28"/>
        </w:rPr>
        <w:t xml:space="preserve"> исходя из стоимости размещения </w:t>
      </w:r>
      <w:r w:rsidR="0070453D">
        <w:rPr>
          <w:rFonts w:eastAsia="Calibri"/>
          <w:sz w:val="28"/>
          <w:szCs w:val="28"/>
        </w:rPr>
        <w:t xml:space="preserve">в сети </w:t>
      </w:r>
      <w:r w:rsidR="00E72BDC">
        <w:rPr>
          <w:rFonts w:eastAsia="Calibri"/>
          <w:sz w:val="28"/>
          <w:szCs w:val="28"/>
        </w:rPr>
        <w:t>Интернет</w:t>
      </w:r>
      <w:r w:rsidR="00902768">
        <w:rPr>
          <w:rFonts w:eastAsia="Calibri"/>
          <w:sz w:val="28"/>
          <w:szCs w:val="28"/>
        </w:rPr>
        <w:t xml:space="preserve"> </w:t>
      </w:r>
      <w:r w:rsidR="00515B0A">
        <w:rPr>
          <w:rFonts w:eastAsia="Calibri"/>
          <w:sz w:val="28"/>
          <w:szCs w:val="28"/>
        </w:rPr>
        <w:t xml:space="preserve">1 </w:t>
      </w:r>
      <w:r w:rsidR="0073173D">
        <w:rPr>
          <w:rFonts w:eastAsia="Calibri"/>
          <w:sz w:val="28"/>
          <w:szCs w:val="28"/>
        </w:rPr>
        <w:t>информационного материала</w:t>
      </w:r>
      <w:r w:rsidR="00997B04">
        <w:rPr>
          <w:rFonts w:eastAsia="Calibri"/>
          <w:sz w:val="28"/>
          <w:szCs w:val="28"/>
        </w:rPr>
        <w:t>.</w:t>
      </w:r>
    </w:p>
    <w:p w:rsidR="00022BEA" w:rsidRDefault="00997B04" w:rsidP="00022BE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ходе рассмотрения заявок и оценки представленных предложений комиссия проводит сопоставление документов, представленных участником отбора, и содержащейся в них информации, требован</w:t>
      </w:r>
      <w:r w:rsidR="00022BEA">
        <w:rPr>
          <w:rFonts w:eastAsia="Calibri"/>
          <w:sz w:val="28"/>
          <w:szCs w:val="28"/>
        </w:rPr>
        <w:t>иям, содержащимся</w:t>
      </w:r>
      <w:r w:rsidR="00CE0A59">
        <w:rPr>
          <w:rFonts w:eastAsia="Calibri"/>
          <w:sz w:val="28"/>
          <w:szCs w:val="28"/>
        </w:rPr>
        <w:t xml:space="preserve">                    </w:t>
      </w:r>
      <w:r w:rsidR="00022BEA">
        <w:rPr>
          <w:rFonts w:eastAsia="Calibri"/>
          <w:sz w:val="28"/>
          <w:szCs w:val="28"/>
        </w:rPr>
        <w:t xml:space="preserve"> в объявлении.</w:t>
      </w:r>
    </w:p>
    <w:p w:rsidR="00997B04" w:rsidRDefault="00D23D66" w:rsidP="00022BE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3.4</w:t>
      </w:r>
      <w:r w:rsidR="00997B04">
        <w:rPr>
          <w:rFonts w:eastAsia="Calibri"/>
          <w:sz w:val="28"/>
          <w:szCs w:val="28"/>
        </w:rPr>
        <w:t xml:space="preserve">. Основаниями для отклонения заявки участника отбора </w:t>
      </w:r>
      <w:r w:rsidR="00CE0A59">
        <w:rPr>
          <w:rFonts w:eastAsia="Calibri"/>
          <w:sz w:val="28"/>
          <w:szCs w:val="28"/>
        </w:rPr>
        <w:t xml:space="preserve">                                 </w:t>
      </w:r>
      <w:r w:rsidR="00997B04">
        <w:rPr>
          <w:rFonts w:eastAsia="Calibri"/>
          <w:sz w:val="28"/>
          <w:szCs w:val="28"/>
        </w:rPr>
        <w:t>в предоставлении субсидии являются:</w:t>
      </w:r>
    </w:p>
    <w:p w:rsidR="00323C5A" w:rsidRDefault="00323C5A" w:rsidP="002273F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несоответствие участника отбора требованиям, установленным</w:t>
      </w:r>
      <w:r w:rsidR="00CE0A59"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 xml:space="preserve"> в соответствии с </w:t>
      </w:r>
      <w:hyperlink r:id="rId23" w:history="1">
        <w:r w:rsidR="005C4A55">
          <w:rPr>
            <w:rFonts w:eastAsia="Calibri"/>
            <w:sz w:val="28"/>
            <w:szCs w:val="28"/>
          </w:rPr>
          <w:t>пунктом</w:t>
        </w:r>
        <w:r w:rsidRPr="00323C5A">
          <w:rPr>
            <w:rFonts w:eastAsia="Calibri"/>
            <w:sz w:val="28"/>
            <w:szCs w:val="28"/>
          </w:rPr>
          <w:t xml:space="preserve"> 3</w:t>
        </w:r>
      </w:hyperlink>
      <w:r>
        <w:rPr>
          <w:rFonts w:eastAsia="Calibri"/>
          <w:sz w:val="28"/>
          <w:szCs w:val="28"/>
        </w:rPr>
        <w:t>.1 настоящего Порядка;</w:t>
      </w:r>
    </w:p>
    <w:p w:rsidR="00FF3991" w:rsidRDefault="00323C5A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непредставление (представление не в полном объеме) документов, указанных в объявлении о проведении отбора</w:t>
      </w:r>
      <w:r w:rsidR="00FF3991">
        <w:rPr>
          <w:rFonts w:eastAsia="Calibri"/>
          <w:sz w:val="28"/>
          <w:szCs w:val="28"/>
        </w:rPr>
        <w:t>;</w:t>
      </w:r>
    </w:p>
    <w:p w:rsidR="00323C5A" w:rsidRDefault="00FF3991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323C5A">
        <w:rPr>
          <w:rFonts w:eastAsia="Calibri"/>
          <w:sz w:val="28"/>
          <w:szCs w:val="28"/>
        </w:rPr>
        <w:t>несоответствие представленных участником отбора заявок и (или) документов требованиям, установленным в</w:t>
      </w:r>
      <w:r>
        <w:rPr>
          <w:rFonts w:eastAsia="Calibri"/>
          <w:sz w:val="28"/>
          <w:szCs w:val="28"/>
        </w:rPr>
        <w:t xml:space="preserve"> объявлении о проведении отбора</w:t>
      </w:r>
      <w:r w:rsidR="00323C5A">
        <w:rPr>
          <w:rFonts w:eastAsia="Calibri"/>
          <w:sz w:val="28"/>
          <w:szCs w:val="28"/>
        </w:rPr>
        <w:t>;</w:t>
      </w:r>
    </w:p>
    <w:p w:rsidR="00A50913" w:rsidRDefault="00FF3991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</w:t>
      </w:r>
      <w:r w:rsidR="00323C5A">
        <w:rPr>
          <w:rFonts w:eastAsia="Calibri"/>
          <w:sz w:val="28"/>
          <w:szCs w:val="28"/>
        </w:rPr>
        <w:t>недостоверность информации, содержащейся в документах, представленных участником отбора в целях подтверждения соответствия требованиям</w:t>
      </w:r>
      <w:r w:rsidR="00C451E8">
        <w:rPr>
          <w:rFonts w:eastAsia="Calibri"/>
          <w:sz w:val="28"/>
          <w:szCs w:val="28"/>
        </w:rPr>
        <w:t>, определенным</w:t>
      </w:r>
    </w:p>
    <w:p w:rsidR="00C451E8" w:rsidRDefault="00C451E8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hyperlink r:id="rId24" w:history="1">
        <w:r w:rsidRPr="000C223F">
          <w:rPr>
            <w:rFonts w:eastAsia="Calibri"/>
            <w:sz w:val="28"/>
            <w:szCs w:val="28"/>
          </w:rPr>
          <w:t>пунктом 3.1</w:t>
        </w:r>
      </w:hyperlink>
      <w:r>
        <w:rPr>
          <w:rFonts w:eastAsia="Calibri"/>
          <w:sz w:val="28"/>
          <w:szCs w:val="28"/>
        </w:rPr>
        <w:t xml:space="preserve"> настоящего Порядка;</w:t>
      </w:r>
    </w:p>
    <w:p w:rsidR="00750F5F" w:rsidRDefault="00C451E8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подача</w:t>
      </w:r>
      <w:r w:rsidR="00323C5A">
        <w:rPr>
          <w:rFonts w:eastAsia="Calibri"/>
          <w:sz w:val="28"/>
          <w:szCs w:val="28"/>
        </w:rPr>
        <w:t xml:space="preserve"> участником отбора заявки после даты и (или) времени,</w:t>
      </w:r>
      <w:r>
        <w:rPr>
          <w:rFonts w:eastAsia="Calibri"/>
          <w:sz w:val="28"/>
          <w:szCs w:val="28"/>
        </w:rPr>
        <w:t xml:space="preserve"> определенных для подачи заявок.</w:t>
      </w:r>
    </w:p>
    <w:p w:rsidR="005827E1" w:rsidRDefault="00D23D66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3.5</w:t>
      </w:r>
      <w:r w:rsidR="00997B04">
        <w:rPr>
          <w:rFonts w:eastAsia="Calibri"/>
          <w:sz w:val="28"/>
          <w:szCs w:val="28"/>
        </w:rPr>
        <w:t xml:space="preserve">. Оценка заявок комиссией осуществляется в соответствии </w:t>
      </w:r>
      <w:r w:rsidR="00CE0A59">
        <w:rPr>
          <w:rFonts w:eastAsia="Calibri"/>
          <w:sz w:val="28"/>
          <w:szCs w:val="28"/>
        </w:rPr>
        <w:t xml:space="preserve">                          </w:t>
      </w:r>
      <w:r w:rsidR="00997B04">
        <w:rPr>
          <w:rFonts w:eastAsia="Calibri"/>
          <w:sz w:val="28"/>
          <w:szCs w:val="28"/>
        </w:rPr>
        <w:t>со следующими критериями:</w:t>
      </w:r>
    </w:p>
    <w:p w:rsidR="00F556AA" w:rsidRDefault="00997B04" w:rsidP="00C301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нахождение участника отбора или его представителя</w:t>
      </w:r>
      <w:r w:rsidR="00CE0A5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террито</w:t>
      </w:r>
      <w:r w:rsidR="004C3036">
        <w:rPr>
          <w:rFonts w:eastAsia="Calibri"/>
          <w:sz w:val="28"/>
          <w:szCs w:val="28"/>
        </w:rPr>
        <w:t>рии муниципального образования «город Оренбург»</w:t>
      </w:r>
      <w:r>
        <w:rPr>
          <w:rFonts w:eastAsia="Calibri"/>
          <w:sz w:val="28"/>
          <w:szCs w:val="28"/>
        </w:rPr>
        <w:t>;</w:t>
      </w:r>
    </w:p>
    <w:p w:rsidR="002864CE" w:rsidRDefault="00997B04" w:rsidP="002864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социальная значимость</w:t>
      </w:r>
      <w:r w:rsidR="002864CE">
        <w:rPr>
          <w:rFonts w:eastAsia="Calibri"/>
          <w:sz w:val="28"/>
          <w:szCs w:val="28"/>
        </w:rPr>
        <w:t xml:space="preserve"> проекта</w:t>
      </w:r>
      <w:r w:rsidR="0099794B">
        <w:rPr>
          <w:rFonts w:eastAsia="Calibri"/>
          <w:sz w:val="28"/>
          <w:szCs w:val="28"/>
        </w:rPr>
        <w:t>;</w:t>
      </w:r>
      <w:r w:rsidR="002864CE">
        <w:rPr>
          <w:rFonts w:eastAsia="Calibri"/>
          <w:sz w:val="28"/>
          <w:szCs w:val="28"/>
        </w:rPr>
        <w:t xml:space="preserve"> </w:t>
      </w:r>
    </w:p>
    <w:p w:rsidR="007970FA" w:rsidRDefault="002864CE" w:rsidP="007970F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соответствие проекта целевой аудитории электронного или печатного средства массовой информации</w:t>
      </w:r>
      <w:r w:rsidR="007970FA">
        <w:rPr>
          <w:rFonts w:eastAsia="Calibri"/>
          <w:sz w:val="28"/>
          <w:szCs w:val="28"/>
        </w:rPr>
        <w:t>;</w:t>
      </w:r>
    </w:p>
    <w:p w:rsidR="002864CE" w:rsidRDefault="007970FA" w:rsidP="007970F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стоимость проекта.</w:t>
      </w:r>
    </w:p>
    <w:p w:rsidR="00CB632D" w:rsidRDefault="00CB632D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</w:t>
      </w:r>
      <w:r w:rsidR="002864CE">
        <w:rPr>
          <w:rFonts w:eastAsia="Calibri"/>
          <w:sz w:val="28"/>
          <w:szCs w:val="28"/>
        </w:rPr>
        <w:t xml:space="preserve"> сетевых изданий:</w:t>
      </w:r>
    </w:p>
    <w:p w:rsidR="002864CE" w:rsidRDefault="00E72BDC" w:rsidP="002864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посещаемость сайта в сети Интернет</w:t>
      </w:r>
      <w:r w:rsidR="008D3CB7">
        <w:rPr>
          <w:rFonts w:eastAsia="Calibri"/>
          <w:sz w:val="28"/>
          <w:szCs w:val="28"/>
        </w:rPr>
        <w:t>.</w:t>
      </w:r>
    </w:p>
    <w:p w:rsidR="00F556AA" w:rsidRDefault="00B1767D" w:rsidP="002864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7970FA">
        <w:rPr>
          <w:rFonts w:eastAsia="Calibri"/>
          <w:sz w:val="28"/>
          <w:szCs w:val="28"/>
        </w:rPr>
        <w:t>ля телеканалов и радиостанций</w:t>
      </w:r>
      <w:r w:rsidR="00AA15F4">
        <w:rPr>
          <w:rFonts w:eastAsia="Calibri"/>
          <w:sz w:val="28"/>
          <w:szCs w:val="28"/>
        </w:rPr>
        <w:t>:</w:t>
      </w:r>
      <w:r w:rsidR="007970FA">
        <w:rPr>
          <w:rFonts w:eastAsia="Calibri"/>
          <w:sz w:val="28"/>
          <w:szCs w:val="28"/>
        </w:rPr>
        <w:t xml:space="preserve"> </w:t>
      </w:r>
      <w:r w:rsidR="006E71EF">
        <w:rPr>
          <w:rFonts w:eastAsia="Calibri"/>
          <w:sz w:val="28"/>
          <w:szCs w:val="28"/>
        </w:rPr>
        <w:t xml:space="preserve"> </w:t>
      </w:r>
    </w:p>
    <w:p w:rsidR="0072637E" w:rsidRDefault="00AA15F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охват аудитории</w:t>
      </w:r>
      <w:r w:rsidR="007D1B3C">
        <w:rPr>
          <w:rFonts w:eastAsia="Calibri"/>
          <w:sz w:val="28"/>
          <w:szCs w:val="28"/>
        </w:rPr>
        <w:t>;</w:t>
      </w:r>
    </w:p>
    <w:p w:rsidR="00CB632D" w:rsidRDefault="0072637E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наличие </w:t>
      </w:r>
      <w:r w:rsidR="00E72BDC">
        <w:rPr>
          <w:rFonts w:eastAsia="Calibri"/>
          <w:sz w:val="28"/>
          <w:szCs w:val="28"/>
        </w:rPr>
        <w:t xml:space="preserve">сайта в сети </w:t>
      </w:r>
      <w:r w:rsidR="0007124C">
        <w:rPr>
          <w:rFonts w:eastAsia="Calibri"/>
          <w:sz w:val="28"/>
          <w:szCs w:val="28"/>
        </w:rPr>
        <w:t>И</w:t>
      </w:r>
      <w:r w:rsidR="00965921">
        <w:rPr>
          <w:rFonts w:eastAsia="Calibri"/>
          <w:sz w:val="28"/>
          <w:szCs w:val="28"/>
        </w:rPr>
        <w:t>н</w:t>
      </w:r>
      <w:r w:rsidR="00E72BDC">
        <w:rPr>
          <w:rFonts w:eastAsia="Calibri"/>
          <w:sz w:val="28"/>
          <w:szCs w:val="28"/>
        </w:rPr>
        <w:t>тернет</w:t>
      </w:r>
      <w:r w:rsidR="007D1B3C">
        <w:rPr>
          <w:rFonts w:eastAsia="Calibri"/>
          <w:sz w:val="28"/>
          <w:szCs w:val="28"/>
        </w:rPr>
        <w:t>.</w:t>
      </w:r>
    </w:p>
    <w:p w:rsidR="00AA15F4" w:rsidRDefault="00AA15F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печатных изданий:</w:t>
      </w:r>
    </w:p>
    <w:p w:rsidR="008D3CB7" w:rsidRDefault="008D3CB7" w:rsidP="00883C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883C49">
        <w:rPr>
          <w:rFonts w:eastAsia="Calibri"/>
          <w:sz w:val="28"/>
          <w:szCs w:val="28"/>
        </w:rPr>
        <w:t>ериодичность выпуска</w:t>
      </w:r>
      <w:r>
        <w:rPr>
          <w:rFonts w:eastAsia="Calibri"/>
          <w:sz w:val="28"/>
          <w:szCs w:val="28"/>
        </w:rPr>
        <w:t xml:space="preserve">; </w:t>
      </w:r>
    </w:p>
    <w:p w:rsidR="00AA15F4" w:rsidRDefault="00382EDA" w:rsidP="00883C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</w:t>
      </w:r>
      <w:r w:rsidR="00AA15F4">
        <w:rPr>
          <w:rFonts w:eastAsia="Calibri"/>
          <w:sz w:val="28"/>
          <w:szCs w:val="28"/>
        </w:rPr>
        <w:t>ираж</w:t>
      </w:r>
      <w:r w:rsidR="0099794B">
        <w:rPr>
          <w:rFonts w:eastAsia="Calibri"/>
          <w:sz w:val="28"/>
          <w:szCs w:val="28"/>
        </w:rPr>
        <w:t>;</w:t>
      </w:r>
    </w:p>
    <w:p w:rsidR="0099794B" w:rsidRDefault="00E72BDC" w:rsidP="0099794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наличие сайта в сети Интернет</w:t>
      </w:r>
      <w:r w:rsidR="00B726D8">
        <w:rPr>
          <w:rFonts w:eastAsia="Calibri"/>
          <w:sz w:val="28"/>
          <w:szCs w:val="28"/>
        </w:rPr>
        <w:t>.</w:t>
      </w:r>
    </w:p>
    <w:p w:rsidR="00097158" w:rsidRDefault="00891A4D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="00D23D66">
        <w:rPr>
          <w:rFonts w:eastAsia="Calibri"/>
          <w:sz w:val="28"/>
          <w:szCs w:val="28"/>
        </w:rPr>
        <w:t>6</w:t>
      </w:r>
      <w:r w:rsidR="00997B04">
        <w:rPr>
          <w:rFonts w:eastAsia="Calibri"/>
          <w:sz w:val="28"/>
          <w:szCs w:val="28"/>
        </w:rPr>
        <w:t>. Решение комиссии об определении победителей отбора оформляется</w:t>
      </w:r>
      <w:r w:rsidR="009E41E1">
        <w:rPr>
          <w:rFonts w:eastAsia="Calibri"/>
          <w:sz w:val="28"/>
          <w:szCs w:val="28"/>
        </w:rPr>
        <w:t xml:space="preserve"> протоколом заседания</w:t>
      </w:r>
      <w:r w:rsidR="00997B04">
        <w:rPr>
          <w:rFonts w:eastAsia="Calibri"/>
          <w:sz w:val="28"/>
          <w:szCs w:val="28"/>
        </w:rPr>
        <w:t xml:space="preserve"> комиссии.</w:t>
      </w:r>
    </w:p>
    <w:p w:rsidR="004F7999" w:rsidRDefault="008E506F" w:rsidP="004F799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Информация о</w:t>
      </w:r>
      <w:r w:rsidR="00B35712">
        <w:rPr>
          <w:rFonts w:eastAsia="Calibri"/>
          <w:sz w:val="28"/>
          <w:szCs w:val="28"/>
        </w:rPr>
        <w:t>б</w:t>
      </w:r>
      <w:r>
        <w:rPr>
          <w:rFonts w:eastAsia="Calibri"/>
          <w:sz w:val="28"/>
          <w:szCs w:val="28"/>
        </w:rPr>
        <w:t xml:space="preserve"> </w:t>
      </w:r>
      <w:r w:rsidR="00B35712">
        <w:rPr>
          <w:rFonts w:eastAsia="Calibri"/>
          <w:sz w:val="28"/>
          <w:szCs w:val="28"/>
        </w:rPr>
        <w:t>итогах</w:t>
      </w:r>
      <w:r w:rsidR="004F7999">
        <w:rPr>
          <w:rFonts w:eastAsia="Calibri"/>
          <w:sz w:val="28"/>
          <w:szCs w:val="28"/>
        </w:rPr>
        <w:t xml:space="preserve"> </w:t>
      </w:r>
      <w:r w:rsidR="00B35712">
        <w:rPr>
          <w:rFonts w:eastAsia="Calibri"/>
          <w:sz w:val="28"/>
          <w:szCs w:val="28"/>
        </w:rPr>
        <w:t>проведения отбора</w:t>
      </w:r>
      <w:r w:rsidR="004F7999">
        <w:rPr>
          <w:rFonts w:eastAsia="Calibri"/>
          <w:sz w:val="28"/>
          <w:szCs w:val="28"/>
        </w:rPr>
        <w:t xml:space="preserve"> размещается </w:t>
      </w:r>
      <w:r w:rsidR="004F7999" w:rsidRPr="004312ED">
        <w:rPr>
          <w:rFonts w:eastAsia="Calibri"/>
          <w:sz w:val="28"/>
          <w:szCs w:val="28"/>
        </w:rPr>
        <w:t xml:space="preserve">на едином портале (с размещением указателя страницы сайта на едином портале), </w:t>
      </w:r>
      <w:r w:rsidR="00266E71">
        <w:rPr>
          <w:rFonts w:eastAsia="Calibri"/>
          <w:sz w:val="28"/>
          <w:szCs w:val="28"/>
        </w:rPr>
        <w:t xml:space="preserve">                     </w:t>
      </w:r>
      <w:r w:rsidR="004F7999" w:rsidRPr="004312ED">
        <w:rPr>
          <w:rFonts w:eastAsia="Calibri"/>
          <w:sz w:val="28"/>
          <w:szCs w:val="28"/>
        </w:rPr>
        <w:t>а также пр</w:t>
      </w:r>
      <w:r w:rsidR="004F7999">
        <w:rPr>
          <w:rFonts w:eastAsia="Calibri"/>
          <w:sz w:val="28"/>
          <w:szCs w:val="28"/>
        </w:rPr>
        <w:t>и необходимости на официальном И</w:t>
      </w:r>
      <w:r w:rsidR="004F7999" w:rsidRPr="004312ED">
        <w:rPr>
          <w:rFonts w:eastAsia="Calibri"/>
          <w:sz w:val="28"/>
          <w:szCs w:val="28"/>
        </w:rPr>
        <w:t>нтернет-п</w:t>
      </w:r>
      <w:r w:rsidR="004F7999">
        <w:rPr>
          <w:rFonts w:eastAsia="Calibri"/>
          <w:sz w:val="28"/>
          <w:szCs w:val="28"/>
        </w:rPr>
        <w:t xml:space="preserve">ортале города </w:t>
      </w:r>
      <w:r w:rsidR="004E27AF">
        <w:rPr>
          <w:rFonts w:eastAsia="Calibri"/>
          <w:sz w:val="28"/>
          <w:szCs w:val="28"/>
        </w:rPr>
        <w:lastRenderedPageBreak/>
        <w:t>Оренбурга</w:t>
      </w:r>
      <w:r w:rsidR="004F7999">
        <w:rPr>
          <w:rFonts w:eastAsia="Calibri"/>
          <w:sz w:val="28"/>
          <w:szCs w:val="28"/>
        </w:rPr>
        <w:t xml:space="preserve"> не </w:t>
      </w:r>
      <w:r w:rsidR="004E27AF">
        <w:rPr>
          <w:rFonts w:eastAsia="Calibri"/>
          <w:sz w:val="28"/>
          <w:szCs w:val="28"/>
        </w:rPr>
        <w:t>позднее 14</w:t>
      </w:r>
      <w:r w:rsidR="004F7999" w:rsidRPr="004312ED">
        <w:rPr>
          <w:rFonts w:eastAsia="Calibri"/>
          <w:sz w:val="28"/>
          <w:szCs w:val="28"/>
        </w:rPr>
        <w:t xml:space="preserve"> календарного дня, следующег</w:t>
      </w:r>
      <w:r w:rsidR="004F7999">
        <w:rPr>
          <w:rFonts w:eastAsia="Calibri"/>
          <w:sz w:val="28"/>
          <w:szCs w:val="28"/>
        </w:rPr>
        <w:t>о за днем определения победителей</w:t>
      </w:r>
      <w:r w:rsidR="004F7999" w:rsidRPr="004312ED">
        <w:rPr>
          <w:rFonts w:eastAsia="Calibri"/>
          <w:sz w:val="28"/>
          <w:szCs w:val="28"/>
        </w:rPr>
        <w:t xml:space="preserve"> отбора.</w:t>
      </w:r>
    </w:p>
    <w:p w:rsidR="0068725A" w:rsidRDefault="00997B04" w:rsidP="006872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Решение о предоставлении субсидии участнику отбора или об отказе </w:t>
      </w:r>
      <w:r w:rsidR="00500CE3">
        <w:rPr>
          <w:rFonts w:eastAsia="Calibri"/>
          <w:sz w:val="28"/>
          <w:szCs w:val="28"/>
        </w:rPr>
        <w:t xml:space="preserve">              </w:t>
      </w:r>
      <w:r>
        <w:rPr>
          <w:rFonts w:eastAsia="Calibri"/>
          <w:sz w:val="28"/>
          <w:szCs w:val="28"/>
        </w:rPr>
        <w:t>в предоставл</w:t>
      </w:r>
      <w:r w:rsidR="004E27AF">
        <w:rPr>
          <w:rFonts w:eastAsia="Calibri"/>
          <w:sz w:val="28"/>
          <w:szCs w:val="28"/>
        </w:rPr>
        <w:t>ении субсидии комиссией принимае</w:t>
      </w:r>
      <w:r>
        <w:rPr>
          <w:rFonts w:eastAsia="Calibri"/>
          <w:sz w:val="28"/>
          <w:szCs w:val="28"/>
        </w:rPr>
        <w:t>тся открытым голосованием простым большинством голосов ее членов, участвующих</w:t>
      </w:r>
      <w:r w:rsidR="00CE0A5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заседании, при наличии кворума не менее половины от общего числа ее членов. Каждый член комиссии имеет при голосовании один голос. В случае равенства голосов при выработке решения голос председателя комиссии является решающим. Секретарь комиссии в голосовании участие не принимает.</w:t>
      </w:r>
    </w:p>
    <w:p w:rsidR="00AE2F65" w:rsidRDefault="00AE2F65" w:rsidP="00AE2F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Секретарь комиссии осуществляет организационно-техническое обеспечение деятельности комиссии.</w:t>
      </w:r>
    </w:p>
    <w:p w:rsidR="0068725A" w:rsidRDefault="00FA5AA9" w:rsidP="00AE2F6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Субсидия</w:t>
      </w:r>
      <w:r w:rsidR="0068725A">
        <w:rPr>
          <w:rFonts w:eastAsia="Calibri"/>
          <w:sz w:val="28"/>
          <w:szCs w:val="28"/>
        </w:rPr>
        <w:t xml:space="preserve"> между победителями отбора</w:t>
      </w:r>
      <w:r>
        <w:rPr>
          <w:rFonts w:eastAsia="Calibri"/>
          <w:sz w:val="28"/>
          <w:szCs w:val="28"/>
        </w:rPr>
        <w:t xml:space="preserve"> распределяется в соответствии</w:t>
      </w:r>
      <w:r w:rsidR="001577EE">
        <w:rPr>
          <w:rFonts w:eastAsia="Calibri"/>
          <w:sz w:val="28"/>
          <w:szCs w:val="28"/>
        </w:rPr>
        <w:t xml:space="preserve">   </w:t>
      </w:r>
      <w:r w:rsidR="00ED54F9">
        <w:rPr>
          <w:rFonts w:eastAsia="Calibri"/>
          <w:sz w:val="28"/>
          <w:szCs w:val="28"/>
        </w:rPr>
        <w:t xml:space="preserve"> с</w:t>
      </w:r>
      <w:r>
        <w:rPr>
          <w:rFonts w:eastAsia="Calibri"/>
          <w:sz w:val="28"/>
          <w:szCs w:val="28"/>
        </w:rPr>
        <w:t xml:space="preserve"> присвоенным заявкам</w:t>
      </w:r>
      <w:r w:rsidR="006F3077">
        <w:rPr>
          <w:rFonts w:eastAsia="Calibri"/>
          <w:sz w:val="28"/>
          <w:szCs w:val="28"/>
        </w:rPr>
        <w:t xml:space="preserve"> </w:t>
      </w:r>
      <w:r w:rsidR="00ED54F9">
        <w:rPr>
          <w:rFonts w:eastAsia="Calibri"/>
          <w:sz w:val="28"/>
          <w:szCs w:val="28"/>
        </w:rPr>
        <w:t xml:space="preserve">значениям </w:t>
      </w:r>
      <w:r w:rsidR="006F3077" w:rsidRPr="00F10C5A">
        <w:rPr>
          <w:rFonts w:eastAsia="Calibri"/>
          <w:sz w:val="28"/>
          <w:szCs w:val="28"/>
        </w:rPr>
        <w:t>по каждому из пр</w:t>
      </w:r>
      <w:r w:rsidR="00ED54F9">
        <w:rPr>
          <w:rFonts w:eastAsia="Calibri"/>
          <w:sz w:val="28"/>
          <w:szCs w:val="28"/>
        </w:rPr>
        <w:t>едусмотренных критериев оценки.</w:t>
      </w:r>
    </w:p>
    <w:p w:rsidR="008B6562" w:rsidRDefault="00997B0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Информация о резуль</w:t>
      </w:r>
      <w:r w:rsidR="000011CC">
        <w:rPr>
          <w:rFonts w:eastAsia="Calibri"/>
          <w:sz w:val="28"/>
          <w:szCs w:val="28"/>
        </w:rPr>
        <w:t>татах рассмотрения заявок содержит</w:t>
      </w:r>
      <w:r>
        <w:rPr>
          <w:rFonts w:eastAsia="Calibri"/>
          <w:sz w:val="28"/>
          <w:szCs w:val="28"/>
        </w:rPr>
        <w:t xml:space="preserve"> следующие сведения:</w:t>
      </w:r>
    </w:p>
    <w:p w:rsidR="008B6562" w:rsidRPr="00F10C5A" w:rsidRDefault="008B6562" w:rsidP="005D1641">
      <w:pPr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>дату, время и место оценки заявок;</w:t>
      </w:r>
    </w:p>
    <w:p w:rsidR="008B6562" w:rsidRPr="00F10C5A" w:rsidRDefault="00691139" w:rsidP="005D1641">
      <w:pPr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>информацию</w:t>
      </w:r>
      <w:r w:rsidR="008B6562" w:rsidRPr="00F10C5A">
        <w:rPr>
          <w:rFonts w:eastAsia="Calibri"/>
          <w:sz w:val="28"/>
          <w:szCs w:val="28"/>
        </w:rPr>
        <w:t xml:space="preserve"> об участниках отбора, заявки которых были рассмотрены;</w:t>
      </w:r>
    </w:p>
    <w:p w:rsidR="008B6562" w:rsidRPr="00F10C5A" w:rsidRDefault="00691139" w:rsidP="005D1641">
      <w:pPr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>информацию</w:t>
      </w:r>
      <w:r w:rsidR="008B6562" w:rsidRPr="00F10C5A">
        <w:rPr>
          <w:rFonts w:eastAsia="Calibri"/>
          <w:sz w:val="28"/>
          <w:szCs w:val="28"/>
        </w:rPr>
        <w:t xml:space="preserve"> об участниках отбора, заявки которых были отклонены, </w:t>
      </w:r>
      <w:r w:rsidR="00CE0A59">
        <w:rPr>
          <w:rFonts w:eastAsia="Calibri"/>
          <w:sz w:val="28"/>
          <w:szCs w:val="28"/>
        </w:rPr>
        <w:t xml:space="preserve">               </w:t>
      </w:r>
      <w:r w:rsidR="008B6562" w:rsidRPr="00F10C5A">
        <w:rPr>
          <w:rFonts w:eastAsia="Calibri"/>
          <w:sz w:val="28"/>
          <w:szCs w:val="28"/>
        </w:rPr>
        <w:t>с указанием причин их отклонения, в том числе положений объявления</w:t>
      </w:r>
      <w:r w:rsidR="00CE0A59">
        <w:rPr>
          <w:rFonts w:eastAsia="Calibri"/>
          <w:sz w:val="28"/>
          <w:szCs w:val="28"/>
        </w:rPr>
        <w:t xml:space="preserve">                     </w:t>
      </w:r>
      <w:r w:rsidR="008B6562" w:rsidRPr="00F10C5A">
        <w:rPr>
          <w:rFonts w:eastAsia="Calibri"/>
          <w:sz w:val="28"/>
          <w:szCs w:val="28"/>
        </w:rPr>
        <w:t xml:space="preserve"> о проведении отбора, которым не соответствуют заявки;</w:t>
      </w:r>
    </w:p>
    <w:p w:rsidR="008B6562" w:rsidRPr="00F10C5A" w:rsidRDefault="008B6562" w:rsidP="005D1641">
      <w:pPr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>последовательность оценки заявок, присвоенные заявкам значения</w:t>
      </w:r>
      <w:r w:rsidR="00CE0A59">
        <w:rPr>
          <w:rFonts w:eastAsia="Calibri"/>
          <w:sz w:val="28"/>
          <w:szCs w:val="28"/>
        </w:rPr>
        <w:t xml:space="preserve">                 </w:t>
      </w:r>
      <w:r w:rsidRPr="00F10C5A">
        <w:rPr>
          <w:rFonts w:eastAsia="Calibri"/>
          <w:sz w:val="28"/>
          <w:szCs w:val="28"/>
        </w:rPr>
        <w:t xml:space="preserve"> по каждому из предусмотренных критериев оценки, принятое на основании результатов оценки заявок решение о присво</w:t>
      </w:r>
      <w:r w:rsidR="00691139" w:rsidRPr="00F10C5A">
        <w:rPr>
          <w:rFonts w:eastAsia="Calibri"/>
          <w:sz w:val="28"/>
          <w:szCs w:val="28"/>
        </w:rPr>
        <w:t>ении заявкам порядковых номеров;</w:t>
      </w:r>
    </w:p>
    <w:p w:rsidR="008B7F89" w:rsidRDefault="008B6562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10C5A">
        <w:rPr>
          <w:rFonts w:eastAsia="Calibri"/>
          <w:sz w:val="28"/>
          <w:szCs w:val="28"/>
        </w:rPr>
        <w:t xml:space="preserve">наименование получателя (получателей) субсидии, </w:t>
      </w:r>
      <w:r w:rsidR="00C34E74">
        <w:rPr>
          <w:rFonts w:eastAsia="Calibri"/>
          <w:sz w:val="28"/>
          <w:szCs w:val="28"/>
        </w:rPr>
        <w:t>с которым заключается Соглашение</w:t>
      </w:r>
      <w:r w:rsidR="00F10C5A" w:rsidRPr="00F10C5A">
        <w:rPr>
          <w:rFonts w:eastAsia="Calibri"/>
          <w:sz w:val="28"/>
          <w:szCs w:val="28"/>
        </w:rPr>
        <w:t>, и размер предоставляемой ему субсидии</w:t>
      </w:r>
      <w:r w:rsidR="00F10C5A">
        <w:rPr>
          <w:rFonts w:eastAsia="Calibri"/>
          <w:sz w:val="28"/>
          <w:szCs w:val="28"/>
        </w:rPr>
        <w:t>.</w:t>
      </w:r>
    </w:p>
    <w:p w:rsidR="00144821" w:rsidRDefault="003E63DB" w:rsidP="0014482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Отбор</w:t>
      </w:r>
      <w:r w:rsidR="00144821">
        <w:rPr>
          <w:rFonts w:eastAsia="Calibri"/>
          <w:sz w:val="28"/>
          <w:szCs w:val="28"/>
        </w:rPr>
        <w:t xml:space="preserve"> может быть отменен</w:t>
      </w:r>
      <w:r w:rsidR="00A22B5C">
        <w:rPr>
          <w:rFonts w:eastAsia="Calibri"/>
          <w:sz w:val="28"/>
          <w:szCs w:val="28"/>
        </w:rPr>
        <w:t xml:space="preserve"> в</w:t>
      </w:r>
      <w:r w:rsidR="00144821">
        <w:rPr>
          <w:rFonts w:eastAsia="Calibri"/>
          <w:sz w:val="28"/>
          <w:szCs w:val="28"/>
        </w:rPr>
        <w:t xml:space="preserve"> </w:t>
      </w:r>
      <w:r w:rsidR="00A22B5C" w:rsidRPr="00A22B5C">
        <w:rPr>
          <w:rFonts w:eastAsia="Calibri"/>
          <w:sz w:val="28"/>
          <w:szCs w:val="28"/>
        </w:rPr>
        <w:t>случае возникновения обстоятельств непреодолимой силы</w:t>
      </w:r>
      <w:r w:rsidR="00144821">
        <w:rPr>
          <w:rFonts w:eastAsia="Calibri"/>
          <w:sz w:val="28"/>
          <w:szCs w:val="28"/>
        </w:rPr>
        <w:t xml:space="preserve">. Информация об отмене </w:t>
      </w:r>
      <w:r w:rsidR="00056021">
        <w:rPr>
          <w:rFonts w:eastAsia="Calibri"/>
          <w:sz w:val="28"/>
          <w:szCs w:val="28"/>
        </w:rPr>
        <w:t>отбора</w:t>
      </w:r>
      <w:r w:rsidR="00144821">
        <w:rPr>
          <w:rFonts w:eastAsia="Calibri"/>
          <w:sz w:val="28"/>
          <w:szCs w:val="28"/>
        </w:rPr>
        <w:t xml:space="preserve"> размещается на едином портале и на официальном Интернет-портале города Оренбурга.</w:t>
      </w:r>
    </w:p>
    <w:p w:rsidR="00992299" w:rsidRPr="00144821" w:rsidRDefault="00144821" w:rsidP="00144821">
      <w:pPr>
        <w:pStyle w:val="1"/>
        <w:tabs>
          <w:tab w:val="left" w:pos="1134"/>
        </w:tabs>
        <w:ind w:right="-1" w:firstLine="709"/>
        <w:rPr>
          <w:rFonts w:ascii="Times New Roman" w:hAnsi="Times New Roman"/>
        </w:rPr>
      </w:pPr>
      <w:r w:rsidRPr="00B2526D">
        <w:rPr>
          <w:rFonts w:ascii="Times New Roman" w:hAnsi="Times New Roman"/>
        </w:rPr>
        <w:t xml:space="preserve">В случае отсутствия заявок на участие в </w:t>
      </w:r>
      <w:r>
        <w:rPr>
          <w:rFonts w:ascii="Times New Roman" w:hAnsi="Times New Roman"/>
        </w:rPr>
        <w:t xml:space="preserve">отборе или </w:t>
      </w:r>
      <w:r w:rsidRPr="00B2526D">
        <w:rPr>
          <w:rFonts w:ascii="Times New Roman" w:hAnsi="Times New Roman"/>
        </w:rPr>
        <w:t>в случае отклонения поступивших заявок по ос</w:t>
      </w:r>
      <w:r>
        <w:rPr>
          <w:rFonts w:ascii="Times New Roman" w:hAnsi="Times New Roman"/>
        </w:rPr>
        <w:t>нованиям, указанным в пункте 3.</w:t>
      </w:r>
      <w:r w:rsidR="00A55A18">
        <w:rPr>
          <w:rFonts w:ascii="Times New Roman" w:hAnsi="Times New Roman"/>
        </w:rPr>
        <w:t>4 настоящего Порядка</w:t>
      </w:r>
      <w:r w:rsidR="004E27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056021">
        <w:rPr>
          <w:rFonts w:ascii="Times New Roman" w:hAnsi="Times New Roman"/>
        </w:rPr>
        <w:t>отбор</w:t>
      </w:r>
      <w:r>
        <w:rPr>
          <w:rFonts w:ascii="Times New Roman" w:hAnsi="Times New Roman"/>
        </w:rPr>
        <w:t xml:space="preserve"> признается несостоявшимся.</w:t>
      </w:r>
    </w:p>
    <w:p w:rsidR="00997B04" w:rsidRDefault="00D23D66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3.7</w:t>
      </w:r>
      <w:r w:rsidR="00997B04">
        <w:rPr>
          <w:rFonts w:eastAsia="Calibri"/>
          <w:sz w:val="28"/>
          <w:szCs w:val="28"/>
        </w:rPr>
        <w:t xml:space="preserve">. Заседание комиссии в течение года может проводиться </w:t>
      </w:r>
      <w:r w:rsidR="00CE0A59">
        <w:rPr>
          <w:rFonts w:eastAsia="Calibri"/>
          <w:sz w:val="28"/>
          <w:szCs w:val="28"/>
        </w:rPr>
        <w:t xml:space="preserve">                                </w:t>
      </w:r>
      <w:r w:rsidR="00997B04">
        <w:rPr>
          <w:rFonts w:eastAsia="Calibri"/>
          <w:sz w:val="28"/>
          <w:szCs w:val="28"/>
        </w:rPr>
        <w:t>в отношении получателей субсидий, определенных на соответствующий финансовый год, для рассмотрения следующих вопросов:</w:t>
      </w:r>
    </w:p>
    <w:p w:rsidR="00997B04" w:rsidRDefault="00997B04" w:rsidP="005E4425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увеличение (уменьшение) в течение финансового года объема бюджетных ассигнований либо лимитов бюджетных обязательств</w:t>
      </w:r>
      <w:r w:rsidR="00CE0A59">
        <w:rPr>
          <w:rFonts w:eastAsia="Calibri"/>
          <w:sz w:val="28"/>
          <w:szCs w:val="28"/>
        </w:rPr>
        <w:t xml:space="preserve">                             </w:t>
      </w:r>
      <w:r>
        <w:rPr>
          <w:rFonts w:eastAsia="Calibri"/>
          <w:sz w:val="28"/>
          <w:szCs w:val="28"/>
        </w:rPr>
        <w:t xml:space="preserve"> на предоставление субсидий;</w:t>
      </w:r>
    </w:p>
    <w:p w:rsidR="00997B04" w:rsidRDefault="00997B04" w:rsidP="005E4425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распределение остатка бюджетных средств города Оренбурга, образовавшегося по результатам исполнения (неисполнения) заключенны</w:t>
      </w:r>
      <w:r w:rsidR="00767A3D">
        <w:rPr>
          <w:rFonts w:eastAsia="Calibri"/>
          <w:sz w:val="28"/>
          <w:szCs w:val="28"/>
        </w:rPr>
        <w:t xml:space="preserve">х </w:t>
      </w:r>
      <w:r w:rsidR="00C34E74">
        <w:rPr>
          <w:rFonts w:eastAsia="Calibri"/>
          <w:sz w:val="28"/>
          <w:szCs w:val="28"/>
        </w:rPr>
        <w:t>С</w:t>
      </w:r>
      <w:r w:rsidR="00767A3D">
        <w:rPr>
          <w:rFonts w:eastAsia="Calibri"/>
          <w:sz w:val="28"/>
          <w:szCs w:val="28"/>
        </w:rPr>
        <w:t>оглашений</w:t>
      </w:r>
      <w:r>
        <w:rPr>
          <w:rFonts w:eastAsia="Calibri"/>
          <w:sz w:val="28"/>
          <w:szCs w:val="28"/>
        </w:rPr>
        <w:t>, и бюджетных средств, не использованных для предоставления субсидии.</w:t>
      </w:r>
    </w:p>
    <w:p w:rsidR="005E4425" w:rsidRDefault="00997B0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результатам заседания комиссии комиссия принимает решение</w:t>
      </w:r>
      <w:r w:rsidR="00CE0A59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t xml:space="preserve"> об изменении размера субсидии, предо</w:t>
      </w:r>
      <w:r w:rsidR="005E4425">
        <w:rPr>
          <w:rFonts w:eastAsia="Calibri"/>
          <w:sz w:val="28"/>
          <w:szCs w:val="28"/>
        </w:rPr>
        <w:t>ставленной получателю субсидии.</w:t>
      </w:r>
    </w:p>
    <w:p w:rsidR="0026016F" w:rsidRDefault="00D23D66" w:rsidP="002E75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3.8</w:t>
      </w:r>
      <w:r w:rsidR="00D43633">
        <w:rPr>
          <w:rFonts w:eastAsia="Calibri"/>
          <w:sz w:val="28"/>
          <w:szCs w:val="28"/>
        </w:rPr>
        <w:t>. Соглашение</w:t>
      </w:r>
      <w:r w:rsidR="00997B04">
        <w:rPr>
          <w:rFonts w:eastAsia="Calibri"/>
          <w:sz w:val="28"/>
          <w:szCs w:val="28"/>
        </w:rPr>
        <w:t xml:space="preserve"> о предоставлении суб</w:t>
      </w:r>
      <w:r w:rsidR="005E4425">
        <w:rPr>
          <w:rFonts w:eastAsia="Calibri"/>
          <w:sz w:val="28"/>
          <w:szCs w:val="28"/>
        </w:rPr>
        <w:t>сидии</w:t>
      </w:r>
      <w:r w:rsidR="002E7533">
        <w:rPr>
          <w:rFonts w:eastAsia="Calibri"/>
          <w:sz w:val="28"/>
          <w:szCs w:val="28"/>
        </w:rPr>
        <w:t xml:space="preserve"> (далее – </w:t>
      </w:r>
      <w:r w:rsidR="00D43633">
        <w:rPr>
          <w:rFonts w:eastAsia="Calibri"/>
          <w:sz w:val="28"/>
          <w:szCs w:val="28"/>
        </w:rPr>
        <w:t>Соглашение</w:t>
      </w:r>
      <w:r w:rsidR="002E7533">
        <w:rPr>
          <w:rFonts w:eastAsia="Calibri"/>
          <w:sz w:val="28"/>
          <w:szCs w:val="28"/>
        </w:rPr>
        <w:t>)</w:t>
      </w:r>
      <w:r w:rsidR="005E4425">
        <w:rPr>
          <w:rFonts w:eastAsia="Calibri"/>
          <w:sz w:val="28"/>
          <w:szCs w:val="28"/>
        </w:rPr>
        <w:t xml:space="preserve"> заключается в течение двадцати</w:t>
      </w:r>
      <w:r w:rsidR="00997B04">
        <w:rPr>
          <w:rFonts w:eastAsia="Calibri"/>
          <w:sz w:val="28"/>
          <w:szCs w:val="28"/>
        </w:rPr>
        <w:t xml:space="preserve"> рабочих дней, следующих за днем публикации</w:t>
      </w:r>
      <w:r w:rsidR="0058082F">
        <w:rPr>
          <w:rFonts w:eastAsia="Calibri"/>
          <w:sz w:val="28"/>
          <w:szCs w:val="28"/>
        </w:rPr>
        <w:t xml:space="preserve"> документа об итогах проведения</w:t>
      </w:r>
      <w:r w:rsidR="0058082F" w:rsidRPr="004312ED">
        <w:rPr>
          <w:rFonts w:eastAsia="Calibri"/>
          <w:sz w:val="28"/>
          <w:szCs w:val="28"/>
        </w:rPr>
        <w:t xml:space="preserve"> отбора</w:t>
      </w:r>
      <w:r w:rsidR="0058082F">
        <w:rPr>
          <w:rFonts w:eastAsia="Calibri"/>
          <w:sz w:val="28"/>
          <w:szCs w:val="28"/>
        </w:rPr>
        <w:t>,</w:t>
      </w:r>
      <w:r w:rsidR="0058082F" w:rsidRPr="004312ED">
        <w:rPr>
          <w:rFonts w:eastAsia="Calibri"/>
          <w:sz w:val="28"/>
          <w:szCs w:val="28"/>
        </w:rPr>
        <w:t xml:space="preserve"> </w:t>
      </w:r>
      <w:r w:rsidR="00997B04">
        <w:rPr>
          <w:rFonts w:eastAsia="Calibri"/>
          <w:sz w:val="28"/>
          <w:szCs w:val="28"/>
        </w:rPr>
        <w:t>в соответствии</w:t>
      </w:r>
      <w:r w:rsidR="00266E71">
        <w:rPr>
          <w:rFonts w:eastAsia="Calibri"/>
          <w:sz w:val="28"/>
          <w:szCs w:val="28"/>
        </w:rPr>
        <w:t xml:space="preserve">                        </w:t>
      </w:r>
      <w:r w:rsidR="00997B04">
        <w:rPr>
          <w:rFonts w:eastAsia="Calibri"/>
          <w:sz w:val="28"/>
          <w:szCs w:val="28"/>
        </w:rPr>
        <w:t xml:space="preserve"> с типовой формой, утвержденной финансовым управлением администрации города Оренбурга.</w:t>
      </w:r>
    </w:p>
    <w:p w:rsidR="00C81EB1" w:rsidRDefault="00D43633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неподписания Соглашения</w:t>
      </w:r>
      <w:r w:rsidR="00C81EB1">
        <w:rPr>
          <w:rFonts w:eastAsia="Calibri"/>
          <w:sz w:val="28"/>
          <w:szCs w:val="28"/>
        </w:rPr>
        <w:t xml:space="preserve"> получателем субсидии в течение</w:t>
      </w:r>
      <w:r w:rsidR="00CE0A59">
        <w:rPr>
          <w:rFonts w:eastAsia="Calibri"/>
          <w:sz w:val="28"/>
          <w:szCs w:val="28"/>
        </w:rPr>
        <w:t xml:space="preserve">                  </w:t>
      </w:r>
      <w:r w:rsidR="00C81EB1">
        <w:rPr>
          <w:rFonts w:eastAsia="Calibri"/>
          <w:sz w:val="28"/>
          <w:szCs w:val="28"/>
        </w:rPr>
        <w:t xml:space="preserve"> </w:t>
      </w:r>
      <w:r w:rsidR="006B7E42">
        <w:rPr>
          <w:rFonts w:eastAsia="Calibri"/>
          <w:sz w:val="28"/>
          <w:szCs w:val="28"/>
        </w:rPr>
        <w:t>двух</w:t>
      </w:r>
      <w:r w:rsidR="00C81EB1">
        <w:rPr>
          <w:rFonts w:eastAsia="Calibri"/>
          <w:sz w:val="28"/>
          <w:szCs w:val="28"/>
        </w:rPr>
        <w:t xml:space="preserve"> календарны</w:t>
      </w:r>
      <w:r>
        <w:rPr>
          <w:rFonts w:eastAsia="Calibri"/>
          <w:sz w:val="28"/>
          <w:szCs w:val="28"/>
        </w:rPr>
        <w:t>х дней с даты получения Соглашения</w:t>
      </w:r>
      <w:r w:rsidR="00C81EB1">
        <w:rPr>
          <w:rFonts w:eastAsia="Calibri"/>
          <w:sz w:val="28"/>
          <w:szCs w:val="28"/>
        </w:rPr>
        <w:t xml:space="preserve"> получатель субсидии считается укл</w:t>
      </w:r>
      <w:r>
        <w:rPr>
          <w:rFonts w:eastAsia="Calibri"/>
          <w:sz w:val="28"/>
          <w:szCs w:val="28"/>
        </w:rPr>
        <w:t>онившимся от подписания Соглашения</w:t>
      </w:r>
      <w:r w:rsidR="00C81EB1">
        <w:rPr>
          <w:rFonts w:eastAsia="Calibri"/>
          <w:sz w:val="28"/>
          <w:szCs w:val="28"/>
        </w:rPr>
        <w:t>.</w:t>
      </w:r>
    </w:p>
    <w:p w:rsidR="00C81EB1" w:rsidRPr="00BE3827" w:rsidRDefault="00C81EB1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При реорганизации получателя субсидии, являющегося юридическим лицом, в форме слияния, присоед</w:t>
      </w:r>
      <w:r w:rsidR="00D43633">
        <w:rPr>
          <w:sz w:val="28"/>
          <w:szCs w:val="28"/>
        </w:rPr>
        <w:t xml:space="preserve">инения или преобразования в Соглашение </w:t>
      </w:r>
      <w:r>
        <w:rPr>
          <w:sz w:val="28"/>
          <w:szCs w:val="28"/>
        </w:rPr>
        <w:t xml:space="preserve">вносятся изменения путем заключения дополнительного соглашения   </w:t>
      </w:r>
      <w:r w:rsidR="00D43633">
        <w:rPr>
          <w:sz w:val="28"/>
          <w:szCs w:val="28"/>
        </w:rPr>
        <w:t xml:space="preserve">                      к Соглашению</w:t>
      </w:r>
      <w:r>
        <w:rPr>
          <w:sz w:val="28"/>
          <w:szCs w:val="28"/>
        </w:rPr>
        <w:t xml:space="preserve"> в части перемены лица в обяз</w:t>
      </w:r>
      <w:r w:rsidR="00FA6C2E">
        <w:rPr>
          <w:sz w:val="28"/>
          <w:szCs w:val="28"/>
        </w:rPr>
        <w:t>ательстве с указанием</w:t>
      </w:r>
      <w:r w:rsidR="00266E71">
        <w:rPr>
          <w:sz w:val="28"/>
          <w:szCs w:val="28"/>
        </w:rPr>
        <w:t xml:space="preserve">                               </w:t>
      </w:r>
      <w:r w:rsidR="00FA6C2E">
        <w:rPr>
          <w:sz w:val="28"/>
          <w:szCs w:val="28"/>
        </w:rPr>
        <w:t xml:space="preserve"> в Соглашении</w:t>
      </w:r>
      <w:r>
        <w:rPr>
          <w:sz w:val="28"/>
          <w:szCs w:val="28"/>
        </w:rPr>
        <w:t xml:space="preserve"> юридического лица, являющегося правопреемником</w:t>
      </w:r>
      <w:r w:rsidR="00DE283B">
        <w:rPr>
          <w:sz w:val="28"/>
          <w:szCs w:val="28"/>
        </w:rPr>
        <w:t xml:space="preserve"> по </w:t>
      </w:r>
      <w:r w:rsidR="00DE283B">
        <w:rPr>
          <w:rFonts w:eastAsia="Calibri"/>
          <w:sz w:val="28"/>
          <w:szCs w:val="28"/>
        </w:rPr>
        <w:t>форме, утвержденной финансовым управлением администрации города Оренбурга</w:t>
      </w:r>
      <w:r>
        <w:rPr>
          <w:sz w:val="28"/>
          <w:szCs w:val="28"/>
        </w:rPr>
        <w:t>.</w:t>
      </w:r>
    </w:p>
    <w:p w:rsidR="00C81EB1" w:rsidRDefault="00C81EB1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</w:t>
      </w:r>
      <w:r w:rsidRPr="00ED0418">
        <w:rPr>
          <w:sz w:val="28"/>
          <w:szCs w:val="28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</w:t>
      </w:r>
      <w:r w:rsidR="00D310C6">
        <w:rPr>
          <w:sz w:val="28"/>
          <w:szCs w:val="28"/>
        </w:rPr>
        <w:t>,</w:t>
      </w:r>
      <w:r w:rsidRPr="00ED0418">
        <w:rPr>
          <w:sz w:val="28"/>
          <w:szCs w:val="28"/>
        </w:rPr>
        <w:t xml:space="preserve"> </w:t>
      </w:r>
      <w:r w:rsidR="00C34E74">
        <w:rPr>
          <w:sz w:val="28"/>
          <w:szCs w:val="28"/>
        </w:rPr>
        <w:t>Соглашение</w:t>
      </w:r>
      <w:r w:rsidRPr="00ED0418">
        <w:rPr>
          <w:sz w:val="28"/>
          <w:szCs w:val="28"/>
        </w:rPr>
        <w:t xml:space="preserve"> расторгается с формированием увед</w:t>
      </w:r>
      <w:r>
        <w:rPr>
          <w:sz w:val="28"/>
          <w:szCs w:val="28"/>
        </w:rPr>
        <w:t xml:space="preserve">омления о расторжении </w:t>
      </w:r>
      <w:r w:rsidR="00C34E74">
        <w:rPr>
          <w:sz w:val="28"/>
          <w:szCs w:val="28"/>
        </w:rPr>
        <w:t>Соглашения</w:t>
      </w:r>
      <w:r w:rsidRPr="00ED0418">
        <w:rPr>
          <w:sz w:val="28"/>
          <w:szCs w:val="28"/>
        </w:rPr>
        <w:t xml:space="preserve"> в одностороннем порядке и акта об испол</w:t>
      </w:r>
      <w:r>
        <w:rPr>
          <w:sz w:val="28"/>
          <w:szCs w:val="28"/>
        </w:rPr>
        <w:t xml:space="preserve">нении обязательств </w:t>
      </w:r>
      <w:r w:rsidR="005E257D">
        <w:rPr>
          <w:sz w:val="28"/>
          <w:szCs w:val="28"/>
        </w:rPr>
        <w:t xml:space="preserve">             </w:t>
      </w:r>
      <w:r w:rsidR="00C34E74">
        <w:rPr>
          <w:sz w:val="28"/>
          <w:szCs w:val="28"/>
        </w:rPr>
        <w:t>по Соглашению</w:t>
      </w:r>
      <w:r w:rsidRPr="00ED0418">
        <w:rPr>
          <w:sz w:val="28"/>
          <w:szCs w:val="28"/>
        </w:rPr>
        <w:t xml:space="preserve"> с отражением информации о неисполненных получателем субсидии обязательствах, источником финансового обеспе</w:t>
      </w:r>
      <w:r>
        <w:rPr>
          <w:sz w:val="28"/>
          <w:szCs w:val="28"/>
        </w:rPr>
        <w:t>чения которых является субсидия</w:t>
      </w:r>
      <w:r w:rsidR="00A84238">
        <w:rPr>
          <w:rFonts w:eastAsia="Calibri"/>
          <w:sz w:val="28"/>
          <w:szCs w:val="28"/>
        </w:rPr>
        <w:t>.</w:t>
      </w:r>
    </w:p>
    <w:p w:rsidR="00A84238" w:rsidRDefault="00997B04" w:rsidP="005D16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основании решения комиссии об изменении размера субсидии, предоставленной получателю суб</w:t>
      </w:r>
      <w:r w:rsidR="007B575A">
        <w:rPr>
          <w:rFonts w:eastAsia="Calibri"/>
          <w:sz w:val="28"/>
          <w:szCs w:val="28"/>
        </w:rPr>
        <w:t>сидии в соответствии с Соглашением</w:t>
      </w:r>
      <w:r>
        <w:rPr>
          <w:rFonts w:eastAsia="Calibri"/>
          <w:sz w:val="28"/>
          <w:szCs w:val="28"/>
        </w:rPr>
        <w:t>, вносятся соо</w:t>
      </w:r>
      <w:r w:rsidR="007B575A">
        <w:rPr>
          <w:rFonts w:eastAsia="Calibri"/>
          <w:sz w:val="28"/>
          <w:szCs w:val="28"/>
        </w:rPr>
        <w:t>тветствующие изменения в Соглашение</w:t>
      </w:r>
      <w:r>
        <w:rPr>
          <w:rFonts w:eastAsia="Calibri"/>
          <w:sz w:val="28"/>
          <w:szCs w:val="28"/>
        </w:rPr>
        <w:t xml:space="preserve"> путем заключения дополнительного соглашения, в том числе дополнительного соглашения </w:t>
      </w:r>
      <w:r w:rsidR="00CE0A59">
        <w:rPr>
          <w:rFonts w:eastAsia="Calibri"/>
          <w:sz w:val="28"/>
          <w:szCs w:val="28"/>
        </w:rPr>
        <w:t xml:space="preserve">                  </w:t>
      </w:r>
      <w:r w:rsidR="007B575A">
        <w:rPr>
          <w:rFonts w:eastAsia="Calibri"/>
          <w:sz w:val="28"/>
          <w:szCs w:val="28"/>
        </w:rPr>
        <w:t>о расторжении Соглашения</w:t>
      </w:r>
      <w:r w:rsidR="00D310C6">
        <w:rPr>
          <w:rFonts w:eastAsia="Calibri"/>
          <w:sz w:val="28"/>
          <w:szCs w:val="28"/>
        </w:rPr>
        <w:t xml:space="preserve"> (при необходимости)</w:t>
      </w:r>
      <w:r>
        <w:rPr>
          <w:rFonts w:eastAsia="Calibri"/>
          <w:sz w:val="28"/>
          <w:szCs w:val="28"/>
        </w:rPr>
        <w:t xml:space="preserve"> по форме, утвержденной финансовым управлением адм</w:t>
      </w:r>
      <w:r w:rsidR="00D310C6">
        <w:rPr>
          <w:rFonts w:eastAsia="Calibri"/>
          <w:sz w:val="28"/>
          <w:szCs w:val="28"/>
        </w:rPr>
        <w:t>инистрации</w:t>
      </w:r>
      <w:r>
        <w:rPr>
          <w:rFonts w:eastAsia="Calibri"/>
          <w:sz w:val="28"/>
          <w:szCs w:val="28"/>
        </w:rPr>
        <w:t xml:space="preserve"> города Оренбурга.</w:t>
      </w:r>
    </w:p>
    <w:p w:rsidR="00186541" w:rsidRPr="0001117F" w:rsidRDefault="00D23D66" w:rsidP="001865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3.9</w:t>
      </w:r>
      <w:r w:rsidR="00186541" w:rsidRPr="0001117F">
        <w:rPr>
          <w:rFonts w:eastAsia="Calibri"/>
          <w:sz w:val="28"/>
          <w:szCs w:val="28"/>
        </w:rPr>
        <w:t>. В случае уменьшения главному распорядителю бюджетных средств ранее доведенных лимитов бюджетных обязательств, указанных</w:t>
      </w:r>
      <w:r w:rsidR="00186541">
        <w:rPr>
          <w:rFonts w:eastAsia="Calibri"/>
          <w:sz w:val="28"/>
          <w:szCs w:val="28"/>
        </w:rPr>
        <w:t xml:space="preserve">                    </w:t>
      </w:r>
      <w:r w:rsidR="00186541" w:rsidRPr="0001117F">
        <w:rPr>
          <w:rFonts w:eastAsia="Calibri"/>
          <w:sz w:val="28"/>
          <w:szCs w:val="28"/>
        </w:rPr>
        <w:t xml:space="preserve"> в </w:t>
      </w:r>
      <w:hyperlink r:id="rId25" w:history="1">
        <w:r w:rsidR="00186541" w:rsidRPr="00186541">
          <w:rPr>
            <w:rFonts w:eastAsia="Calibri"/>
            <w:sz w:val="28"/>
            <w:szCs w:val="28"/>
          </w:rPr>
          <w:t>пункте 1.3</w:t>
        </w:r>
      </w:hyperlink>
      <w:r w:rsidR="00186541" w:rsidRPr="0001117F">
        <w:rPr>
          <w:rFonts w:eastAsia="Calibri"/>
          <w:sz w:val="28"/>
          <w:szCs w:val="28"/>
        </w:rPr>
        <w:t xml:space="preserve"> настоящего Порядка, приводящего к невозможности предоставления субсидии в </w:t>
      </w:r>
      <w:r w:rsidR="007B575A">
        <w:rPr>
          <w:rFonts w:eastAsia="Calibri"/>
          <w:sz w:val="28"/>
          <w:szCs w:val="28"/>
        </w:rPr>
        <w:t>размере, определенном в Соглашении</w:t>
      </w:r>
      <w:r w:rsidR="00186541" w:rsidRPr="0001117F">
        <w:rPr>
          <w:rFonts w:eastAsia="Calibri"/>
          <w:sz w:val="28"/>
          <w:szCs w:val="28"/>
        </w:rPr>
        <w:t>, заключается допо</w:t>
      </w:r>
      <w:r w:rsidR="007B575A">
        <w:rPr>
          <w:rFonts w:eastAsia="Calibri"/>
          <w:sz w:val="28"/>
          <w:szCs w:val="28"/>
        </w:rPr>
        <w:t>лнительное соглашение к Соглашению</w:t>
      </w:r>
      <w:r w:rsidR="00186541" w:rsidRPr="0001117F">
        <w:rPr>
          <w:rFonts w:eastAsia="Calibri"/>
          <w:sz w:val="28"/>
          <w:szCs w:val="28"/>
        </w:rPr>
        <w:t xml:space="preserve"> о сог</w:t>
      </w:r>
      <w:r w:rsidR="007B575A">
        <w:rPr>
          <w:rFonts w:eastAsia="Calibri"/>
          <w:sz w:val="28"/>
          <w:szCs w:val="28"/>
        </w:rPr>
        <w:t>ласовании новых условий Соглашения</w:t>
      </w:r>
      <w:r w:rsidR="00186541" w:rsidRPr="0001117F">
        <w:rPr>
          <w:rFonts w:eastAsia="Calibri"/>
          <w:sz w:val="28"/>
          <w:szCs w:val="28"/>
        </w:rPr>
        <w:t>.</w:t>
      </w:r>
    </w:p>
    <w:p w:rsidR="00186541" w:rsidRDefault="00186541" w:rsidP="001865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>При недостижении согласия по но</w:t>
      </w:r>
      <w:r w:rsidR="00C86DE4">
        <w:rPr>
          <w:rFonts w:eastAsia="Calibri"/>
          <w:sz w:val="28"/>
          <w:szCs w:val="28"/>
        </w:rPr>
        <w:t>вым условиям</w:t>
      </w:r>
      <w:r w:rsidRPr="0001117F">
        <w:rPr>
          <w:rFonts w:eastAsia="Calibri"/>
          <w:sz w:val="28"/>
          <w:szCs w:val="28"/>
        </w:rPr>
        <w:t xml:space="preserve"> главный распорядитель бюджетных средств в течение 3 дней направляет получателю субсидии решение об одност</w:t>
      </w:r>
      <w:r w:rsidR="007B575A">
        <w:rPr>
          <w:rFonts w:eastAsia="Calibri"/>
          <w:sz w:val="28"/>
          <w:szCs w:val="28"/>
        </w:rPr>
        <w:t>ороннем отказе от исполнения Соглашения</w:t>
      </w:r>
      <w:r w:rsidRPr="0001117F">
        <w:rPr>
          <w:rFonts w:eastAsia="Calibri"/>
          <w:sz w:val="28"/>
          <w:szCs w:val="28"/>
        </w:rPr>
        <w:t>.</w:t>
      </w:r>
    </w:p>
    <w:p w:rsidR="00EA55D9" w:rsidRDefault="00997B04" w:rsidP="0000449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предоставлении субсидий, указанных в настоящем Порядке, обязательным условием их пред</w:t>
      </w:r>
      <w:r w:rsidR="007B575A">
        <w:rPr>
          <w:rFonts w:eastAsia="Calibri"/>
          <w:sz w:val="28"/>
          <w:szCs w:val="28"/>
        </w:rPr>
        <w:t>оставления, включаемым в Соглашение</w:t>
      </w:r>
      <w:r>
        <w:rPr>
          <w:rFonts w:eastAsia="Calibri"/>
          <w:sz w:val="28"/>
          <w:szCs w:val="28"/>
        </w:rPr>
        <w:t>, является согласие получателей субсидий на осуществление</w:t>
      </w:r>
      <w:r w:rsidR="00737FF7">
        <w:rPr>
          <w:rFonts w:eastAsia="Calibri"/>
          <w:sz w:val="28"/>
          <w:szCs w:val="28"/>
        </w:rPr>
        <w:t xml:space="preserve"> в отношении</w:t>
      </w:r>
      <w:r w:rsidR="00C06630">
        <w:rPr>
          <w:rFonts w:eastAsia="Calibri"/>
          <w:sz w:val="28"/>
          <w:szCs w:val="28"/>
        </w:rPr>
        <w:t xml:space="preserve">            </w:t>
      </w:r>
      <w:r w:rsidR="00737FF7">
        <w:rPr>
          <w:rFonts w:eastAsia="Calibri"/>
          <w:sz w:val="28"/>
          <w:szCs w:val="28"/>
        </w:rPr>
        <w:t xml:space="preserve"> их проверки</w:t>
      </w:r>
      <w:r>
        <w:rPr>
          <w:rFonts w:eastAsia="Calibri"/>
          <w:sz w:val="28"/>
          <w:szCs w:val="28"/>
        </w:rPr>
        <w:t xml:space="preserve"> главным распорядителем бюджетных сре</w:t>
      </w:r>
      <w:r w:rsidR="00FC3927">
        <w:rPr>
          <w:rFonts w:eastAsia="Calibri"/>
          <w:sz w:val="28"/>
          <w:szCs w:val="28"/>
        </w:rPr>
        <w:t xml:space="preserve">дств соблюдения порядка </w:t>
      </w:r>
      <w:r>
        <w:rPr>
          <w:rFonts w:eastAsia="Calibri"/>
          <w:sz w:val="28"/>
          <w:szCs w:val="28"/>
        </w:rPr>
        <w:t>и</w:t>
      </w:r>
      <w:r w:rsidR="00FC3927">
        <w:rPr>
          <w:rFonts w:eastAsia="Calibri"/>
          <w:sz w:val="28"/>
          <w:szCs w:val="28"/>
        </w:rPr>
        <w:t xml:space="preserve"> условий предоставления субсидии, в том числе в части достижения результатов предоставления </w:t>
      </w:r>
      <w:r w:rsidR="002A2AA3">
        <w:rPr>
          <w:rFonts w:eastAsia="Calibri"/>
          <w:sz w:val="28"/>
          <w:szCs w:val="28"/>
        </w:rPr>
        <w:t>субсидии, а также проверки</w:t>
      </w:r>
      <w:r>
        <w:rPr>
          <w:rFonts w:eastAsia="Calibri"/>
          <w:sz w:val="28"/>
          <w:szCs w:val="28"/>
        </w:rPr>
        <w:t xml:space="preserve"> органом муниципального финансового контроля </w:t>
      </w:r>
      <w:r w:rsidR="002A2AA3">
        <w:rPr>
          <w:rFonts w:eastAsia="Calibri"/>
          <w:sz w:val="28"/>
          <w:szCs w:val="28"/>
        </w:rPr>
        <w:t>в соответстви</w:t>
      </w:r>
      <w:r w:rsidR="008447DE">
        <w:rPr>
          <w:rFonts w:eastAsia="Calibri"/>
          <w:sz w:val="28"/>
          <w:szCs w:val="28"/>
        </w:rPr>
        <w:t xml:space="preserve">и </w:t>
      </w:r>
      <w:r w:rsidR="00620B2D">
        <w:rPr>
          <w:rFonts w:eastAsia="Calibri"/>
          <w:sz w:val="28"/>
          <w:szCs w:val="28"/>
        </w:rPr>
        <w:t>со статьями 268.1</w:t>
      </w:r>
      <w:r w:rsidR="00266E71">
        <w:rPr>
          <w:rFonts w:eastAsia="Calibri"/>
          <w:sz w:val="28"/>
          <w:szCs w:val="28"/>
        </w:rPr>
        <w:t xml:space="preserve">                </w:t>
      </w:r>
      <w:r w:rsidR="00620B2D">
        <w:rPr>
          <w:rFonts w:eastAsia="Calibri"/>
          <w:sz w:val="28"/>
          <w:szCs w:val="28"/>
        </w:rPr>
        <w:t xml:space="preserve"> </w:t>
      </w:r>
      <w:r w:rsidR="00620B2D">
        <w:rPr>
          <w:rFonts w:eastAsia="Calibri"/>
          <w:sz w:val="28"/>
          <w:szCs w:val="28"/>
        </w:rPr>
        <w:lastRenderedPageBreak/>
        <w:t>и 269.2 Бюдж</w:t>
      </w:r>
      <w:r w:rsidR="002A2AA3">
        <w:rPr>
          <w:rFonts w:eastAsia="Calibri"/>
          <w:sz w:val="28"/>
          <w:szCs w:val="28"/>
        </w:rPr>
        <w:t>етного кодекса Росс</w:t>
      </w:r>
      <w:r w:rsidR="00620B2D">
        <w:rPr>
          <w:rFonts w:eastAsia="Calibri"/>
          <w:sz w:val="28"/>
          <w:szCs w:val="28"/>
        </w:rPr>
        <w:t>и</w:t>
      </w:r>
      <w:r w:rsidR="002A2AA3">
        <w:rPr>
          <w:rFonts w:eastAsia="Calibri"/>
          <w:sz w:val="28"/>
          <w:szCs w:val="28"/>
        </w:rPr>
        <w:t>йской Федерации и на в</w:t>
      </w:r>
      <w:r w:rsidR="007B575A">
        <w:rPr>
          <w:rFonts w:eastAsia="Calibri"/>
          <w:sz w:val="28"/>
          <w:szCs w:val="28"/>
        </w:rPr>
        <w:t>ключение таких положений в Соглашение</w:t>
      </w:r>
      <w:r w:rsidR="00620B2D">
        <w:rPr>
          <w:rFonts w:eastAsia="Calibri"/>
          <w:sz w:val="28"/>
          <w:szCs w:val="28"/>
        </w:rPr>
        <w:t>.</w:t>
      </w:r>
    </w:p>
    <w:p w:rsidR="00146669" w:rsidRDefault="00D23D66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3.10</w:t>
      </w:r>
      <w:r w:rsidR="0053413D">
        <w:rPr>
          <w:rFonts w:eastAsia="Calibri"/>
          <w:sz w:val="28"/>
          <w:szCs w:val="28"/>
        </w:rPr>
        <w:t>. Результатом предоставления субсидии является завершение реализации проектов получателем субсидии по состоянию на 31 декабря текущего финансового года. Характеристиками (показателями, необходимыми для достижения результатов предоставления субсидии), значения которых устана</w:t>
      </w:r>
      <w:r w:rsidR="007B575A">
        <w:rPr>
          <w:rFonts w:eastAsia="Calibri"/>
          <w:sz w:val="28"/>
          <w:szCs w:val="28"/>
        </w:rPr>
        <w:t>вливаются в Соглашении</w:t>
      </w:r>
      <w:r w:rsidR="00146669">
        <w:rPr>
          <w:rFonts w:eastAsia="Calibri"/>
          <w:sz w:val="28"/>
          <w:szCs w:val="28"/>
        </w:rPr>
        <w:t>, являются:</w:t>
      </w:r>
    </w:p>
    <w:p w:rsidR="0053413D" w:rsidRDefault="0053413D" w:rsidP="00E44F7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для электронных средств массовой информации </w:t>
      </w:r>
      <w:r w:rsidR="00E44F71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общий хронометраж произведенной телепродукции и радиопродукции, количество телепрограмм и радиопрограмм;</w:t>
      </w:r>
    </w:p>
    <w:p w:rsidR="005D0AC3" w:rsidRDefault="002E7127" w:rsidP="008447D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для сетевых изданий</w:t>
      </w:r>
      <w:r w:rsidR="0053413D">
        <w:rPr>
          <w:rFonts w:eastAsia="Calibri"/>
          <w:sz w:val="28"/>
          <w:szCs w:val="28"/>
        </w:rPr>
        <w:t xml:space="preserve"> и страниц социальных сетей </w:t>
      </w:r>
      <w:r>
        <w:rPr>
          <w:rFonts w:eastAsia="Calibri"/>
          <w:sz w:val="28"/>
          <w:szCs w:val="28"/>
        </w:rPr>
        <w:t>–</w:t>
      </w:r>
      <w:r w:rsidR="008447DE">
        <w:rPr>
          <w:rFonts w:eastAsia="Calibri"/>
          <w:sz w:val="28"/>
          <w:szCs w:val="28"/>
        </w:rPr>
        <w:t xml:space="preserve"> общее число публикаций;</w:t>
      </w:r>
    </w:p>
    <w:p w:rsidR="00127F86" w:rsidRDefault="004E0E7C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 д</w:t>
      </w:r>
      <w:r w:rsidR="0053413D">
        <w:rPr>
          <w:rFonts w:eastAsia="Calibri"/>
          <w:sz w:val="28"/>
          <w:szCs w:val="28"/>
        </w:rPr>
        <w:t xml:space="preserve">ля печатных средств массовой информации </w:t>
      </w:r>
      <w:r>
        <w:rPr>
          <w:rFonts w:eastAsia="Calibri"/>
          <w:sz w:val="28"/>
          <w:szCs w:val="28"/>
        </w:rPr>
        <w:t>– общая площадь опубликованных материалов</w:t>
      </w:r>
      <w:r w:rsidR="003F2F51">
        <w:rPr>
          <w:rFonts w:eastAsia="Calibri"/>
          <w:sz w:val="28"/>
          <w:szCs w:val="28"/>
        </w:rPr>
        <w:t>.</w:t>
      </w:r>
    </w:p>
    <w:p w:rsidR="00495CC6" w:rsidRDefault="0053413D" w:rsidP="0000449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Резу</w:t>
      </w:r>
      <w:r w:rsidR="00AE2F65">
        <w:rPr>
          <w:rFonts w:eastAsia="Calibri"/>
          <w:sz w:val="28"/>
          <w:szCs w:val="28"/>
        </w:rPr>
        <w:t>льтаты предоставления субсидии</w:t>
      </w:r>
      <w:r w:rsidR="005A7F55">
        <w:rPr>
          <w:rFonts w:eastAsia="Calibri"/>
          <w:sz w:val="28"/>
          <w:szCs w:val="28"/>
        </w:rPr>
        <w:t xml:space="preserve"> должны</w:t>
      </w:r>
      <w:r w:rsidR="00833D0B">
        <w:rPr>
          <w:rFonts w:eastAsia="Calibri"/>
          <w:sz w:val="28"/>
          <w:szCs w:val="28"/>
        </w:rPr>
        <w:t xml:space="preserve"> соответст</w:t>
      </w:r>
      <w:r w:rsidR="005A7F55">
        <w:rPr>
          <w:rFonts w:eastAsia="Calibri"/>
          <w:sz w:val="28"/>
          <w:szCs w:val="28"/>
        </w:rPr>
        <w:t>вовать</w:t>
      </w:r>
      <w:r>
        <w:rPr>
          <w:rFonts w:eastAsia="Calibri"/>
          <w:sz w:val="28"/>
          <w:szCs w:val="28"/>
        </w:rPr>
        <w:t xml:space="preserve"> типам результатов предоставления субсид</w:t>
      </w:r>
      <w:r w:rsidR="004B4556">
        <w:rPr>
          <w:rFonts w:eastAsia="Calibri"/>
          <w:sz w:val="28"/>
          <w:szCs w:val="28"/>
        </w:rPr>
        <w:t>ии, определенным в соответствии</w:t>
      </w:r>
      <w:r w:rsidR="00D92AE6">
        <w:rPr>
          <w:rFonts w:eastAsia="Calibri"/>
          <w:sz w:val="28"/>
          <w:szCs w:val="28"/>
        </w:rPr>
        <w:t xml:space="preserve">                    </w:t>
      </w:r>
      <w:r w:rsidR="00F6195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 установленным Министерством финансов Российской Федерации порядком проведения мониторинга достижения результатов предоставления субсидии.</w:t>
      </w:r>
    </w:p>
    <w:p w:rsidR="00B1174A" w:rsidRDefault="00B1174A" w:rsidP="00B1174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3.11</w:t>
      </w:r>
      <w:r w:rsidR="00B402E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Управление по информационной политике администрации города Оренбурга от имени главного распорядителя бюджетных средств в течение трех рабочих дней со дня представления документов, указанных в </w:t>
      </w:r>
      <w:hyperlink w:anchor="Par2" w:history="1">
        <w:r w:rsidRPr="004D7A02">
          <w:rPr>
            <w:rFonts w:eastAsia="Calibri"/>
            <w:sz w:val="28"/>
            <w:szCs w:val="28"/>
          </w:rPr>
          <w:t>пункте 4.1</w:t>
        </w:r>
      </w:hyperlink>
      <w:r>
        <w:rPr>
          <w:rFonts w:eastAsia="Calibri"/>
          <w:sz w:val="28"/>
          <w:szCs w:val="28"/>
        </w:rPr>
        <w:t xml:space="preserve"> настоящего Порядка, осуществляет проверку документов и принимает решение о предоставлении субсидии в виде </w:t>
      </w:r>
      <w:hyperlink r:id="rId26" w:history="1">
        <w:r w:rsidRPr="004D7A02">
          <w:rPr>
            <w:rFonts w:eastAsia="Calibri"/>
            <w:sz w:val="28"/>
            <w:szCs w:val="28"/>
          </w:rPr>
          <w:t>заключения</w:t>
        </w:r>
      </w:hyperlink>
      <w:r>
        <w:rPr>
          <w:rFonts w:eastAsia="Calibri"/>
          <w:sz w:val="28"/>
          <w:szCs w:val="28"/>
        </w:rPr>
        <w:t xml:space="preserve"> о предоставлении субсидии по форме согласно приложению к настоящему Порядку                               и направляет в этот же день в муниципальное казенное учреждение «Центр муниципальных расчетов» для перечисления субсидий на расчетный счет получателя субсидии, открытый в учреждениях Центрального банка Российской Федерации или кредитных организациях. Информационные материалы, размещенные в электронных и печатных средствах массовой информации без предварительного согласования с управлением                              по информационной политике администрации города Оренбурга, </w:t>
      </w:r>
      <w:r w:rsidRPr="00112E96">
        <w:rPr>
          <w:rFonts w:eastAsia="Calibri"/>
          <w:sz w:val="28"/>
          <w:szCs w:val="28"/>
        </w:rPr>
        <w:t>оплате</w:t>
      </w:r>
      <w:r>
        <w:rPr>
          <w:rFonts w:eastAsia="Calibri"/>
          <w:sz w:val="28"/>
          <w:szCs w:val="28"/>
        </w:rPr>
        <w:t xml:space="preserve">                </w:t>
      </w:r>
      <w:r w:rsidRPr="00112E96">
        <w:rPr>
          <w:rFonts w:eastAsia="Calibri"/>
          <w:sz w:val="28"/>
          <w:szCs w:val="28"/>
        </w:rPr>
        <w:t xml:space="preserve"> не подлежат.</w:t>
      </w:r>
    </w:p>
    <w:p w:rsidR="00B402E8" w:rsidRDefault="00B1174A" w:rsidP="00D92AE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3.12</w:t>
      </w:r>
      <w:r w:rsidR="00B402E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Перечисление субсидий осуществляется не позднее десятого рабочего дня, следующего за днем принятия главным распорядителем бюджетных средств по результатам рассмотрения и проверки им документов, указанных в </w:t>
      </w:r>
      <w:hyperlink w:anchor="Par2" w:history="1">
        <w:r w:rsidRPr="00E44F71">
          <w:rPr>
            <w:rFonts w:eastAsia="Calibri"/>
            <w:sz w:val="28"/>
            <w:szCs w:val="28"/>
          </w:rPr>
          <w:t>пункте 4.1</w:t>
        </w:r>
      </w:hyperlink>
      <w:r>
        <w:rPr>
          <w:rFonts w:eastAsia="Calibri"/>
          <w:sz w:val="28"/>
          <w:szCs w:val="28"/>
        </w:rPr>
        <w:t xml:space="preserve"> настоящего Порядка, в сроки, определенные</w:t>
      </w:r>
      <w:r w:rsidR="00D92AE6">
        <w:rPr>
          <w:rFonts w:eastAsia="Calibri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 xml:space="preserve"> в </w:t>
      </w:r>
      <w:hyperlink w:anchor="Par9" w:history="1">
        <w:r>
          <w:rPr>
            <w:rFonts w:eastAsia="Calibri"/>
            <w:sz w:val="28"/>
            <w:szCs w:val="28"/>
          </w:rPr>
          <w:t>пункте</w:t>
        </w:r>
      </w:hyperlink>
      <w:r>
        <w:rPr>
          <w:rFonts w:eastAsia="Calibri"/>
          <w:sz w:val="28"/>
          <w:szCs w:val="28"/>
        </w:rPr>
        <w:t xml:space="preserve"> 4.3 настоящего Порядка, на расчетные или корреспондентские счета получателей субсидии в учреждениях Центрального банка Российской Федерации или кредитных организациях.</w:t>
      </w:r>
    </w:p>
    <w:p w:rsidR="00B402E8" w:rsidRPr="005D1641" w:rsidRDefault="00B402E8" w:rsidP="00333AA0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D13B55" w:rsidRPr="005D1641" w:rsidRDefault="00D13B55" w:rsidP="005D1641">
      <w:pPr>
        <w:autoSpaceDE w:val="0"/>
        <w:autoSpaceDN w:val="0"/>
        <w:adjustRightInd w:val="0"/>
        <w:ind w:firstLine="708"/>
        <w:jc w:val="center"/>
        <w:outlineLvl w:val="0"/>
        <w:rPr>
          <w:rFonts w:eastAsia="Calibri"/>
          <w:bCs/>
          <w:sz w:val="28"/>
          <w:szCs w:val="28"/>
        </w:rPr>
      </w:pPr>
      <w:r w:rsidRPr="005D1641">
        <w:rPr>
          <w:rFonts w:eastAsia="Calibri"/>
          <w:bCs/>
          <w:sz w:val="28"/>
          <w:szCs w:val="28"/>
        </w:rPr>
        <w:t xml:space="preserve">4. Требования к </w:t>
      </w:r>
      <w:r w:rsidR="00983004">
        <w:rPr>
          <w:rFonts w:eastAsia="Calibri"/>
          <w:bCs/>
          <w:sz w:val="28"/>
          <w:szCs w:val="28"/>
        </w:rPr>
        <w:t xml:space="preserve">предоставлению </w:t>
      </w:r>
      <w:r w:rsidRPr="005D1641">
        <w:rPr>
          <w:rFonts w:eastAsia="Calibri"/>
          <w:bCs/>
          <w:sz w:val="28"/>
          <w:szCs w:val="28"/>
        </w:rPr>
        <w:t>отчетности</w:t>
      </w:r>
    </w:p>
    <w:p w:rsidR="00D13B55" w:rsidRDefault="00D13B55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6722CB" w:rsidRDefault="00D13B55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3" w:name="Par2"/>
      <w:bookmarkEnd w:id="3"/>
      <w:r>
        <w:rPr>
          <w:rFonts w:eastAsia="Calibri"/>
          <w:sz w:val="28"/>
          <w:szCs w:val="28"/>
        </w:rPr>
        <w:t>4.1. Для получения субсидий ее получатели пре</w:t>
      </w:r>
      <w:r w:rsidR="00D92AE6">
        <w:rPr>
          <w:rFonts w:eastAsia="Calibri"/>
          <w:sz w:val="28"/>
          <w:szCs w:val="28"/>
        </w:rPr>
        <w:t>доставляют ежемесячно после 5</w:t>
      </w:r>
      <w:r>
        <w:rPr>
          <w:rFonts w:eastAsia="Calibri"/>
          <w:sz w:val="28"/>
          <w:szCs w:val="28"/>
        </w:rPr>
        <w:t xml:space="preserve"> числа месяца, следующего за отчетным месяцем, главному распорядителю как получателю бюджетн</w:t>
      </w:r>
      <w:r w:rsidR="006722CB">
        <w:rPr>
          <w:rFonts w:eastAsia="Calibri"/>
          <w:sz w:val="28"/>
          <w:szCs w:val="28"/>
        </w:rPr>
        <w:t>ых средств следующие документы:</w:t>
      </w:r>
    </w:p>
    <w:p w:rsidR="006722CB" w:rsidRDefault="00D13B55" w:rsidP="005D164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1) финансовый отчет о расходах, связанных с производством, размещением, распространением и (или) трансляцией социально значимых телерадиопрограмм и проектов по освещению деятельности Главы города Оренбурга, Администрации города Оренбурга, за отчетный месяц;</w:t>
      </w:r>
    </w:p>
    <w:p w:rsidR="006722CB" w:rsidRDefault="00D13B55" w:rsidP="0001117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содержательный отчет</w:t>
      </w:r>
      <w:r w:rsidR="00C4117E">
        <w:rPr>
          <w:rFonts w:eastAsia="Calibri"/>
          <w:sz w:val="28"/>
          <w:szCs w:val="28"/>
        </w:rPr>
        <w:t xml:space="preserve"> о реализации социально значимых проектов</w:t>
      </w:r>
      <w:r w:rsidR="00D92AE6">
        <w:rPr>
          <w:rFonts w:eastAsia="Calibri"/>
          <w:sz w:val="28"/>
          <w:szCs w:val="28"/>
        </w:rPr>
        <w:t xml:space="preserve">        </w:t>
      </w:r>
      <w:r w:rsidR="00C4117E">
        <w:rPr>
          <w:rFonts w:eastAsia="Calibri"/>
          <w:sz w:val="28"/>
          <w:szCs w:val="28"/>
        </w:rPr>
        <w:t xml:space="preserve"> в сфере электронных (печатных) средств массовой информации за отчетный месяц;</w:t>
      </w:r>
    </w:p>
    <w:p w:rsidR="00D13B55" w:rsidRDefault="00D13B55" w:rsidP="0001117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реестр подтверждающих документов к финансовому отчету</w:t>
      </w:r>
      <w:r w:rsidR="00F61955">
        <w:rPr>
          <w:rFonts w:eastAsia="Calibri"/>
          <w:sz w:val="28"/>
          <w:szCs w:val="28"/>
        </w:rPr>
        <w:t xml:space="preserve">                          </w:t>
      </w:r>
      <w:r>
        <w:rPr>
          <w:rFonts w:eastAsia="Calibri"/>
          <w:sz w:val="28"/>
          <w:szCs w:val="28"/>
        </w:rPr>
        <w:t xml:space="preserve"> о затратах, связанных с производством, распространением, выпуском социально значимых телерадиопрограмм и проектов по освещению деятельности Главы города Оренбурга, Администрации города Оренбурга</w:t>
      </w:r>
      <w:r w:rsidR="00F61955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t xml:space="preserve"> за отчетный месяц.</w:t>
      </w:r>
    </w:p>
    <w:p w:rsidR="00FA04AE" w:rsidRDefault="008530FB" w:rsidP="008530F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 </w:t>
      </w:r>
      <w:r w:rsidR="00D13B55">
        <w:rPr>
          <w:rFonts w:eastAsia="Calibri"/>
          <w:sz w:val="28"/>
          <w:szCs w:val="28"/>
        </w:rPr>
        <w:t>Отчет о достижении значений результатов и характеристик, указанных в</w:t>
      </w:r>
      <w:r w:rsidR="00202F75">
        <w:rPr>
          <w:rFonts w:eastAsia="Calibri"/>
          <w:sz w:val="28"/>
          <w:szCs w:val="28"/>
        </w:rPr>
        <w:t xml:space="preserve"> пункте</w:t>
      </w:r>
      <w:r w:rsidR="00D13B55">
        <w:rPr>
          <w:rFonts w:eastAsia="Calibri"/>
          <w:sz w:val="28"/>
          <w:szCs w:val="28"/>
        </w:rPr>
        <w:t xml:space="preserve"> </w:t>
      </w:r>
      <w:r w:rsidR="005A7F55">
        <w:rPr>
          <w:rFonts w:eastAsia="Calibri"/>
          <w:sz w:val="28"/>
          <w:szCs w:val="28"/>
        </w:rPr>
        <w:t>3.</w:t>
      </w:r>
      <w:hyperlink r:id="rId27" w:history="1">
        <w:r w:rsidR="0097220D">
          <w:rPr>
            <w:rFonts w:eastAsia="Calibri"/>
            <w:sz w:val="28"/>
            <w:szCs w:val="28"/>
          </w:rPr>
          <w:t>10</w:t>
        </w:r>
      </w:hyperlink>
      <w:r w:rsidR="00D13B55">
        <w:rPr>
          <w:rFonts w:eastAsia="Calibri"/>
          <w:sz w:val="28"/>
          <w:szCs w:val="28"/>
        </w:rPr>
        <w:t xml:space="preserve"> настоящего Порядка и в </w:t>
      </w:r>
      <w:r w:rsidR="007B575A">
        <w:rPr>
          <w:rFonts w:eastAsia="Calibri"/>
          <w:sz w:val="28"/>
          <w:szCs w:val="28"/>
        </w:rPr>
        <w:t>Соглашении</w:t>
      </w:r>
      <w:r w:rsidR="00D13B55">
        <w:rPr>
          <w:rFonts w:eastAsia="Calibri"/>
          <w:sz w:val="28"/>
          <w:szCs w:val="28"/>
        </w:rPr>
        <w:t>, по форме, утвержденной финансовым управлением администрации города Оренбурга, предоставляется</w:t>
      </w:r>
      <w:r w:rsidR="005D1641">
        <w:rPr>
          <w:rFonts w:eastAsia="Calibri"/>
          <w:sz w:val="28"/>
          <w:szCs w:val="28"/>
        </w:rPr>
        <w:t xml:space="preserve"> не реже одного раза в квартал.</w:t>
      </w:r>
    </w:p>
    <w:p w:rsidR="00853119" w:rsidRDefault="009E3DC2" w:rsidP="0085311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4.3. Управление по информационной политике администрации города Оренбурга от имени главного распорядителя бюджетных средств</w:t>
      </w:r>
      <w:r w:rsidR="007D3B54">
        <w:rPr>
          <w:rFonts w:eastAsia="Calibri"/>
          <w:sz w:val="28"/>
          <w:szCs w:val="28"/>
        </w:rPr>
        <w:t xml:space="preserve"> осуществляет проверку </w:t>
      </w:r>
      <w:r w:rsidR="00320708">
        <w:rPr>
          <w:rFonts w:eastAsia="Calibri"/>
          <w:sz w:val="28"/>
          <w:szCs w:val="28"/>
        </w:rPr>
        <w:t>отчетов и подтверждающих документов</w:t>
      </w:r>
      <w:r w:rsidR="00853119">
        <w:rPr>
          <w:rFonts w:eastAsia="Calibri"/>
          <w:sz w:val="28"/>
          <w:szCs w:val="28"/>
        </w:rPr>
        <w:t xml:space="preserve"> в порядке и </w:t>
      </w:r>
      <w:r w:rsidR="00A63B5D">
        <w:rPr>
          <w:rFonts w:eastAsia="Calibri"/>
          <w:sz w:val="28"/>
          <w:szCs w:val="28"/>
        </w:rPr>
        <w:t xml:space="preserve"> </w:t>
      </w:r>
      <w:r w:rsidR="00853119">
        <w:rPr>
          <w:rFonts w:eastAsia="Calibri"/>
          <w:sz w:val="28"/>
          <w:szCs w:val="28"/>
        </w:rPr>
        <w:t xml:space="preserve">в сроки, указанные </w:t>
      </w:r>
      <w:r w:rsidR="00017262">
        <w:rPr>
          <w:rFonts w:eastAsia="Calibri"/>
          <w:sz w:val="28"/>
          <w:szCs w:val="28"/>
        </w:rPr>
        <w:t>в п</w:t>
      </w:r>
      <w:r w:rsidR="00E17FDA">
        <w:rPr>
          <w:rFonts w:eastAsia="Calibri"/>
          <w:sz w:val="28"/>
          <w:szCs w:val="28"/>
        </w:rPr>
        <w:t>ункте</w:t>
      </w:r>
      <w:r w:rsidR="00017262">
        <w:rPr>
          <w:rFonts w:eastAsia="Calibri"/>
          <w:sz w:val="28"/>
          <w:szCs w:val="28"/>
        </w:rPr>
        <w:t xml:space="preserve"> 3.11 настоящего Порядка.</w:t>
      </w:r>
    </w:p>
    <w:p w:rsidR="00522E2A" w:rsidRDefault="00522E2A" w:rsidP="0011267C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bookmarkStart w:id="4" w:name="Par9"/>
      <w:bookmarkEnd w:id="4"/>
    </w:p>
    <w:p w:rsidR="0001117F" w:rsidRPr="00043777" w:rsidRDefault="00081798" w:rsidP="0001117F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5. </w:t>
      </w:r>
      <w:r w:rsidR="0001117F" w:rsidRPr="00043777">
        <w:rPr>
          <w:rFonts w:eastAsia="Calibri"/>
          <w:bCs/>
          <w:sz w:val="28"/>
          <w:szCs w:val="28"/>
        </w:rPr>
        <w:t>Требования об осуществлении контроля (мониторинга)</w:t>
      </w:r>
    </w:p>
    <w:p w:rsidR="0001117F" w:rsidRPr="00043777" w:rsidRDefault="0001117F" w:rsidP="0001117F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</w:rPr>
      </w:pPr>
      <w:r w:rsidRPr="00043777">
        <w:rPr>
          <w:rFonts w:eastAsia="Calibri"/>
          <w:bCs/>
          <w:sz w:val="28"/>
          <w:szCs w:val="28"/>
        </w:rPr>
        <w:t>за соблюдением условий и порядка предоставления</w:t>
      </w:r>
    </w:p>
    <w:p w:rsidR="0001117F" w:rsidRPr="00043777" w:rsidRDefault="0001117F" w:rsidP="0001117F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</w:rPr>
      </w:pPr>
      <w:r w:rsidRPr="00043777">
        <w:rPr>
          <w:rFonts w:eastAsia="Calibri"/>
          <w:bCs/>
          <w:sz w:val="28"/>
          <w:szCs w:val="28"/>
        </w:rPr>
        <w:t>субсидий и ответственности за их нарушение</w:t>
      </w:r>
    </w:p>
    <w:p w:rsidR="0001117F" w:rsidRPr="00043777" w:rsidRDefault="0001117F" w:rsidP="000111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F17AF0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>5.1. Управление по информационной политике администрации города Оренбурга проводит проверку соблюдения получателем субсидии порядка</w:t>
      </w:r>
      <w:r w:rsidR="00287D5C">
        <w:rPr>
          <w:rFonts w:eastAsia="Calibri"/>
          <w:sz w:val="28"/>
          <w:szCs w:val="28"/>
        </w:rPr>
        <w:t xml:space="preserve">             </w:t>
      </w:r>
      <w:r w:rsidRPr="0001117F">
        <w:rPr>
          <w:rFonts w:eastAsia="Calibri"/>
          <w:sz w:val="28"/>
          <w:szCs w:val="28"/>
        </w:rPr>
        <w:t xml:space="preserve"> и условий предоставления субсидий, в том числе в части достижения результатов предоставления субсидии. Органы муниципального финансового контроля проводят проверку в соответствии со </w:t>
      </w:r>
      <w:hyperlink r:id="rId28" w:history="1">
        <w:r w:rsidRPr="00E44F71">
          <w:rPr>
            <w:rFonts w:eastAsia="Calibri"/>
            <w:sz w:val="28"/>
            <w:szCs w:val="28"/>
          </w:rPr>
          <w:t>статьями 268.1</w:t>
        </w:r>
      </w:hyperlink>
      <w:r w:rsidRPr="0001117F">
        <w:rPr>
          <w:rFonts w:eastAsia="Calibri"/>
          <w:sz w:val="28"/>
          <w:szCs w:val="28"/>
        </w:rPr>
        <w:t xml:space="preserve"> и </w:t>
      </w:r>
      <w:hyperlink r:id="rId29" w:history="1">
        <w:r w:rsidRPr="00E44F71">
          <w:rPr>
            <w:rFonts w:eastAsia="Calibri"/>
            <w:sz w:val="28"/>
            <w:szCs w:val="28"/>
          </w:rPr>
          <w:t>269.2</w:t>
        </w:r>
      </w:hyperlink>
      <w:r w:rsidRPr="0001117F">
        <w:rPr>
          <w:rFonts w:eastAsia="Calibri"/>
          <w:sz w:val="28"/>
          <w:szCs w:val="28"/>
        </w:rPr>
        <w:t xml:space="preserve"> Бюджетного кодекса Российской Федерации.</w:t>
      </w:r>
    </w:p>
    <w:p w:rsidR="0001117F" w:rsidRP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>5.2. Управление по информационной политике администрации города Оренбурга от имени главного распорядителя бюджетных средств осуществляет контроль за достоверностью представленных документов,</w:t>
      </w:r>
      <w:r w:rsidR="00F61955">
        <w:rPr>
          <w:rFonts w:eastAsia="Calibri"/>
          <w:sz w:val="28"/>
          <w:szCs w:val="28"/>
        </w:rPr>
        <w:t xml:space="preserve">                </w:t>
      </w:r>
      <w:r w:rsidRPr="0001117F">
        <w:rPr>
          <w:rFonts w:eastAsia="Calibri"/>
          <w:sz w:val="28"/>
          <w:szCs w:val="28"/>
        </w:rPr>
        <w:t xml:space="preserve"> на основании которых рассчитывается объем предоставляемых субсидий.</w:t>
      </w:r>
    </w:p>
    <w:p w:rsidR="0001117F" w:rsidRP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>5.3. Получатель субсидии несет ответственность в соответствии</w:t>
      </w:r>
      <w:r w:rsidR="00F61955">
        <w:rPr>
          <w:rFonts w:eastAsia="Calibri"/>
          <w:sz w:val="28"/>
          <w:szCs w:val="28"/>
        </w:rPr>
        <w:t xml:space="preserve">                      </w:t>
      </w:r>
      <w:r w:rsidRPr="0001117F">
        <w:rPr>
          <w:rFonts w:eastAsia="Calibri"/>
          <w:sz w:val="28"/>
          <w:szCs w:val="28"/>
        </w:rPr>
        <w:t xml:space="preserve"> с действующим законодательством Российской Федерации за достоверность сведений, содержащихся в документах, предоставленных им для получения субсидий из бюджета города Оренбурга.</w:t>
      </w:r>
    </w:p>
    <w:p w:rsidR="0001117F" w:rsidRPr="0001117F" w:rsidRDefault="0001117F" w:rsidP="008C38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 xml:space="preserve">5.4. В случае установления по результатам проверок, проведенных главным распорядителем бюджетных средств, предоставившим субсидию, </w:t>
      </w:r>
      <w:r w:rsidR="00287D5C">
        <w:rPr>
          <w:rFonts w:eastAsia="Calibri"/>
          <w:sz w:val="28"/>
          <w:szCs w:val="28"/>
        </w:rPr>
        <w:t xml:space="preserve">               </w:t>
      </w:r>
      <w:r w:rsidRPr="0001117F">
        <w:rPr>
          <w:rFonts w:eastAsia="Calibri"/>
          <w:sz w:val="28"/>
          <w:szCs w:val="28"/>
        </w:rPr>
        <w:t xml:space="preserve">и органами муниципального финансового контроля фактов нарушения условий и порядка предоставления субсидии получателем субсидии, а также в случае недостижения значений результатов, главный распорядитель бюджетных средств составляет акт о выявленных нарушениях (далее </w:t>
      </w:r>
      <w:r w:rsidR="008C38EB">
        <w:rPr>
          <w:rFonts w:eastAsia="Calibri"/>
          <w:sz w:val="28"/>
          <w:szCs w:val="28"/>
        </w:rPr>
        <w:t>–</w:t>
      </w:r>
      <w:r w:rsidRPr="0001117F">
        <w:rPr>
          <w:rFonts w:eastAsia="Calibri"/>
          <w:sz w:val="28"/>
          <w:szCs w:val="28"/>
        </w:rPr>
        <w:t xml:space="preserve"> Акт).</w:t>
      </w:r>
    </w:p>
    <w:p w:rsidR="0001117F" w:rsidRP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lastRenderedPageBreak/>
        <w:t>В течение 5 рабочих дней с момента составления Акта главным распорядителем направляется получателю субсидии письменное уведомление о ее возврате с указанием оснований ее возврата, суммы, сроков и кодов бюджетной классификации Российской Федерации, по которому должен быть осуществлен возврат.</w:t>
      </w:r>
    </w:p>
    <w:p w:rsidR="0001117F" w:rsidRP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117F">
        <w:rPr>
          <w:rFonts w:eastAsia="Calibri"/>
          <w:sz w:val="28"/>
          <w:szCs w:val="28"/>
        </w:rPr>
        <w:t xml:space="preserve">5.5. В случае если получатель субсидии не перечислит сумму субсидии в бюджет города Оренбурга в размере и </w:t>
      </w:r>
      <w:r w:rsidR="006762EE">
        <w:rPr>
          <w:rFonts w:eastAsia="Calibri"/>
          <w:sz w:val="28"/>
          <w:szCs w:val="28"/>
        </w:rPr>
        <w:t xml:space="preserve">в </w:t>
      </w:r>
      <w:r w:rsidRPr="0001117F">
        <w:rPr>
          <w:rFonts w:eastAsia="Calibri"/>
          <w:sz w:val="28"/>
          <w:szCs w:val="28"/>
        </w:rPr>
        <w:t>сроки, указанные в письменном уведомлении, взыскание суммы субсидии осуществляется в судебном порядке.</w:t>
      </w:r>
    </w:p>
    <w:p w:rsidR="0001117F" w:rsidRPr="0001117F" w:rsidRDefault="006F04D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5.6</w:t>
      </w:r>
      <w:r w:rsidR="0001117F" w:rsidRPr="0001117F">
        <w:rPr>
          <w:rFonts w:eastAsia="Calibri"/>
          <w:sz w:val="28"/>
          <w:szCs w:val="28"/>
        </w:rPr>
        <w:t>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затрат.</w:t>
      </w:r>
    </w:p>
    <w:p w:rsidR="0001117F" w:rsidRDefault="0001117F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E384D" w:rsidRDefault="001E384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762EE" w:rsidRDefault="006762EE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62792" w:rsidRDefault="00A62792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00186" w:rsidRDefault="00000186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00186" w:rsidRDefault="00000186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E56B06" w:rsidRPr="00E56B06" w:rsidRDefault="00C63119" w:rsidP="00E56B06">
      <w:pPr>
        <w:tabs>
          <w:tab w:val="left" w:pos="4536"/>
        </w:tabs>
        <w:rPr>
          <w:rFonts w:eastAsia="Calibri"/>
          <w:sz w:val="28"/>
          <w:szCs w:val="28"/>
        </w:rPr>
      </w:pPr>
      <w:r w:rsidRPr="00E56B06">
        <w:rPr>
          <w:rFonts w:eastAsia="Calibri"/>
          <w:sz w:val="28"/>
          <w:szCs w:val="28"/>
        </w:rPr>
        <w:lastRenderedPageBreak/>
        <w:t xml:space="preserve">                                                                  </w:t>
      </w:r>
      <w:r w:rsidR="00E56B06" w:rsidRPr="00E56B06">
        <w:rPr>
          <w:rFonts w:eastAsia="Calibri"/>
          <w:sz w:val="28"/>
          <w:szCs w:val="28"/>
        </w:rPr>
        <w:t>Приложение</w:t>
      </w:r>
    </w:p>
    <w:p w:rsidR="003410EC" w:rsidRPr="00E56B06" w:rsidRDefault="00E56B06" w:rsidP="00E56B06">
      <w:pPr>
        <w:tabs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</w:t>
      </w:r>
      <w:r w:rsidR="00780117">
        <w:rPr>
          <w:rFonts w:eastAsia="Calibri"/>
          <w:sz w:val="28"/>
          <w:szCs w:val="28"/>
        </w:rPr>
        <w:t xml:space="preserve">  </w:t>
      </w:r>
      <w:r w:rsidR="003410EC" w:rsidRPr="00E56B06">
        <w:rPr>
          <w:rFonts w:eastAsia="Calibri"/>
          <w:sz w:val="28"/>
          <w:szCs w:val="28"/>
        </w:rPr>
        <w:t>к порядку предоставления</w:t>
      </w:r>
      <w:r w:rsidR="00C90C0D" w:rsidRPr="00E56B06">
        <w:rPr>
          <w:rFonts w:eastAsia="Calibri"/>
          <w:sz w:val="28"/>
          <w:szCs w:val="28"/>
        </w:rPr>
        <w:t xml:space="preserve"> за счет</w:t>
      </w:r>
    </w:p>
    <w:p w:rsidR="003410EC" w:rsidRPr="00E56B06" w:rsidRDefault="00C63119" w:rsidP="00E56B06">
      <w:pPr>
        <w:tabs>
          <w:tab w:val="left" w:pos="4536"/>
        </w:tabs>
        <w:rPr>
          <w:rFonts w:eastAsia="Calibri"/>
          <w:sz w:val="28"/>
          <w:szCs w:val="28"/>
        </w:rPr>
      </w:pPr>
      <w:r w:rsidRPr="00E56B06">
        <w:rPr>
          <w:rFonts w:eastAsia="Calibri"/>
          <w:sz w:val="28"/>
          <w:szCs w:val="28"/>
        </w:rPr>
        <w:t xml:space="preserve">    </w:t>
      </w:r>
      <w:r w:rsidR="00E56B06">
        <w:rPr>
          <w:rFonts w:eastAsia="Calibri"/>
          <w:sz w:val="28"/>
          <w:szCs w:val="28"/>
        </w:rPr>
        <w:t xml:space="preserve">                                                              </w:t>
      </w:r>
      <w:r w:rsidR="003410EC" w:rsidRPr="00E56B06">
        <w:rPr>
          <w:rFonts w:eastAsia="Calibri"/>
          <w:sz w:val="28"/>
          <w:szCs w:val="28"/>
        </w:rPr>
        <w:t>средств бюджета города Оренбурга</w:t>
      </w:r>
    </w:p>
    <w:p w:rsidR="003D1609" w:rsidRDefault="00C63119" w:rsidP="00E56B06">
      <w:pPr>
        <w:tabs>
          <w:tab w:val="left" w:pos="3976"/>
          <w:tab w:val="left" w:pos="4536"/>
        </w:tabs>
        <w:rPr>
          <w:rFonts w:eastAsia="Calibri"/>
          <w:sz w:val="28"/>
          <w:szCs w:val="28"/>
        </w:rPr>
      </w:pPr>
      <w:r w:rsidRPr="00E56B06">
        <w:rPr>
          <w:rFonts w:eastAsia="Calibri"/>
          <w:sz w:val="28"/>
          <w:szCs w:val="28"/>
        </w:rPr>
        <w:t xml:space="preserve">                                                              </w:t>
      </w:r>
      <w:r w:rsidR="00E56B06">
        <w:rPr>
          <w:rFonts w:eastAsia="Calibri"/>
          <w:sz w:val="28"/>
          <w:szCs w:val="28"/>
        </w:rPr>
        <w:t xml:space="preserve">  </w:t>
      </w:r>
      <w:r w:rsidRPr="00E56B06">
        <w:rPr>
          <w:rFonts w:eastAsia="Calibri"/>
          <w:sz w:val="28"/>
          <w:szCs w:val="28"/>
        </w:rPr>
        <w:t xml:space="preserve"> </w:t>
      </w:r>
      <w:r w:rsidR="00780117">
        <w:rPr>
          <w:rFonts w:eastAsia="Calibri"/>
          <w:sz w:val="28"/>
          <w:szCs w:val="28"/>
        </w:rPr>
        <w:t xml:space="preserve"> </w:t>
      </w:r>
      <w:r w:rsidR="00C4624B">
        <w:rPr>
          <w:rFonts w:eastAsia="Calibri"/>
          <w:sz w:val="28"/>
          <w:szCs w:val="28"/>
        </w:rPr>
        <w:t>субсидий</w:t>
      </w:r>
      <w:r w:rsidR="003D1609" w:rsidRPr="003D1609">
        <w:rPr>
          <w:rFonts w:eastAsia="Calibri"/>
          <w:sz w:val="28"/>
          <w:szCs w:val="28"/>
        </w:rPr>
        <w:t xml:space="preserve"> </w:t>
      </w:r>
      <w:r w:rsidR="003D1609">
        <w:rPr>
          <w:rFonts w:eastAsia="Calibri"/>
          <w:sz w:val="28"/>
          <w:szCs w:val="28"/>
        </w:rPr>
        <w:t xml:space="preserve">юридическим лицам и     </w:t>
      </w:r>
    </w:p>
    <w:p w:rsidR="003D1609" w:rsidRDefault="003D1609" w:rsidP="00E56B06">
      <w:pPr>
        <w:tabs>
          <w:tab w:val="left" w:pos="3976"/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индивидуальным предпринимателям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– </w:t>
      </w:r>
    </w:p>
    <w:p w:rsidR="003D1609" w:rsidRDefault="003D1609" w:rsidP="00E56B06">
      <w:pPr>
        <w:tabs>
          <w:tab w:val="left" w:pos="3976"/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производителям товаров, работ, услуг</w:t>
      </w:r>
    </w:p>
    <w:p w:rsidR="003410EC" w:rsidRPr="00E56B06" w:rsidRDefault="003D1609" w:rsidP="00C63CF9">
      <w:pPr>
        <w:tabs>
          <w:tab w:val="left" w:pos="3976"/>
          <w:tab w:val="left" w:pos="4536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в </w:t>
      </w:r>
      <w:r w:rsidR="00C63CF9">
        <w:rPr>
          <w:rFonts w:eastAsia="Calibri"/>
          <w:sz w:val="28"/>
          <w:szCs w:val="28"/>
        </w:rPr>
        <w:t>сфере</w:t>
      </w:r>
      <w:r w:rsidR="002F394C">
        <w:rPr>
          <w:rFonts w:eastAsia="Calibri"/>
          <w:sz w:val="28"/>
          <w:szCs w:val="28"/>
        </w:rPr>
        <w:t xml:space="preserve"> периодической печати и                                                                                    </w:t>
      </w:r>
    </w:p>
    <w:p w:rsidR="0095690D" w:rsidRDefault="00C63119" w:rsidP="00E56B06">
      <w:pPr>
        <w:tabs>
          <w:tab w:val="left" w:pos="4536"/>
        </w:tabs>
        <w:rPr>
          <w:rFonts w:eastAsia="Calibri"/>
          <w:sz w:val="28"/>
          <w:szCs w:val="28"/>
        </w:rPr>
      </w:pPr>
      <w:r w:rsidRPr="00E56B06">
        <w:rPr>
          <w:rFonts w:eastAsia="Calibri"/>
          <w:sz w:val="28"/>
          <w:szCs w:val="28"/>
        </w:rPr>
        <w:t xml:space="preserve">                                         </w:t>
      </w:r>
      <w:r w:rsidR="00780117">
        <w:rPr>
          <w:rFonts w:eastAsia="Calibri"/>
          <w:sz w:val="28"/>
          <w:szCs w:val="28"/>
        </w:rPr>
        <w:t xml:space="preserve">                         </w:t>
      </w:r>
      <w:r w:rsidR="0095690D">
        <w:rPr>
          <w:rFonts w:eastAsia="Calibri"/>
          <w:sz w:val="28"/>
          <w:szCs w:val="28"/>
        </w:rPr>
        <w:t>электронных средств массовой</w:t>
      </w:r>
    </w:p>
    <w:p w:rsidR="003410EC" w:rsidRPr="00E56B06" w:rsidRDefault="0095690D" w:rsidP="00E56B0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информации</w:t>
      </w:r>
    </w:p>
    <w:p w:rsidR="003410EC" w:rsidRDefault="003410EC" w:rsidP="003410EC">
      <w:pPr>
        <w:autoSpaceDE w:val="0"/>
        <w:autoSpaceDN w:val="0"/>
        <w:adjustRightInd w:val="0"/>
        <w:jc w:val="right"/>
        <w:rPr>
          <w:rFonts w:eastAsia="Calibri"/>
        </w:rPr>
      </w:pPr>
    </w:p>
    <w:p w:rsidR="003410EC" w:rsidRPr="00293E2C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ЗАКЛЮЧЕНИЕ</w:t>
      </w: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управления по информационной политике</w:t>
      </w: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администрации города Оренбурга о предоставлении субсидии</w:t>
      </w:r>
    </w:p>
    <w:p w:rsidR="003410EC" w:rsidRPr="00293E2C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_________________________________________________________</w:t>
      </w: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(наименование получателя субсидии)</w:t>
      </w:r>
    </w:p>
    <w:p w:rsidR="003410EC" w:rsidRPr="00293E2C" w:rsidRDefault="003410EC" w:rsidP="003410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93E2C">
        <w:rPr>
          <w:rFonts w:eastAsia="Calibri"/>
          <w:sz w:val="28"/>
          <w:szCs w:val="28"/>
        </w:rPr>
        <w:t>за ______________ 20___ года</w:t>
      </w:r>
    </w:p>
    <w:p w:rsidR="003410EC" w:rsidRPr="00293E2C" w:rsidRDefault="00E44C09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               (месяц)</w:t>
      </w:r>
    </w:p>
    <w:p w:rsidR="003410EC" w:rsidRPr="00293E2C" w:rsidRDefault="003410EC" w:rsidP="003410EC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410EC" w:rsidRPr="00293E2C" w:rsidRDefault="003410EC" w:rsidP="0038450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2211"/>
        <w:gridCol w:w="2154"/>
      </w:tblGrid>
      <w:tr w:rsidR="003410EC" w:rsidRPr="00293E2C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Отчетный месяц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С начала года</w:t>
            </w:r>
          </w:p>
        </w:tc>
      </w:tr>
      <w:tr w:rsidR="003410EC" w:rsidRPr="00293E2C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Размер субсидий, предусмотренных в бюджете города на текущий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3410EC" w:rsidRPr="00293E2C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Сумма субсидии к возмещению затрат из бюджета города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3410EC" w:rsidRPr="00293E2C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93E2C">
              <w:rPr>
                <w:rFonts w:eastAsia="Calibri"/>
                <w:sz w:val="28"/>
                <w:szCs w:val="28"/>
              </w:rPr>
              <w:t>Остаток предусмотренной субсидии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EC" w:rsidRPr="00293E2C" w:rsidRDefault="003410E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3410EC" w:rsidRPr="00293E2C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44C09" w:rsidRDefault="00E44C09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E44C09" w:rsidRPr="00C90C0D" w:rsidRDefault="00E44C09" w:rsidP="00E44C09">
      <w:pPr>
        <w:rPr>
          <w:rFonts w:eastAsia="Calibri"/>
          <w:sz w:val="28"/>
          <w:szCs w:val="28"/>
        </w:rPr>
      </w:pPr>
    </w:p>
    <w:p w:rsidR="003410EC" w:rsidRPr="00C90C0D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90C0D">
        <w:rPr>
          <w:rFonts w:eastAsia="Calibri"/>
          <w:sz w:val="28"/>
          <w:szCs w:val="28"/>
        </w:rPr>
        <w:t>Начальник управления</w:t>
      </w:r>
    </w:p>
    <w:p w:rsidR="003410EC" w:rsidRPr="00C90C0D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90C0D">
        <w:rPr>
          <w:rFonts w:eastAsia="Calibri"/>
          <w:sz w:val="28"/>
          <w:szCs w:val="28"/>
        </w:rPr>
        <w:t xml:space="preserve">по информационной политике      </w:t>
      </w:r>
      <w:r w:rsidR="00E44C09" w:rsidRPr="00C90C0D">
        <w:rPr>
          <w:rFonts w:eastAsia="Calibri"/>
          <w:sz w:val="28"/>
          <w:szCs w:val="28"/>
        </w:rPr>
        <w:t xml:space="preserve">      </w:t>
      </w:r>
      <w:r w:rsidR="00C90C0D">
        <w:rPr>
          <w:rFonts w:eastAsia="Calibri"/>
          <w:sz w:val="28"/>
          <w:szCs w:val="28"/>
        </w:rPr>
        <w:t xml:space="preserve">  </w:t>
      </w:r>
      <w:r w:rsidRPr="00C90C0D">
        <w:rPr>
          <w:rFonts w:eastAsia="Calibri"/>
          <w:sz w:val="28"/>
          <w:szCs w:val="28"/>
        </w:rPr>
        <w:t xml:space="preserve">  ______________ </w:t>
      </w:r>
      <w:r w:rsidR="00E44C09" w:rsidRPr="00C90C0D">
        <w:rPr>
          <w:rFonts w:eastAsia="Calibri"/>
          <w:sz w:val="28"/>
          <w:szCs w:val="28"/>
        </w:rPr>
        <w:t xml:space="preserve">       </w:t>
      </w:r>
      <w:r w:rsidRPr="00C90C0D">
        <w:rPr>
          <w:rFonts w:eastAsia="Calibri"/>
          <w:sz w:val="28"/>
          <w:szCs w:val="28"/>
        </w:rPr>
        <w:t>___________</w:t>
      </w:r>
    </w:p>
    <w:p w:rsidR="003410EC" w:rsidRPr="00C90C0D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90C0D">
        <w:rPr>
          <w:rFonts w:eastAsia="Calibri"/>
          <w:sz w:val="28"/>
          <w:szCs w:val="28"/>
        </w:rPr>
        <w:t xml:space="preserve">администрации города Оренбурга     </w:t>
      </w:r>
      <w:r w:rsidR="00E44C09" w:rsidRPr="00C90C0D">
        <w:rPr>
          <w:rFonts w:eastAsia="Calibri"/>
          <w:sz w:val="28"/>
          <w:szCs w:val="28"/>
        </w:rPr>
        <w:t xml:space="preserve">    </w:t>
      </w:r>
      <w:r w:rsidRPr="00C90C0D">
        <w:rPr>
          <w:rFonts w:eastAsia="Calibri"/>
          <w:sz w:val="28"/>
          <w:szCs w:val="28"/>
        </w:rPr>
        <w:t xml:space="preserve">  </w:t>
      </w:r>
      <w:r w:rsidR="00C90C0D">
        <w:rPr>
          <w:rFonts w:eastAsia="Calibri"/>
          <w:sz w:val="28"/>
          <w:szCs w:val="28"/>
        </w:rPr>
        <w:t xml:space="preserve">  </w:t>
      </w:r>
      <w:r w:rsidRPr="00C90C0D">
        <w:rPr>
          <w:rFonts w:eastAsia="Calibri"/>
          <w:sz w:val="28"/>
          <w:szCs w:val="28"/>
        </w:rPr>
        <w:t xml:space="preserve">подпись        </w:t>
      </w:r>
      <w:r w:rsidR="00E44C09" w:rsidRPr="00C90C0D">
        <w:rPr>
          <w:rFonts w:eastAsia="Calibri"/>
          <w:sz w:val="28"/>
          <w:szCs w:val="28"/>
        </w:rPr>
        <w:t xml:space="preserve">             </w:t>
      </w:r>
      <w:r w:rsidRPr="00C90C0D">
        <w:rPr>
          <w:rFonts w:eastAsia="Calibri"/>
          <w:sz w:val="28"/>
          <w:szCs w:val="28"/>
        </w:rPr>
        <w:t>Ф.И.О.</w:t>
      </w:r>
    </w:p>
    <w:p w:rsidR="003410EC" w:rsidRPr="00293E2C" w:rsidRDefault="003410EC" w:rsidP="003410E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3410EC" w:rsidRDefault="003410EC" w:rsidP="003410EC">
      <w:pPr>
        <w:autoSpaceDE w:val="0"/>
        <w:autoSpaceDN w:val="0"/>
        <w:adjustRightInd w:val="0"/>
        <w:jc w:val="both"/>
        <w:rPr>
          <w:rFonts w:eastAsia="Calibri"/>
        </w:rPr>
      </w:pPr>
    </w:p>
    <w:p w:rsidR="003410EC" w:rsidRDefault="003410EC" w:rsidP="00B96E14">
      <w:pPr>
        <w:rPr>
          <w:rFonts w:eastAsia="Calibri"/>
          <w:sz w:val="28"/>
          <w:szCs w:val="28"/>
        </w:rPr>
      </w:pPr>
    </w:p>
    <w:p w:rsidR="00663165" w:rsidRDefault="00663165" w:rsidP="00B96E14">
      <w:pPr>
        <w:rPr>
          <w:rFonts w:eastAsia="Calibri"/>
          <w:sz w:val="28"/>
          <w:szCs w:val="28"/>
        </w:rPr>
      </w:pPr>
    </w:p>
    <w:p w:rsidR="00663165" w:rsidRDefault="00663165" w:rsidP="00B96E14">
      <w:pPr>
        <w:rPr>
          <w:rFonts w:eastAsia="Calibri"/>
          <w:sz w:val="28"/>
          <w:szCs w:val="28"/>
        </w:rPr>
      </w:pPr>
    </w:p>
    <w:p w:rsidR="00663165" w:rsidRDefault="00663165" w:rsidP="00B96E14">
      <w:pPr>
        <w:rPr>
          <w:rFonts w:eastAsia="Calibri"/>
          <w:sz w:val="28"/>
          <w:szCs w:val="28"/>
        </w:rPr>
      </w:pPr>
    </w:p>
    <w:p w:rsidR="00E6415A" w:rsidRDefault="00E6415A" w:rsidP="00B96E14"/>
    <w:p w:rsidR="005A00DD" w:rsidRPr="00476FB9" w:rsidRDefault="0029429A" w:rsidP="00476FB9">
      <w:pPr>
        <w:rPr>
          <w:rFonts w:eastAsia="Calibri"/>
          <w:sz w:val="28"/>
          <w:szCs w:val="28"/>
        </w:rPr>
      </w:pPr>
      <w:r>
        <w:rPr>
          <w:rFonts w:eastAsia="Calibri"/>
        </w:rPr>
        <w:lastRenderedPageBreak/>
        <w:t xml:space="preserve">                                         </w:t>
      </w:r>
      <w:r w:rsidR="00476FB9">
        <w:rPr>
          <w:rFonts w:eastAsia="Calibri"/>
        </w:rPr>
        <w:t xml:space="preserve">                                             </w:t>
      </w:r>
      <w:r w:rsidR="005A00DD" w:rsidRPr="00476FB9">
        <w:rPr>
          <w:rFonts w:eastAsia="Calibri"/>
          <w:sz w:val="28"/>
          <w:szCs w:val="28"/>
        </w:rPr>
        <w:t>Приложение № 2</w:t>
      </w:r>
    </w:p>
    <w:p w:rsidR="005A00DD" w:rsidRPr="00476FB9" w:rsidRDefault="0029429A" w:rsidP="00476FB9">
      <w:pPr>
        <w:rPr>
          <w:rFonts w:eastAsia="Calibri"/>
          <w:sz w:val="28"/>
          <w:szCs w:val="28"/>
        </w:rPr>
      </w:pPr>
      <w:r w:rsidRPr="00476FB9">
        <w:rPr>
          <w:rFonts w:eastAsia="Calibri"/>
          <w:sz w:val="28"/>
          <w:szCs w:val="28"/>
        </w:rPr>
        <w:t xml:space="preserve">                                       </w:t>
      </w:r>
      <w:r w:rsidR="00476FB9">
        <w:rPr>
          <w:rFonts w:eastAsia="Calibri"/>
          <w:sz w:val="28"/>
          <w:szCs w:val="28"/>
        </w:rPr>
        <w:t xml:space="preserve">                                   </w:t>
      </w:r>
      <w:r w:rsidR="005A00DD" w:rsidRPr="00476FB9">
        <w:rPr>
          <w:rFonts w:eastAsia="Calibri"/>
          <w:sz w:val="28"/>
          <w:szCs w:val="28"/>
        </w:rPr>
        <w:t>к постановлению</w:t>
      </w:r>
    </w:p>
    <w:p w:rsidR="005A00DD" w:rsidRPr="00476FB9" w:rsidRDefault="00476FB9" w:rsidP="00476FB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</w:t>
      </w:r>
      <w:r w:rsidR="005A00DD" w:rsidRPr="00476FB9">
        <w:rPr>
          <w:rFonts w:eastAsia="Calibri"/>
          <w:sz w:val="28"/>
          <w:szCs w:val="28"/>
        </w:rPr>
        <w:t>Администрации города Оренбурга</w:t>
      </w:r>
    </w:p>
    <w:p w:rsidR="005A00DD" w:rsidRPr="00476FB9" w:rsidRDefault="0029429A" w:rsidP="00476FB9">
      <w:pPr>
        <w:rPr>
          <w:rFonts w:eastAsia="Calibri"/>
          <w:sz w:val="28"/>
          <w:szCs w:val="28"/>
        </w:rPr>
      </w:pPr>
      <w:r w:rsidRPr="00476FB9">
        <w:rPr>
          <w:rFonts w:eastAsia="Calibri"/>
          <w:sz w:val="28"/>
          <w:szCs w:val="28"/>
        </w:rPr>
        <w:t xml:space="preserve">                                                                  </w:t>
      </w:r>
      <w:r w:rsidR="00476FB9">
        <w:rPr>
          <w:rFonts w:eastAsia="Calibri"/>
          <w:sz w:val="28"/>
          <w:szCs w:val="28"/>
        </w:rPr>
        <w:t xml:space="preserve">        </w:t>
      </w:r>
      <w:r w:rsidR="00CC5B43">
        <w:rPr>
          <w:rFonts w:eastAsia="Calibri"/>
          <w:sz w:val="28"/>
          <w:szCs w:val="28"/>
        </w:rPr>
        <w:t>от ___________</w:t>
      </w:r>
      <w:r w:rsidR="005A00DD" w:rsidRPr="00476FB9">
        <w:rPr>
          <w:rFonts w:eastAsia="Calibri"/>
          <w:sz w:val="28"/>
          <w:szCs w:val="28"/>
        </w:rPr>
        <w:t xml:space="preserve"> №</w:t>
      </w:r>
      <w:r w:rsidR="00C90C0D" w:rsidRPr="00476FB9">
        <w:rPr>
          <w:rFonts w:eastAsia="Calibri"/>
          <w:sz w:val="28"/>
          <w:szCs w:val="28"/>
        </w:rPr>
        <w:t>__________</w:t>
      </w:r>
      <w:r w:rsidR="005A00DD" w:rsidRPr="00476FB9">
        <w:rPr>
          <w:rFonts w:eastAsia="Calibri"/>
          <w:sz w:val="28"/>
          <w:szCs w:val="28"/>
        </w:rPr>
        <w:t xml:space="preserve"> </w:t>
      </w:r>
    </w:p>
    <w:p w:rsidR="0029429A" w:rsidRDefault="0029429A" w:rsidP="0029429A">
      <w:pPr>
        <w:tabs>
          <w:tab w:val="left" w:pos="5245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A00DD" w:rsidRDefault="005A00DD" w:rsidP="005A00D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A00DD" w:rsidRPr="003A7560" w:rsidRDefault="005A00DD" w:rsidP="005A00DD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3A7560">
        <w:rPr>
          <w:rFonts w:eastAsia="Calibri"/>
          <w:bCs/>
          <w:sz w:val="28"/>
          <w:szCs w:val="28"/>
        </w:rPr>
        <w:t>СОСТАВ</w:t>
      </w:r>
    </w:p>
    <w:p w:rsidR="005A00DD" w:rsidRPr="003A7560" w:rsidRDefault="005A00DD" w:rsidP="007B2236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3A7560">
        <w:rPr>
          <w:rFonts w:eastAsia="Calibri"/>
          <w:bCs/>
          <w:sz w:val="28"/>
          <w:szCs w:val="28"/>
        </w:rPr>
        <w:t xml:space="preserve">комиссии по определению </w:t>
      </w:r>
      <w:r w:rsidR="007B2236">
        <w:rPr>
          <w:rFonts w:eastAsia="Calibri"/>
          <w:sz w:val="28"/>
          <w:szCs w:val="28"/>
        </w:rPr>
        <w:t>юридических лиц и индивидуальных предпринимателей</w:t>
      </w:r>
      <w:r w:rsidR="007B2236">
        <w:rPr>
          <w:sz w:val="28"/>
          <w:szCs w:val="28"/>
        </w:rPr>
        <w:t xml:space="preserve"> </w:t>
      </w:r>
      <w:r w:rsidR="007B2236">
        <w:rPr>
          <w:rFonts w:eastAsia="Calibri"/>
          <w:sz w:val="28"/>
          <w:szCs w:val="28"/>
        </w:rPr>
        <w:t xml:space="preserve">– производителей товаров, работ, услуг в сфере периодической печати и электронных средств массовой информации </w:t>
      </w:r>
      <w:r w:rsidR="009C4022">
        <w:rPr>
          <w:rFonts w:eastAsia="Calibri"/>
          <w:bCs/>
          <w:sz w:val="28"/>
          <w:szCs w:val="28"/>
        </w:rPr>
        <w:t>–</w:t>
      </w:r>
      <w:r w:rsidRPr="003A7560">
        <w:rPr>
          <w:rFonts w:eastAsia="Calibri"/>
          <w:bCs/>
          <w:sz w:val="28"/>
          <w:szCs w:val="28"/>
        </w:rPr>
        <w:t xml:space="preserve"> получателей субсидий</w:t>
      </w:r>
      <w:r w:rsidR="007B2236">
        <w:rPr>
          <w:rFonts w:eastAsia="Calibri"/>
          <w:bCs/>
          <w:sz w:val="28"/>
          <w:szCs w:val="28"/>
        </w:rPr>
        <w:t xml:space="preserve"> </w:t>
      </w:r>
      <w:r w:rsidRPr="003A7560">
        <w:rPr>
          <w:rFonts w:eastAsia="Calibri"/>
          <w:bCs/>
          <w:sz w:val="28"/>
          <w:szCs w:val="28"/>
        </w:rPr>
        <w:t>за счет средств бюджета города Оренбурга по должностям</w:t>
      </w:r>
    </w:p>
    <w:p w:rsidR="005A00DD" w:rsidRPr="003A7560" w:rsidRDefault="005A00DD" w:rsidP="005A00DD">
      <w:pPr>
        <w:autoSpaceDE w:val="0"/>
        <w:autoSpaceDN w:val="0"/>
        <w:adjustRightInd w:val="0"/>
        <w:rPr>
          <w:rFonts w:eastAsia="Calibri"/>
        </w:rPr>
      </w:pPr>
    </w:p>
    <w:p w:rsidR="00C90C0D" w:rsidRDefault="00C90C0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A00DD" w:rsidRDefault="005A00D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Глава города Оренбурга (председатель комиссии).</w:t>
      </w:r>
    </w:p>
    <w:p w:rsidR="005A00DD" w:rsidRDefault="003A7560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5A00DD">
        <w:rPr>
          <w:rFonts w:eastAsia="Calibri"/>
          <w:sz w:val="28"/>
          <w:szCs w:val="28"/>
        </w:rPr>
        <w:t>Заместитель Главы города Оренбурга по экономике и финансам (заместитель председателя комиссии).</w:t>
      </w:r>
    </w:p>
    <w:p w:rsidR="005A00DD" w:rsidRDefault="005A00D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Начальник отдела аналитики управления по информационной политике администрации города Оренбурга (секретарь комиссии).</w:t>
      </w:r>
    </w:p>
    <w:p w:rsidR="005A00DD" w:rsidRDefault="005A00DD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Начальник управления делами администрации города Оренбурга.</w:t>
      </w:r>
    </w:p>
    <w:p w:rsidR="005A00DD" w:rsidRDefault="006B49A9" w:rsidP="003A756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0B5898">
        <w:rPr>
          <w:sz w:val="28"/>
          <w:szCs w:val="28"/>
        </w:rPr>
        <w:t> </w:t>
      </w:r>
      <w:r w:rsidR="005A00DD">
        <w:rPr>
          <w:rFonts w:eastAsia="Calibri"/>
          <w:sz w:val="28"/>
          <w:szCs w:val="28"/>
        </w:rPr>
        <w:t>Начальник управления по информационной политике администрации города Оренбурга.</w:t>
      </w:r>
    </w:p>
    <w:p w:rsidR="000C7BDC" w:rsidRDefault="000C7BDC" w:rsidP="00C90C0D"/>
    <w:p w:rsidR="00E6415A" w:rsidRDefault="00E6415A" w:rsidP="00C90C0D"/>
    <w:p w:rsidR="00E6415A" w:rsidRDefault="00E6415A" w:rsidP="00C90C0D"/>
    <w:p w:rsidR="00E6415A" w:rsidRDefault="00E6415A" w:rsidP="00C90C0D"/>
    <w:p w:rsidR="009C4022" w:rsidRDefault="009C4022" w:rsidP="00B96E14"/>
    <w:p w:rsidR="00E6415A" w:rsidRDefault="00E6415A" w:rsidP="00B96E14"/>
    <w:p w:rsidR="00E6415A" w:rsidRDefault="00E6415A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B49A9" w:rsidRDefault="006B49A9" w:rsidP="00B96E14"/>
    <w:p w:rsidR="00663165" w:rsidRDefault="00663165" w:rsidP="00B96E14"/>
    <w:p w:rsidR="00663165" w:rsidRDefault="00663165" w:rsidP="00B96E14"/>
    <w:p w:rsidR="00663165" w:rsidRDefault="00663165" w:rsidP="00B96E14"/>
    <w:p w:rsidR="00663165" w:rsidRDefault="00663165" w:rsidP="00B96E14"/>
    <w:p w:rsidR="00663165" w:rsidRDefault="00663165" w:rsidP="00B96E14"/>
    <w:p w:rsidR="00663165" w:rsidRDefault="00663165" w:rsidP="00B96E14"/>
    <w:p w:rsidR="007F11FA" w:rsidRDefault="007F11FA" w:rsidP="00B96E14"/>
    <w:p w:rsidR="007F11FA" w:rsidRDefault="007F11FA" w:rsidP="00B96E14"/>
    <w:p w:rsidR="007F11FA" w:rsidRDefault="007F11FA" w:rsidP="00B96E14"/>
    <w:p w:rsidR="007F11FA" w:rsidRDefault="007F11FA" w:rsidP="00B96E14"/>
    <w:p w:rsidR="0029429A" w:rsidRDefault="0029429A" w:rsidP="00CC5B43"/>
    <w:p w:rsidR="006B49A9" w:rsidRPr="005B2BB2" w:rsidRDefault="0029429A" w:rsidP="005B2BB2">
      <w:pPr>
        <w:tabs>
          <w:tab w:val="left" w:pos="5103"/>
          <w:tab w:val="left" w:pos="5387"/>
        </w:tabs>
        <w:rPr>
          <w:sz w:val="28"/>
          <w:szCs w:val="28"/>
        </w:rPr>
      </w:pPr>
      <w:r>
        <w:lastRenderedPageBreak/>
        <w:t xml:space="preserve">                                          </w:t>
      </w:r>
      <w:r w:rsidR="005B2BB2">
        <w:t xml:space="preserve">                                            </w:t>
      </w:r>
      <w:r w:rsidR="006B49A9" w:rsidRPr="005B2BB2">
        <w:rPr>
          <w:sz w:val="28"/>
          <w:szCs w:val="28"/>
        </w:rPr>
        <w:t xml:space="preserve">Приложение № 3     </w:t>
      </w:r>
    </w:p>
    <w:p w:rsidR="006B49A9" w:rsidRPr="005B2BB2" w:rsidRDefault="006B49A9" w:rsidP="005B2BB2">
      <w:pPr>
        <w:rPr>
          <w:sz w:val="28"/>
          <w:szCs w:val="28"/>
        </w:rPr>
      </w:pPr>
      <w:r w:rsidRPr="005B2BB2">
        <w:rPr>
          <w:sz w:val="28"/>
          <w:szCs w:val="28"/>
        </w:rPr>
        <w:t xml:space="preserve">                                                                        </w:t>
      </w:r>
      <w:r w:rsidR="0029429A" w:rsidRPr="005B2BB2">
        <w:rPr>
          <w:sz w:val="28"/>
          <w:szCs w:val="28"/>
        </w:rPr>
        <w:t xml:space="preserve">  </w:t>
      </w:r>
      <w:r w:rsidRPr="005B2BB2">
        <w:rPr>
          <w:sz w:val="28"/>
          <w:szCs w:val="28"/>
        </w:rPr>
        <w:t>к постановлению</w:t>
      </w:r>
    </w:p>
    <w:p w:rsidR="006B49A9" w:rsidRPr="005B2BB2" w:rsidRDefault="006B49A9" w:rsidP="005B2BB2">
      <w:pPr>
        <w:tabs>
          <w:tab w:val="left" w:pos="5245"/>
        </w:tabs>
        <w:rPr>
          <w:sz w:val="28"/>
          <w:szCs w:val="28"/>
        </w:rPr>
      </w:pPr>
      <w:r w:rsidRPr="005B2BB2">
        <w:rPr>
          <w:sz w:val="28"/>
          <w:szCs w:val="28"/>
        </w:rPr>
        <w:t xml:space="preserve">                                                                          Администрации города Оренбурга </w:t>
      </w:r>
    </w:p>
    <w:p w:rsidR="006B49A9" w:rsidRPr="005B2BB2" w:rsidRDefault="006B49A9" w:rsidP="005B2BB2">
      <w:pPr>
        <w:rPr>
          <w:sz w:val="28"/>
          <w:szCs w:val="28"/>
        </w:rPr>
      </w:pPr>
      <w:r w:rsidRPr="005B2BB2">
        <w:rPr>
          <w:sz w:val="28"/>
          <w:szCs w:val="28"/>
        </w:rPr>
        <w:t xml:space="preserve">                                                                          от  ________ №   ____________                           </w:t>
      </w:r>
    </w:p>
    <w:p w:rsidR="006B49A9" w:rsidRPr="006B49A9" w:rsidRDefault="006B49A9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</w:p>
    <w:p w:rsidR="006B49A9" w:rsidRPr="006B49A9" w:rsidRDefault="006B49A9" w:rsidP="006B49A9">
      <w:pPr>
        <w:rPr>
          <w:spacing w:val="-3"/>
          <w:sz w:val="28"/>
          <w:szCs w:val="28"/>
        </w:rPr>
      </w:pPr>
    </w:p>
    <w:p w:rsidR="00CC5B43" w:rsidRDefault="00CC5B43" w:rsidP="006B49A9">
      <w:pPr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ПЕРЕЧЕНЬ</w:t>
      </w:r>
    </w:p>
    <w:p w:rsidR="00CC5B43" w:rsidRDefault="006B49A9" w:rsidP="006B49A9">
      <w:pPr>
        <w:jc w:val="center"/>
        <w:rPr>
          <w:spacing w:val="-3"/>
          <w:sz w:val="28"/>
          <w:szCs w:val="28"/>
        </w:rPr>
      </w:pPr>
      <w:r w:rsidRPr="006B49A9">
        <w:rPr>
          <w:spacing w:val="-3"/>
          <w:sz w:val="28"/>
          <w:szCs w:val="28"/>
        </w:rPr>
        <w:t xml:space="preserve"> отдельных </w:t>
      </w:r>
      <w:r w:rsidR="00A62792">
        <w:rPr>
          <w:spacing w:val="-3"/>
          <w:sz w:val="28"/>
          <w:szCs w:val="28"/>
        </w:rPr>
        <w:t>постановлений</w:t>
      </w:r>
      <w:r w:rsidRPr="006B49A9">
        <w:rPr>
          <w:spacing w:val="-3"/>
          <w:sz w:val="28"/>
          <w:szCs w:val="28"/>
        </w:rPr>
        <w:t xml:space="preserve"> Администрации города Оренбурга, </w:t>
      </w:r>
    </w:p>
    <w:p w:rsidR="006B49A9" w:rsidRPr="006B49A9" w:rsidRDefault="006B49A9" w:rsidP="006B49A9">
      <w:pPr>
        <w:jc w:val="center"/>
        <w:rPr>
          <w:spacing w:val="-3"/>
          <w:sz w:val="28"/>
          <w:szCs w:val="28"/>
        </w:rPr>
      </w:pPr>
      <w:r w:rsidRPr="006B49A9">
        <w:rPr>
          <w:spacing w:val="-3"/>
          <w:sz w:val="28"/>
          <w:szCs w:val="28"/>
        </w:rPr>
        <w:t>признанных утратившими силу</w:t>
      </w:r>
    </w:p>
    <w:p w:rsidR="006B49A9" w:rsidRPr="006B49A9" w:rsidRDefault="006B49A9" w:rsidP="006B49A9">
      <w:pPr>
        <w:jc w:val="center"/>
        <w:rPr>
          <w:spacing w:val="-3"/>
          <w:sz w:val="28"/>
          <w:szCs w:val="28"/>
        </w:rPr>
      </w:pPr>
    </w:p>
    <w:p w:rsidR="006B49A9" w:rsidRPr="006B49A9" w:rsidRDefault="006B49A9" w:rsidP="006B49A9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6B49A9" w:rsidRPr="006B49A9" w:rsidRDefault="006B49A9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6B49A9">
        <w:rPr>
          <w:spacing w:val="-2"/>
          <w:sz w:val="28"/>
          <w:szCs w:val="28"/>
        </w:rPr>
        <w:t>1. П</w:t>
      </w:r>
      <w:r w:rsidR="00BE3DA4">
        <w:rPr>
          <w:spacing w:val="-2"/>
          <w:sz w:val="28"/>
          <w:szCs w:val="28"/>
        </w:rPr>
        <w:t>остановление А</w:t>
      </w:r>
      <w:r w:rsidRPr="006B49A9">
        <w:rPr>
          <w:spacing w:val="-2"/>
          <w:sz w:val="28"/>
          <w:szCs w:val="28"/>
        </w:rPr>
        <w:t xml:space="preserve">дминистрации города Оренбурга </w:t>
      </w:r>
      <w:r w:rsidR="001360BC">
        <w:rPr>
          <w:spacing w:val="-2"/>
          <w:sz w:val="28"/>
          <w:szCs w:val="28"/>
        </w:rPr>
        <w:t>от 05.08.2021</w:t>
      </w:r>
      <w:r w:rsidRPr="006B49A9">
        <w:rPr>
          <w:spacing w:val="-2"/>
          <w:sz w:val="28"/>
          <w:szCs w:val="28"/>
        </w:rPr>
        <w:t xml:space="preserve">                № 1</w:t>
      </w:r>
      <w:r w:rsidR="001360BC">
        <w:rPr>
          <w:spacing w:val="-2"/>
          <w:sz w:val="28"/>
          <w:szCs w:val="28"/>
        </w:rPr>
        <w:t>566</w:t>
      </w:r>
      <w:r w:rsidRPr="006B49A9">
        <w:rPr>
          <w:spacing w:val="-2"/>
          <w:sz w:val="28"/>
          <w:szCs w:val="28"/>
        </w:rPr>
        <w:t>-п «Об утверждении порядка предоставления за счет средств бюджета города Оренбурга субсидий организациям в сфере электронных и печатных средств массовой информации».</w:t>
      </w:r>
    </w:p>
    <w:p w:rsidR="006B49A9" w:rsidRPr="006B49A9" w:rsidRDefault="006B49A9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6B49A9">
        <w:rPr>
          <w:spacing w:val="-2"/>
          <w:sz w:val="28"/>
          <w:szCs w:val="28"/>
        </w:rPr>
        <w:t>2. П</w:t>
      </w:r>
      <w:r w:rsidR="00BE3DA4">
        <w:rPr>
          <w:spacing w:val="-2"/>
          <w:sz w:val="28"/>
          <w:szCs w:val="28"/>
        </w:rPr>
        <w:t>остановление А</w:t>
      </w:r>
      <w:r w:rsidRPr="006B49A9">
        <w:rPr>
          <w:spacing w:val="-2"/>
          <w:sz w:val="28"/>
          <w:szCs w:val="28"/>
        </w:rPr>
        <w:t xml:space="preserve">дминистрации города Оренбурга </w:t>
      </w:r>
      <w:r w:rsidR="00965399">
        <w:rPr>
          <w:spacing w:val="-2"/>
          <w:sz w:val="28"/>
          <w:szCs w:val="28"/>
        </w:rPr>
        <w:t>от 19.09.2022          № 1726</w:t>
      </w:r>
      <w:r w:rsidRPr="006B49A9">
        <w:rPr>
          <w:spacing w:val="-2"/>
          <w:sz w:val="28"/>
          <w:szCs w:val="28"/>
        </w:rPr>
        <w:t>-п «О внес</w:t>
      </w:r>
      <w:r w:rsidR="00965399">
        <w:rPr>
          <w:spacing w:val="-2"/>
          <w:sz w:val="28"/>
          <w:szCs w:val="28"/>
        </w:rPr>
        <w:t>ении изменений в постановление А</w:t>
      </w:r>
      <w:r w:rsidRPr="006B49A9">
        <w:rPr>
          <w:spacing w:val="-2"/>
          <w:sz w:val="28"/>
          <w:szCs w:val="28"/>
        </w:rPr>
        <w:t>дми</w:t>
      </w:r>
      <w:r w:rsidR="00965399">
        <w:rPr>
          <w:spacing w:val="-2"/>
          <w:sz w:val="28"/>
          <w:szCs w:val="28"/>
        </w:rPr>
        <w:t>нистрации города Оренбурга от 05.08</w:t>
      </w:r>
      <w:r w:rsidRPr="006B49A9">
        <w:rPr>
          <w:spacing w:val="-2"/>
          <w:sz w:val="28"/>
          <w:szCs w:val="28"/>
        </w:rPr>
        <w:t>.20</w:t>
      </w:r>
      <w:r w:rsidR="00965399">
        <w:rPr>
          <w:spacing w:val="-2"/>
          <w:sz w:val="28"/>
          <w:szCs w:val="28"/>
        </w:rPr>
        <w:t>21 № 1566</w:t>
      </w:r>
      <w:r w:rsidRPr="006B49A9">
        <w:rPr>
          <w:spacing w:val="-2"/>
          <w:sz w:val="28"/>
          <w:szCs w:val="28"/>
        </w:rPr>
        <w:t>-п».</w:t>
      </w:r>
    </w:p>
    <w:p w:rsidR="006B49A9" w:rsidRPr="006B49A9" w:rsidRDefault="007F11FA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 Постановление А</w:t>
      </w:r>
      <w:r w:rsidR="006B49A9" w:rsidRPr="006B49A9">
        <w:rPr>
          <w:spacing w:val="-2"/>
          <w:sz w:val="28"/>
          <w:szCs w:val="28"/>
        </w:rPr>
        <w:t>дминистрации</w:t>
      </w:r>
      <w:r w:rsidR="004270C3">
        <w:rPr>
          <w:spacing w:val="-2"/>
          <w:sz w:val="28"/>
          <w:szCs w:val="28"/>
        </w:rPr>
        <w:t xml:space="preserve"> города Оренбурга от 17.02.2023</w:t>
      </w:r>
      <w:r w:rsidR="006B49A9" w:rsidRPr="006B49A9">
        <w:rPr>
          <w:spacing w:val="-2"/>
          <w:sz w:val="28"/>
          <w:szCs w:val="28"/>
        </w:rPr>
        <w:t xml:space="preserve">             </w:t>
      </w:r>
      <w:r w:rsidR="004270C3">
        <w:rPr>
          <w:spacing w:val="-2"/>
          <w:sz w:val="28"/>
          <w:szCs w:val="28"/>
        </w:rPr>
        <w:t>№ 221</w:t>
      </w:r>
      <w:r w:rsidR="006B49A9" w:rsidRPr="006B49A9">
        <w:rPr>
          <w:spacing w:val="-2"/>
          <w:sz w:val="28"/>
          <w:szCs w:val="28"/>
        </w:rPr>
        <w:t>-п «О внесении изменений в постано</w:t>
      </w:r>
      <w:r w:rsidR="004827A8">
        <w:rPr>
          <w:spacing w:val="-2"/>
          <w:sz w:val="28"/>
          <w:szCs w:val="28"/>
        </w:rPr>
        <w:t>вление А</w:t>
      </w:r>
      <w:r w:rsidR="006B49A9" w:rsidRPr="006B49A9">
        <w:rPr>
          <w:spacing w:val="-2"/>
          <w:sz w:val="28"/>
          <w:szCs w:val="28"/>
        </w:rPr>
        <w:t xml:space="preserve">дминистрации города Оренбурга от </w:t>
      </w:r>
      <w:r w:rsidR="004270C3">
        <w:rPr>
          <w:spacing w:val="-2"/>
          <w:sz w:val="28"/>
          <w:szCs w:val="28"/>
        </w:rPr>
        <w:t>05.08.2021</w:t>
      </w:r>
      <w:r w:rsidR="006B49A9" w:rsidRPr="006B49A9">
        <w:rPr>
          <w:spacing w:val="-2"/>
          <w:sz w:val="28"/>
          <w:szCs w:val="28"/>
        </w:rPr>
        <w:t xml:space="preserve"> № 1</w:t>
      </w:r>
      <w:r w:rsidR="004270C3">
        <w:rPr>
          <w:spacing w:val="-2"/>
          <w:sz w:val="28"/>
          <w:szCs w:val="28"/>
        </w:rPr>
        <w:t>566</w:t>
      </w:r>
      <w:r w:rsidR="006B49A9" w:rsidRPr="006B49A9">
        <w:rPr>
          <w:spacing w:val="-2"/>
          <w:sz w:val="28"/>
          <w:szCs w:val="28"/>
        </w:rPr>
        <w:t xml:space="preserve">-п». </w:t>
      </w:r>
    </w:p>
    <w:p w:rsidR="006B49A9" w:rsidRPr="006B49A9" w:rsidRDefault="007F11FA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4. Постановление А</w:t>
      </w:r>
      <w:r w:rsidR="006B49A9" w:rsidRPr="006B49A9">
        <w:rPr>
          <w:spacing w:val="-2"/>
          <w:sz w:val="28"/>
          <w:szCs w:val="28"/>
        </w:rPr>
        <w:t xml:space="preserve">дминистрации города Оренбурга </w:t>
      </w:r>
      <w:r w:rsidR="00C2231C">
        <w:rPr>
          <w:spacing w:val="-2"/>
          <w:sz w:val="28"/>
          <w:szCs w:val="28"/>
        </w:rPr>
        <w:t>от 05.06.2023</w:t>
      </w:r>
      <w:r w:rsidR="006B49A9" w:rsidRPr="006B49A9">
        <w:rPr>
          <w:spacing w:val="-2"/>
          <w:sz w:val="28"/>
          <w:szCs w:val="28"/>
        </w:rPr>
        <w:t xml:space="preserve">                 </w:t>
      </w:r>
      <w:r w:rsidR="00C2231C">
        <w:rPr>
          <w:spacing w:val="-2"/>
          <w:sz w:val="28"/>
          <w:szCs w:val="28"/>
        </w:rPr>
        <w:t>№ 970</w:t>
      </w:r>
      <w:r w:rsidR="006B49A9" w:rsidRPr="006B49A9">
        <w:rPr>
          <w:spacing w:val="-2"/>
          <w:sz w:val="28"/>
          <w:szCs w:val="28"/>
        </w:rPr>
        <w:t>-п «О внес</w:t>
      </w:r>
      <w:r w:rsidR="00A62792">
        <w:rPr>
          <w:spacing w:val="-2"/>
          <w:sz w:val="28"/>
          <w:szCs w:val="28"/>
        </w:rPr>
        <w:t>ении изменений в постановление А</w:t>
      </w:r>
      <w:r w:rsidR="006B49A9" w:rsidRPr="006B49A9">
        <w:rPr>
          <w:spacing w:val="-2"/>
          <w:sz w:val="28"/>
          <w:szCs w:val="28"/>
        </w:rPr>
        <w:t xml:space="preserve">дминистрации города Оренбурга от </w:t>
      </w:r>
      <w:r w:rsidR="00C2231C">
        <w:rPr>
          <w:spacing w:val="-2"/>
          <w:sz w:val="28"/>
          <w:szCs w:val="28"/>
        </w:rPr>
        <w:t>05</w:t>
      </w:r>
      <w:r w:rsidR="006B49A9" w:rsidRPr="006B49A9">
        <w:rPr>
          <w:spacing w:val="-2"/>
          <w:sz w:val="28"/>
          <w:szCs w:val="28"/>
        </w:rPr>
        <w:t>.</w:t>
      </w:r>
      <w:r w:rsidR="00A62792">
        <w:rPr>
          <w:spacing w:val="-2"/>
          <w:sz w:val="28"/>
          <w:szCs w:val="28"/>
        </w:rPr>
        <w:t>08</w:t>
      </w:r>
      <w:r w:rsidR="00C2231C">
        <w:rPr>
          <w:spacing w:val="-2"/>
          <w:sz w:val="28"/>
          <w:szCs w:val="28"/>
        </w:rPr>
        <w:t>.2021 № 1566</w:t>
      </w:r>
      <w:r w:rsidR="006B49A9" w:rsidRPr="006B49A9">
        <w:rPr>
          <w:spacing w:val="-2"/>
          <w:sz w:val="28"/>
          <w:szCs w:val="28"/>
        </w:rPr>
        <w:t xml:space="preserve">-п». </w:t>
      </w:r>
    </w:p>
    <w:p w:rsidR="006B49A9" w:rsidRPr="006B49A9" w:rsidRDefault="006B49A9" w:rsidP="006B49A9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6B49A9">
        <w:rPr>
          <w:spacing w:val="-2"/>
          <w:sz w:val="28"/>
          <w:szCs w:val="28"/>
        </w:rPr>
        <w:t>5. Постанов</w:t>
      </w:r>
      <w:r w:rsidR="007F11FA">
        <w:rPr>
          <w:spacing w:val="-2"/>
          <w:sz w:val="28"/>
          <w:szCs w:val="28"/>
        </w:rPr>
        <w:t>ление А</w:t>
      </w:r>
      <w:r w:rsidRPr="006B49A9">
        <w:rPr>
          <w:spacing w:val="-2"/>
          <w:sz w:val="28"/>
          <w:szCs w:val="28"/>
        </w:rPr>
        <w:t xml:space="preserve">дминистрации города Оренбурга </w:t>
      </w:r>
      <w:r w:rsidR="00B82901" w:rsidRPr="00B82901">
        <w:rPr>
          <w:spacing w:val="-2"/>
          <w:sz w:val="28"/>
          <w:szCs w:val="28"/>
        </w:rPr>
        <w:t>от 27.12.2023</w:t>
      </w:r>
      <w:r w:rsidRPr="006B49A9">
        <w:rPr>
          <w:spacing w:val="-2"/>
          <w:sz w:val="28"/>
          <w:szCs w:val="28"/>
        </w:rPr>
        <w:t xml:space="preserve">          </w:t>
      </w:r>
      <w:r w:rsidR="00A62792">
        <w:rPr>
          <w:spacing w:val="-2"/>
          <w:sz w:val="28"/>
          <w:szCs w:val="28"/>
        </w:rPr>
        <w:t>№ 2</w:t>
      </w:r>
      <w:r w:rsidR="00B82901" w:rsidRPr="00B82901">
        <w:rPr>
          <w:spacing w:val="-2"/>
          <w:sz w:val="28"/>
          <w:szCs w:val="28"/>
        </w:rPr>
        <w:t>276</w:t>
      </w:r>
      <w:r w:rsidR="005D5D92">
        <w:rPr>
          <w:spacing w:val="-2"/>
          <w:sz w:val="28"/>
          <w:szCs w:val="28"/>
        </w:rPr>
        <w:t>-п «О внесении изменения</w:t>
      </w:r>
      <w:r w:rsidR="004827A8">
        <w:rPr>
          <w:spacing w:val="-2"/>
          <w:sz w:val="28"/>
          <w:szCs w:val="28"/>
        </w:rPr>
        <w:t xml:space="preserve"> в постановление А</w:t>
      </w:r>
      <w:r w:rsidRPr="006B49A9">
        <w:rPr>
          <w:spacing w:val="-2"/>
          <w:sz w:val="28"/>
          <w:szCs w:val="28"/>
        </w:rPr>
        <w:t>дминистрации города Ор</w:t>
      </w:r>
      <w:r w:rsidR="00B82901" w:rsidRPr="00B82901">
        <w:rPr>
          <w:spacing w:val="-2"/>
          <w:sz w:val="28"/>
          <w:szCs w:val="28"/>
        </w:rPr>
        <w:t>енбурга от 05.08.2021</w:t>
      </w:r>
      <w:r w:rsidR="005D5D92">
        <w:rPr>
          <w:spacing w:val="-2"/>
          <w:sz w:val="28"/>
          <w:szCs w:val="28"/>
        </w:rPr>
        <w:t xml:space="preserve"> № 1566</w:t>
      </w:r>
      <w:r w:rsidRPr="006B49A9">
        <w:rPr>
          <w:spacing w:val="-2"/>
          <w:sz w:val="28"/>
          <w:szCs w:val="28"/>
        </w:rPr>
        <w:t>-п».</w:t>
      </w:r>
    </w:p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p w:rsidR="00E6415A" w:rsidRDefault="00E6415A" w:rsidP="00B96E14"/>
    <w:sectPr w:rsidR="00E6415A" w:rsidSect="00E56B06">
      <w:headerReference w:type="default" r:id="rId30"/>
      <w:type w:val="continuous"/>
      <w:pgSz w:w="11906" w:h="16838"/>
      <w:pgMar w:top="567" w:right="851" w:bottom="993" w:left="1701" w:header="709" w:footer="4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4B" w:rsidRDefault="008B544B">
      <w:r>
        <w:separator/>
      </w:r>
    </w:p>
  </w:endnote>
  <w:endnote w:type="continuationSeparator" w:id="0">
    <w:p w:rsidR="008B544B" w:rsidRDefault="008B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4B" w:rsidRDefault="008B544B">
      <w:r>
        <w:separator/>
      </w:r>
    </w:p>
  </w:footnote>
  <w:footnote w:type="continuationSeparator" w:id="0">
    <w:p w:rsidR="008B544B" w:rsidRDefault="008B5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BEA" w:rsidRDefault="00652BE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B00A5">
      <w:rPr>
        <w:noProof/>
      </w:rPr>
      <w:t>16</w:t>
    </w:r>
    <w:r>
      <w:fldChar w:fldCharType="end"/>
    </w:r>
  </w:p>
  <w:p w:rsidR="00652BEA" w:rsidRDefault="00652B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72332"/>
    <w:multiLevelType w:val="hybridMultilevel"/>
    <w:tmpl w:val="5D969A24"/>
    <w:lvl w:ilvl="0" w:tplc="7DB404B2">
      <w:start w:val="1"/>
      <w:numFmt w:val="decimal"/>
      <w:lvlText w:val="%1)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D63E58"/>
    <w:multiLevelType w:val="hybridMultilevel"/>
    <w:tmpl w:val="3224F8DA"/>
    <w:lvl w:ilvl="0" w:tplc="FFC4B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9742E3"/>
    <w:multiLevelType w:val="hybridMultilevel"/>
    <w:tmpl w:val="6DFCFE32"/>
    <w:lvl w:ilvl="0" w:tplc="9C588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1F16DD"/>
    <w:multiLevelType w:val="multilevel"/>
    <w:tmpl w:val="306CEF4A"/>
    <w:lvl w:ilvl="0">
      <w:start w:val="1"/>
      <w:numFmt w:val="decimal"/>
      <w:lvlText w:val="%1."/>
      <w:lvlJc w:val="left"/>
      <w:pPr>
        <w:ind w:left="1140" w:hanging="39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0" w:hanging="2160"/>
      </w:pPr>
      <w:rPr>
        <w:rFonts w:hint="default"/>
      </w:rPr>
    </w:lvl>
  </w:abstractNum>
  <w:abstractNum w:abstractNumId="4">
    <w:nsid w:val="5773D474"/>
    <w:multiLevelType w:val="hybridMultilevel"/>
    <w:tmpl w:val="63481C4E"/>
    <w:lvl w:ilvl="0" w:tplc="FFFFFFFF">
      <w:start w:val="1"/>
      <w:numFmt w:val="decimal"/>
      <w:suff w:val="space"/>
      <w:lvlText w:val="%1."/>
      <w:lvlJc w:val="left"/>
      <w:rPr>
        <w:rFonts w:ascii="Times New Roman" w:eastAsia="SimSun" w:hAnsi="Times New Roman" w:cs="Times New Roman"/>
      </w:rPr>
    </w:lvl>
    <w:lvl w:ilvl="1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2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3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4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5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6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7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8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</w:abstractNum>
  <w:abstractNum w:abstractNumId="5">
    <w:nsid w:val="585F7144"/>
    <w:multiLevelType w:val="hybridMultilevel"/>
    <w:tmpl w:val="F24602CA"/>
    <w:lvl w:ilvl="0" w:tplc="BBD454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CCC5799"/>
    <w:multiLevelType w:val="hybridMultilevel"/>
    <w:tmpl w:val="7EF04D68"/>
    <w:lvl w:ilvl="0" w:tplc="681ECF7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0D"/>
    <w:rsid w:val="00000186"/>
    <w:rsid w:val="000003E8"/>
    <w:rsid w:val="000011CC"/>
    <w:rsid w:val="00002500"/>
    <w:rsid w:val="00002CF9"/>
    <w:rsid w:val="00003275"/>
    <w:rsid w:val="000038B3"/>
    <w:rsid w:val="00004496"/>
    <w:rsid w:val="0000582D"/>
    <w:rsid w:val="000072AF"/>
    <w:rsid w:val="0000735F"/>
    <w:rsid w:val="00007623"/>
    <w:rsid w:val="0001117F"/>
    <w:rsid w:val="00013890"/>
    <w:rsid w:val="00014AE6"/>
    <w:rsid w:val="000166AE"/>
    <w:rsid w:val="00017262"/>
    <w:rsid w:val="00020F31"/>
    <w:rsid w:val="000215E5"/>
    <w:rsid w:val="0002223F"/>
    <w:rsid w:val="00022BEA"/>
    <w:rsid w:val="000253D0"/>
    <w:rsid w:val="000255CD"/>
    <w:rsid w:val="00025A78"/>
    <w:rsid w:val="00026A25"/>
    <w:rsid w:val="00026AD6"/>
    <w:rsid w:val="000271D7"/>
    <w:rsid w:val="00027729"/>
    <w:rsid w:val="00027FED"/>
    <w:rsid w:val="00030BAB"/>
    <w:rsid w:val="000314EF"/>
    <w:rsid w:val="000324D0"/>
    <w:rsid w:val="00033857"/>
    <w:rsid w:val="000359C4"/>
    <w:rsid w:val="00042C5C"/>
    <w:rsid w:val="00043777"/>
    <w:rsid w:val="000437BB"/>
    <w:rsid w:val="00043BD8"/>
    <w:rsid w:val="000454D2"/>
    <w:rsid w:val="0004560E"/>
    <w:rsid w:val="0004595C"/>
    <w:rsid w:val="00046CC1"/>
    <w:rsid w:val="0005008A"/>
    <w:rsid w:val="00051F25"/>
    <w:rsid w:val="00052C2A"/>
    <w:rsid w:val="00053523"/>
    <w:rsid w:val="000536FC"/>
    <w:rsid w:val="00053AB3"/>
    <w:rsid w:val="00056021"/>
    <w:rsid w:val="00056066"/>
    <w:rsid w:val="000564F6"/>
    <w:rsid w:val="00060183"/>
    <w:rsid w:val="00060722"/>
    <w:rsid w:val="00060A91"/>
    <w:rsid w:val="00063A53"/>
    <w:rsid w:val="00064FEC"/>
    <w:rsid w:val="00066612"/>
    <w:rsid w:val="00066728"/>
    <w:rsid w:val="0007067B"/>
    <w:rsid w:val="00070CE1"/>
    <w:rsid w:val="0007124C"/>
    <w:rsid w:val="0007135C"/>
    <w:rsid w:val="00071BBD"/>
    <w:rsid w:val="00072192"/>
    <w:rsid w:val="000722B5"/>
    <w:rsid w:val="00073869"/>
    <w:rsid w:val="00073AB4"/>
    <w:rsid w:val="00074937"/>
    <w:rsid w:val="000755B1"/>
    <w:rsid w:val="00076020"/>
    <w:rsid w:val="00076554"/>
    <w:rsid w:val="00076C95"/>
    <w:rsid w:val="000775D9"/>
    <w:rsid w:val="000801D7"/>
    <w:rsid w:val="00081798"/>
    <w:rsid w:val="00084CEB"/>
    <w:rsid w:val="00085189"/>
    <w:rsid w:val="000860A6"/>
    <w:rsid w:val="000863AB"/>
    <w:rsid w:val="00090BF0"/>
    <w:rsid w:val="000910B3"/>
    <w:rsid w:val="00091366"/>
    <w:rsid w:val="00091EE7"/>
    <w:rsid w:val="0009275A"/>
    <w:rsid w:val="000961F8"/>
    <w:rsid w:val="00097158"/>
    <w:rsid w:val="000A1171"/>
    <w:rsid w:val="000A2CDA"/>
    <w:rsid w:val="000A794E"/>
    <w:rsid w:val="000B2E5A"/>
    <w:rsid w:val="000B4E93"/>
    <w:rsid w:val="000B4F68"/>
    <w:rsid w:val="000B4FF3"/>
    <w:rsid w:val="000B50D5"/>
    <w:rsid w:val="000B7BA3"/>
    <w:rsid w:val="000B7C18"/>
    <w:rsid w:val="000C0208"/>
    <w:rsid w:val="000C0D0E"/>
    <w:rsid w:val="000C223F"/>
    <w:rsid w:val="000C7836"/>
    <w:rsid w:val="000C7BDC"/>
    <w:rsid w:val="000D08B4"/>
    <w:rsid w:val="000D0B8F"/>
    <w:rsid w:val="000D5128"/>
    <w:rsid w:val="000D5691"/>
    <w:rsid w:val="000E1764"/>
    <w:rsid w:val="000E5C73"/>
    <w:rsid w:val="000E68ED"/>
    <w:rsid w:val="000E6AB1"/>
    <w:rsid w:val="000F0629"/>
    <w:rsid w:val="000F101E"/>
    <w:rsid w:val="000F2154"/>
    <w:rsid w:val="000F25C9"/>
    <w:rsid w:val="00100CB8"/>
    <w:rsid w:val="00101F57"/>
    <w:rsid w:val="00102155"/>
    <w:rsid w:val="001022D8"/>
    <w:rsid w:val="001033AC"/>
    <w:rsid w:val="00104962"/>
    <w:rsid w:val="00106AA4"/>
    <w:rsid w:val="00110A5F"/>
    <w:rsid w:val="0011267C"/>
    <w:rsid w:val="00112E96"/>
    <w:rsid w:val="00113970"/>
    <w:rsid w:val="0011649D"/>
    <w:rsid w:val="00116929"/>
    <w:rsid w:val="0011758D"/>
    <w:rsid w:val="001175BF"/>
    <w:rsid w:val="00117614"/>
    <w:rsid w:val="00117E50"/>
    <w:rsid w:val="00117E9D"/>
    <w:rsid w:val="00120136"/>
    <w:rsid w:val="00121ABA"/>
    <w:rsid w:val="00122164"/>
    <w:rsid w:val="0012219D"/>
    <w:rsid w:val="001221C2"/>
    <w:rsid w:val="00122320"/>
    <w:rsid w:val="00122439"/>
    <w:rsid w:val="00123903"/>
    <w:rsid w:val="00123DD4"/>
    <w:rsid w:val="00124075"/>
    <w:rsid w:val="00125823"/>
    <w:rsid w:val="0012678C"/>
    <w:rsid w:val="00127F86"/>
    <w:rsid w:val="00130920"/>
    <w:rsid w:val="00131689"/>
    <w:rsid w:val="00132A8D"/>
    <w:rsid w:val="00133AE8"/>
    <w:rsid w:val="00133F2D"/>
    <w:rsid w:val="00134FF1"/>
    <w:rsid w:val="001360BC"/>
    <w:rsid w:val="00137258"/>
    <w:rsid w:val="001419AD"/>
    <w:rsid w:val="00141DF4"/>
    <w:rsid w:val="00144821"/>
    <w:rsid w:val="00146669"/>
    <w:rsid w:val="00146895"/>
    <w:rsid w:val="00151B00"/>
    <w:rsid w:val="00151E12"/>
    <w:rsid w:val="001536DA"/>
    <w:rsid w:val="0015510E"/>
    <w:rsid w:val="0015516F"/>
    <w:rsid w:val="00156D9E"/>
    <w:rsid w:val="001577EE"/>
    <w:rsid w:val="00157CBE"/>
    <w:rsid w:val="0016017B"/>
    <w:rsid w:val="00160A4F"/>
    <w:rsid w:val="00161EF2"/>
    <w:rsid w:val="00161F64"/>
    <w:rsid w:val="001633B7"/>
    <w:rsid w:val="0016394A"/>
    <w:rsid w:val="001650CC"/>
    <w:rsid w:val="00165225"/>
    <w:rsid w:val="0016548D"/>
    <w:rsid w:val="001671F5"/>
    <w:rsid w:val="0017073E"/>
    <w:rsid w:val="00170886"/>
    <w:rsid w:val="00170AC7"/>
    <w:rsid w:val="00171C83"/>
    <w:rsid w:val="0017286F"/>
    <w:rsid w:val="00173303"/>
    <w:rsid w:val="00174B8F"/>
    <w:rsid w:val="00175266"/>
    <w:rsid w:val="00175BA0"/>
    <w:rsid w:val="00175D4D"/>
    <w:rsid w:val="0017770D"/>
    <w:rsid w:val="00180892"/>
    <w:rsid w:val="00180E1B"/>
    <w:rsid w:val="00182831"/>
    <w:rsid w:val="0018297C"/>
    <w:rsid w:val="00182FFF"/>
    <w:rsid w:val="001837DD"/>
    <w:rsid w:val="0018390A"/>
    <w:rsid w:val="00186541"/>
    <w:rsid w:val="00187567"/>
    <w:rsid w:val="00187B50"/>
    <w:rsid w:val="00187D7F"/>
    <w:rsid w:val="001903B8"/>
    <w:rsid w:val="0019277B"/>
    <w:rsid w:val="001A1585"/>
    <w:rsid w:val="001A2F57"/>
    <w:rsid w:val="001A3BF5"/>
    <w:rsid w:val="001A49B2"/>
    <w:rsid w:val="001A6F7C"/>
    <w:rsid w:val="001A71C5"/>
    <w:rsid w:val="001A7460"/>
    <w:rsid w:val="001B027A"/>
    <w:rsid w:val="001B0A2F"/>
    <w:rsid w:val="001B3EB8"/>
    <w:rsid w:val="001B475F"/>
    <w:rsid w:val="001B6829"/>
    <w:rsid w:val="001B730C"/>
    <w:rsid w:val="001C75E8"/>
    <w:rsid w:val="001C7D34"/>
    <w:rsid w:val="001D10E9"/>
    <w:rsid w:val="001D20D9"/>
    <w:rsid w:val="001D3248"/>
    <w:rsid w:val="001D3859"/>
    <w:rsid w:val="001D42BD"/>
    <w:rsid w:val="001D55F3"/>
    <w:rsid w:val="001D668C"/>
    <w:rsid w:val="001D66CF"/>
    <w:rsid w:val="001D7576"/>
    <w:rsid w:val="001D76C2"/>
    <w:rsid w:val="001E384D"/>
    <w:rsid w:val="001E3C56"/>
    <w:rsid w:val="001E3CF3"/>
    <w:rsid w:val="001E4A23"/>
    <w:rsid w:val="001E5008"/>
    <w:rsid w:val="001E53B5"/>
    <w:rsid w:val="001E5ACC"/>
    <w:rsid w:val="001E780C"/>
    <w:rsid w:val="001F0143"/>
    <w:rsid w:val="001F2CF5"/>
    <w:rsid w:val="001F55C4"/>
    <w:rsid w:val="001F55E8"/>
    <w:rsid w:val="001F5892"/>
    <w:rsid w:val="001F69A7"/>
    <w:rsid w:val="001F70C7"/>
    <w:rsid w:val="00200AA5"/>
    <w:rsid w:val="00202EC2"/>
    <w:rsid w:val="00202F75"/>
    <w:rsid w:val="0020520E"/>
    <w:rsid w:val="002103C0"/>
    <w:rsid w:val="002176FA"/>
    <w:rsid w:val="00220DBC"/>
    <w:rsid w:val="00221710"/>
    <w:rsid w:val="00222BD8"/>
    <w:rsid w:val="00224B9D"/>
    <w:rsid w:val="00224F1C"/>
    <w:rsid w:val="002271BD"/>
    <w:rsid w:val="002273F5"/>
    <w:rsid w:val="00227473"/>
    <w:rsid w:val="00232BED"/>
    <w:rsid w:val="00233744"/>
    <w:rsid w:val="00234876"/>
    <w:rsid w:val="00234B05"/>
    <w:rsid w:val="0023544C"/>
    <w:rsid w:val="00235471"/>
    <w:rsid w:val="00237346"/>
    <w:rsid w:val="00240FAD"/>
    <w:rsid w:val="00243AE0"/>
    <w:rsid w:val="00244002"/>
    <w:rsid w:val="002449BD"/>
    <w:rsid w:val="00245877"/>
    <w:rsid w:val="00246BFA"/>
    <w:rsid w:val="002472BA"/>
    <w:rsid w:val="002474B7"/>
    <w:rsid w:val="00250CDD"/>
    <w:rsid w:val="00251ADE"/>
    <w:rsid w:val="00252378"/>
    <w:rsid w:val="002544A9"/>
    <w:rsid w:val="00255257"/>
    <w:rsid w:val="0025580A"/>
    <w:rsid w:val="00255F4B"/>
    <w:rsid w:val="0025675B"/>
    <w:rsid w:val="0026016F"/>
    <w:rsid w:val="00260418"/>
    <w:rsid w:val="00261188"/>
    <w:rsid w:val="002625A4"/>
    <w:rsid w:val="00262E9D"/>
    <w:rsid w:val="00263910"/>
    <w:rsid w:val="0026399C"/>
    <w:rsid w:val="00264141"/>
    <w:rsid w:val="002641AB"/>
    <w:rsid w:val="00264536"/>
    <w:rsid w:val="0026478D"/>
    <w:rsid w:val="00265542"/>
    <w:rsid w:val="00265FB3"/>
    <w:rsid w:val="00266E71"/>
    <w:rsid w:val="00267E42"/>
    <w:rsid w:val="00270516"/>
    <w:rsid w:val="002709E5"/>
    <w:rsid w:val="00274431"/>
    <w:rsid w:val="002748AB"/>
    <w:rsid w:val="00274C72"/>
    <w:rsid w:val="00276835"/>
    <w:rsid w:val="002770FB"/>
    <w:rsid w:val="00277130"/>
    <w:rsid w:val="00277F2A"/>
    <w:rsid w:val="002821A5"/>
    <w:rsid w:val="00282315"/>
    <w:rsid w:val="00282D07"/>
    <w:rsid w:val="0028305C"/>
    <w:rsid w:val="002839F2"/>
    <w:rsid w:val="00286401"/>
    <w:rsid w:val="002864CE"/>
    <w:rsid w:val="002868E5"/>
    <w:rsid w:val="00286C08"/>
    <w:rsid w:val="00287253"/>
    <w:rsid w:val="002878BB"/>
    <w:rsid w:val="00287D5C"/>
    <w:rsid w:val="00291B7C"/>
    <w:rsid w:val="00293E2C"/>
    <w:rsid w:val="0029429A"/>
    <w:rsid w:val="00294761"/>
    <w:rsid w:val="002958A0"/>
    <w:rsid w:val="00295E74"/>
    <w:rsid w:val="00295F82"/>
    <w:rsid w:val="002968DF"/>
    <w:rsid w:val="002A0724"/>
    <w:rsid w:val="002A09B7"/>
    <w:rsid w:val="002A2A8F"/>
    <w:rsid w:val="002A2AA3"/>
    <w:rsid w:val="002A2ABE"/>
    <w:rsid w:val="002A500A"/>
    <w:rsid w:val="002A6F73"/>
    <w:rsid w:val="002B1127"/>
    <w:rsid w:val="002B2177"/>
    <w:rsid w:val="002B4777"/>
    <w:rsid w:val="002B5F1A"/>
    <w:rsid w:val="002B7952"/>
    <w:rsid w:val="002C3067"/>
    <w:rsid w:val="002C361A"/>
    <w:rsid w:val="002C5A07"/>
    <w:rsid w:val="002D183A"/>
    <w:rsid w:val="002E0365"/>
    <w:rsid w:val="002E476E"/>
    <w:rsid w:val="002E4D55"/>
    <w:rsid w:val="002E5846"/>
    <w:rsid w:val="002E6F7A"/>
    <w:rsid w:val="002E7127"/>
    <w:rsid w:val="002E715A"/>
    <w:rsid w:val="002E732A"/>
    <w:rsid w:val="002E7533"/>
    <w:rsid w:val="002E7F07"/>
    <w:rsid w:val="002F28B8"/>
    <w:rsid w:val="002F394C"/>
    <w:rsid w:val="002F3EE5"/>
    <w:rsid w:val="002F6159"/>
    <w:rsid w:val="002F6C2B"/>
    <w:rsid w:val="002F76C3"/>
    <w:rsid w:val="00303246"/>
    <w:rsid w:val="00304B11"/>
    <w:rsid w:val="003059F9"/>
    <w:rsid w:val="00305E3B"/>
    <w:rsid w:val="0031106C"/>
    <w:rsid w:val="00312D6B"/>
    <w:rsid w:val="00313730"/>
    <w:rsid w:val="0031377C"/>
    <w:rsid w:val="00313A29"/>
    <w:rsid w:val="00320708"/>
    <w:rsid w:val="00321B87"/>
    <w:rsid w:val="003229D1"/>
    <w:rsid w:val="003234F8"/>
    <w:rsid w:val="0032384F"/>
    <w:rsid w:val="00323C5A"/>
    <w:rsid w:val="0032563E"/>
    <w:rsid w:val="00327944"/>
    <w:rsid w:val="00333AA0"/>
    <w:rsid w:val="0033483C"/>
    <w:rsid w:val="0033624F"/>
    <w:rsid w:val="00337036"/>
    <w:rsid w:val="003410EC"/>
    <w:rsid w:val="00342B06"/>
    <w:rsid w:val="00342BD2"/>
    <w:rsid w:val="00343748"/>
    <w:rsid w:val="003445C8"/>
    <w:rsid w:val="00344B69"/>
    <w:rsid w:val="00351098"/>
    <w:rsid w:val="003536A1"/>
    <w:rsid w:val="00353AD7"/>
    <w:rsid w:val="00353E4C"/>
    <w:rsid w:val="00355386"/>
    <w:rsid w:val="0035710E"/>
    <w:rsid w:val="003572A7"/>
    <w:rsid w:val="00357A23"/>
    <w:rsid w:val="00362984"/>
    <w:rsid w:val="00364654"/>
    <w:rsid w:val="00364691"/>
    <w:rsid w:val="00364A13"/>
    <w:rsid w:val="00364C58"/>
    <w:rsid w:val="00365086"/>
    <w:rsid w:val="00370AF8"/>
    <w:rsid w:val="0037140F"/>
    <w:rsid w:val="00371AFA"/>
    <w:rsid w:val="003720F8"/>
    <w:rsid w:val="00372AAD"/>
    <w:rsid w:val="003750FA"/>
    <w:rsid w:val="00377A83"/>
    <w:rsid w:val="00380E01"/>
    <w:rsid w:val="00382481"/>
    <w:rsid w:val="00382EDA"/>
    <w:rsid w:val="0038320B"/>
    <w:rsid w:val="00383C68"/>
    <w:rsid w:val="00384500"/>
    <w:rsid w:val="00386990"/>
    <w:rsid w:val="0039021A"/>
    <w:rsid w:val="003906B2"/>
    <w:rsid w:val="0039230D"/>
    <w:rsid w:val="00392BC1"/>
    <w:rsid w:val="00393C86"/>
    <w:rsid w:val="0039690F"/>
    <w:rsid w:val="003974DE"/>
    <w:rsid w:val="003A1A7E"/>
    <w:rsid w:val="003A254D"/>
    <w:rsid w:val="003A28BB"/>
    <w:rsid w:val="003A604B"/>
    <w:rsid w:val="003A6829"/>
    <w:rsid w:val="003A7560"/>
    <w:rsid w:val="003B0570"/>
    <w:rsid w:val="003B08C3"/>
    <w:rsid w:val="003B0AE0"/>
    <w:rsid w:val="003B16D8"/>
    <w:rsid w:val="003B1EAE"/>
    <w:rsid w:val="003B3F3E"/>
    <w:rsid w:val="003B3F9A"/>
    <w:rsid w:val="003B4946"/>
    <w:rsid w:val="003B63D1"/>
    <w:rsid w:val="003B644E"/>
    <w:rsid w:val="003B6B3B"/>
    <w:rsid w:val="003B75D5"/>
    <w:rsid w:val="003B7FF9"/>
    <w:rsid w:val="003C0EEA"/>
    <w:rsid w:val="003C0F93"/>
    <w:rsid w:val="003C1FC8"/>
    <w:rsid w:val="003C349A"/>
    <w:rsid w:val="003C3FA0"/>
    <w:rsid w:val="003C4C88"/>
    <w:rsid w:val="003C542B"/>
    <w:rsid w:val="003C78B3"/>
    <w:rsid w:val="003D1609"/>
    <w:rsid w:val="003D27D4"/>
    <w:rsid w:val="003D3852"/>
    <w:rsid w:val="003D4DD8"/>
    <w:rsid w:val="003D5F63"/>
    <w:rsid w:val="003E3098"/>
    <w:rsid w:val="003E30C4"/>
    <w:rsid w:val="003E3C0A"/>
    <w:rsid w:val="003E59BE"/>
    <w:rsid w:val="003E63DB"/>
    <w:rsid w:val="003E6902"/>
    <w:rsid w:val="003E6FA0"/>
    <w:rsid w:val="003F04B4"/>
    <w:rsid w:val="003F0964"/>
    <w:rsid w:val="003F0CEF"/>
    <w:rsid w:val="003F29B4"/>
    <w:rsid w:val="003F2F51"/>
    <w:rsid w:val="003F367E"/>
    <w:rsid w:val="003F3985"/>
    <w:rsid w:val="003F5237"/>
    <w:rsid w:val="003F6CD7"/>
    <w:rsid w:val="003F74F2"/>
    <w:rsid w:val="0040070A"/>
    <w:rsid w:val="004017D4"/>
    <w:rsid w:val="00401810"/>
    <w:rsid w:val="004022E5"/>
    <w:rsid w:val="00402573"/>
    <w:rsid w:val="00405077"/>
    <w:rsid w:val="0040538F"/>
    <w:rsid w:val="00405B89"/>
    <w:rsid w:val="0040716C"/>
    <w:rsid w:val="00410D61"/>
    <w:rsid w:val="004142F2"/>
    <w:rsid w:val="00415558"/>
    <w:rsid w:val="00416B9F"/>
    <w:rsid w:val="00416F03"/>
    <w:rsid w:val="00417EE3"/>
    <w:rsid w:val="00420305"/>
    <w:rsid w:val="0042063F"/>
    <w:rsid w:val="00420D3F"/>
    <w:rsid w:val="0042122D"/>
    <w:rsid w:val="00422925"/>
    <w:rsid w:val="00422B11"/>
    <w:rsid w:val="00424538"/>
    <w:rsid w:val="00425445"/>
    <w:rsid w:val="004270C3"/>
    <w:rsid w:val="0042733D"/>
    <w:rsid w:val="004312ED"/>
    <w:rsid w:val="00431332"/>
    <w:rsid w:val="00431D1B"/>
    <w:rsid w:val="0043355F"/>
    <w:rsid w:val="004336C0"/>
    <w:rsid w:val="00433C00"/>
    <w:rsid w:val="004351E2"/>
    <w:rsid w:val="00436EF1"/>
    <w:rsid w:val="00441406"/>
    <w:rsid w:val="004416B0"/>
    <w:rsid w:val="00442424"/>
    <w:rsid w:val="004442A3"/>
    <w:rsid w:val="004452C6"/>
    <w:rsid w:val="00451AB7"/>
    <w:rsid w:val="004527C5"/>
    <w:rsid w:val="0045294A"/>
    <w:rsid w:val="00457192"/>
    <w:rsid w:val="00457584"/>
    <w:rsid w:val="00457A09"/>
    <w:rsid w:val="0046175C"/>
    <w:rsid w:val="00463A67"/>
    <w:rsid w:val="00464210"/>
    <w:rsid w:val="0046449E"/>
    <w:rsid w:val="004647FA"/>
    <w:rsid w:val="00466C1A"/>
    <w:rsid w:val="00466F86"/>
    <w:rsid w:val="00467B4A"/>
    <w:rsid w:val="00467EA4"/>
    <w:rsid w:val="00470731"/>
    <w:rsid w:val="00471541"/>
    <w:rsid w:val="00475C97"/>
    <w:rsid w:val="00475D72"/>
    <w:rsid w:val="0047668C"/>
    <w:rsid w:val="00476E87"/>
    <w:rsid w:val="00476FB9"/>
    <w:rsid w:val="00480252"/>
    <w:rsid w:val="004805D3"/>
    <w:rsid w:val="00480BA2"/>
    <w:rsid w:val="00480E30"/>
    <w:rsid w:val="00481D94"/>
    <w:rsid w:val="0048255D"/>
    <w:rsid w:val="004827A8"/>
    <w:rsid w:val="0048285B"/>
    <w:rsid w:val="0048574D"/>
    <w:rsid w:val="00486700"/>
    <w:rsid w:val="00486842"/>
    <w:rsid w:val="0048740D"/>
    <w:rsid w:val="00487670"/>
    <w:rsid w:val="00490DC8"/>
    <w:rsid w:val="0049287A"/>
    <w:rsid w:val="004931AD"/>
    <w:rsid w:val="0049329C"/>
    <w:rsid w:val="00495CC6"/>
    <w:rsid w:val="0049792E"/>
    <w:rsid w:val="00497F83"/>
    <w:rsid w:val="004A036A"/>
    <w:rsid w:val="004A19CF"/>
    <w:rsid w:val="004A1CAA"/>
    <w:rsid w:val="004A3B96"/>
    <w:rsid w:val="004A4281"/>
    <w:rsid w:val="004A543C"/>
    <w:rsid w:val="004A7BA2"/>
    <w:rsid w:val="004B0E9D"/>
    <w:rsid w:val="004B40FA"/>
    <w:rsid w:val="004B4556"/>
    <w:rsid w:val="004B5030"/>
    <w:rsid w:val="004B58BD"/>
    <w:rsid w:val="004B7543"/>
    <w:rsid w:val="004C0334"/>
    <w:rsid w:val="004C2AF3"/>
    <w:rsid w:val="004C2E00"/>
    <w:rsid w:val="004C3036"/>
    <w:rsid w:val="004C3B8A"/>
    <w:rsid w:val="004C743B"/>
    <w:rsid w:val="004C7FB4"/>
    <w:rsid w:val="004D0437"/>
    <w:rsid w:val="004D2C9E"/>
    <w:rsid w:val="004D3CCC"/>
    <w:rsid w:val="004D5EFE"/>
    <w:rsid w:val="004D7273"/>
    <w:rsid w:val="004D75FD"/>
    <w:rsid w:val="004D7A02"/>
    <w:rsid w:val="004E018B"/>
    <w:rsid w:val="004E0E7C"/>
    <w:rsid w:val="004E1759"/>
    <w:rsid w:val="004E27AF"/>
    <w:rsid w:val="004E324B"/>
    <w:rsid w:val="004E3BB7"/>
    <w:rsid w:val="004E5F1F"/>
    <w:rsid w:val="004E5F60"/>
    <w:rsid w:val="004E6D92"/>
    <w:rsid w:val="004E7935"/>
    <w:rsid w:val="004E7A86"/>
    <w:rsid w:val="004F0170"/>
    <w:rsid w:val="004F0E51"/>
    <w:rsid w:val="004F1550"/>
    <w:rsid w:val="004F1A3F"/>
    <w:rsid w:val="004F48A9"/>
    <w:rsid w:val="004F5312"/>
    <w:rsid w:val="004F59BE"/>
    <w:rsid w:val="004F617B"/>
    <w:rsid w:val="004F749C"/>
    <w:rsid w:val="004F7914"/>
    <w:rsid w:val="004F7999"/>
    <w:rsid w:val="00500CE3"/>
    <w:rsid w:val="005016B8"/>
    <w:rsid w:val="00501E78"/>
    <w:rsid w:val="00504AEB"/>
    <w:rsid w:val="00505A18"/>
    <w:rsid w:val="00512B38"/>
    <w:rsid w:val="00514AFD"/>
    <w:rsid w:val="00515B0A"/>
    <w:rsid w:val="00517024"/>
    <w:rsid w:val="005216F2"/>
    <w:rsid w:val="0052256F"/>
    <w:rsid w:val="00522E2A"/>
    <w:rsid w:val="005309C1"/>
    <w:rsid w:val="00530ADA"/>
    <w:rsid w:val="00531398"/>
    <w:rsid w:val="00531F43"/>
    <w:rsid w:val="00532686"/>
    <w:rsid w:val="00532A16"/>
    <w:rsid w:val="0053314B"/>
    <w:rsid w:val="0053413D"/>
    <w:rsid w:val="005354D1"/>
    <w:rsid w:val="005365A8"/>
    <w:rsid w:val="00540EF0"/>
    <w:rsid w:val="0054260C"/>
    <w:rsid w:val="00542C98"/>
    <w:rsid w:val="00543699"/>
    <w:rsid w:val="0054396B"/>
    <w:rsid w:val="00543B7F"/>
    <w:rsid w:val="0054479E"/>
    <w:rsid w:val="00544EA3"/>
    <w:rsid w:val="00546E70"/>
    <w:rsid w:val="00547F65"/>
    <w:rsid w:val="00550135"/>
    <w:rsid w:val="00552BD3"/>
    <w:rsid w:val="00554543"/>
    <w:rsid w:val="005556B3"/>
    <w:rsid w:val="0055583F"/>
    <w:rsid w:val="005561B3"/>
    <w:rsid w:val="005570E5"/>
    <w:rsid w:val="005603B4"/>
    <w:rsid w:val="00561625"/>
    <w:rsid w:val="00561B96"/>
    <w:rsid w:val="00563734"/>
    <w:rsid w:val="0056627F"/>
    <w:rsid w:val="005664D6"/>
    <w:rsid w:val="005673A9"/>
    <w:rsid w:val="00571031"/>
    <w:rsid w:val="005710B8"/>
    <w:rsid w:val="005728C5"/>
    <w:rsid w:val="00574F97"/>
    <w:rsid w:val="005755A3"/>
    <w:rsid w:val="00575DAE"/>
    <w:rsid w:val="005775CB"/>
    <w:rsid w:val="0057761E"/>
    <w:rsid w:val="0058082F"/>
    <w:rsid w:val="00580B4E"/>
    <w:rsid w:val="00581B6D"/>
    <w:rsid w:val="005827E1"/>
    <w:rsid w:val="00583027"/>
    <w:rsid w:val="0058386D"/>
    <w:rsid w:val="00583CD3"/>
    <w:rsid w:val="0058431E"/>
    <w:rsid w:val="005843FD"/>
    <w:rsid w:val="0058624A"/>
    <w:rsid w:val="00593D27"/>
    <w:rsid w:val="00594009"/>
    <w:rsid w:val="00594064"/>
    <w:rsid w:val="00596B5B"/>
    <w:rsid w:val="0059707A"/>
    <w:rsid w:val="00597486"/>
    <w:rsid w:val="005A00DD"/>
    <w:rsid w:val="005A1554"/>
    <w:rsid w:val="005A3B5A"/>
    <w:rsid w:val="005A5EEA"/>
    <w:rsid w:val="005A5F85"/>
    <w:rsid w:val="005A650E"/>
    <w:rsid w:val="005A7F55"/>
    <w:rsid w:val="005B0374"/>
    <w:rsid w:val="005B0DFB"/>
    <w:rsid w:val="005B1936"/>
    <w:rsid w:val="005B2BB2"/>
    <w:rsid w:val="005C36A9"/>
    <w:rsid w:val="005C4A55"/>
    <w:rsid w:val="005C5130"/>
    <w:rsid w:val="005C5331"/>
    <w:rsid w:val="005C5495"/>
    <w:rsid w:val="005C579A"/>
    <w:rsid w:val="005C5B61"/>
    <w:rsid w:val="005D0AC3"/>
    <w:rsid w:val="005D1641"/>
    <w:rsid w:val="005D2E01"/>
    <w:rsid w:val="005D37C6"/>
    <w:rsid w:val="005D3C2F"/>
    <w:rsid w:val="005D4BA8"/>
    <w:rsid w:val="005D5D92"/>
    <w:rsid w:val="005D6929"/>
    <w:rsid w:val="005D7A83"/>
    <w:rsid w:val="005E156A"/>
    <w:rsid w:val="005E19B2"/>
    <w:rsid w:val="005E1AFB"/>
    <w:rsid w:val="005E200E"/>
    <w:rsid w:val="005E257D"/>
    <w:rsid w:val="005E2B94"/>
    <w:rsid w:val="005E343F"/>
    <w:rsid w:val="005E3AAA"/>
    <w:rsid w:val="005E4425"/>
    <w:rsid w:val="005E49A9"/>
    <w:rsid w:val="005E7D30"/>
    <w:rsid w:val="005F03FD"/>
    <w:rsid w:val="005F04A0"/>
    <w:rsid w:val="005F0C8A"/>
    <w:rsid w:val="005F1350"/>
    <w:rsid w:val="005F1765"/>
    <w:rsid w:val="005F1C77"/>
    <w:rsid w:val="005F3B60"/>
    <w:rsid w:val="005F3D12"/>
    <w:rsid w:val="005F3EEB"/>
    <w:rsid w:val="00601673"/>
    <w:rsid w:val="006021E5"/>
    <w:rsid w:val="00602548"/>
    <w:rsid w:val="00603990"/>
    <w:rsid w:val="00604426"/>
    <w:rsid w:val="00604C53"/>
    <w:rsid w:val="00605323"/>
    <w:rsid w:val="006078CE"/>
    <w:rsid w:val="0061092C"/>
    <w:rsid w:val="0061289F"/>
    <w:rsid w:val="006138D8"/>
    <w:rsid w:val="00615280"/>
    <w:rsid w:val="00616826"/>
    <w:rsid w:val="00616B0B"/>
    <w:rsid w:val="0062082E"/>
    <w:rsid w:val="00620B2D"/>
    <w:rsid w:val="00620D63"/>
    <w:rsid w:val="00621830"/>
    <w:rsid w:val="00623CEB"/>
    <w:rsid w:val="006254AD"/>
    <w:rsid w:val="006260E4"/>
    <w:rsid w:val="0062783F"/>
    <w:rsid w:val="006304FF"/>
    <w:rsid w:val="00630F86"/>
    <w:rsid w:val="00633288"/>
    <w:rsid w:val="00633374"/>
    <w:rsid w:val="00633890"/>
    <w:rsid w:val="006351FA"/>
    <w:rsid w:val="00637680"/>
    <w:rsid w:val="00640251"/>
    <w:rsid w:val="0064077A"/>
    <w:rsid w:val="00641C22"/>
    <w:rsid w:val="006429BB"/>
    <w:rsid w:val="006431AD"/>
    <w:rsid w:val="00643E54"/>
    <w:rsid w:val="00645871"/>
    <w:rsid w:val="00646DEB"/>
    <w:rsid w:val="00647DC9"/>
    <w:rsid w:val="00651FC0"/>
    <w:rsid w:val="00652BEA"/>
    <w:rsid w:val="00654695"/>
    <w:rsid w:val="006546AC"/>
    <w:rsid w:val="00655315"/>
    <w:rsid w:val="00657584"/>
    <w:rsid w:val="00660E96"/>
    <w:rsid w:val="00663165"/>
    <w:rsid w:val="00663DFD"/>
    <w:rsid w:val="00665116"/>
    <w:rsid w:val="00665408"/>
    <w:rsid w:val="00670F48"/>
    <w:rsid w:val="0067179C"/>
    <w:rsid w:val="006722CB"/>
    <w:rsid w:val="006733D1"/>
    <w:rsid w:val="00674037"/>
    <w:rsid w:val="006742D1"/>
    <w:rsid w:val="00674B9A"/>
    <w:rsid w:val="006753E5"/>
    <w:rsid w:val="006762EE"/>
    <w:rsid w:val="00677773"/>
    <w:rsid w:val="0068000D"/>
    <w:rsid w:val="006819AF"/>
    <w:rsid w:val="006832AB"/>
    <w:rsid w:val="00683BB5"/>
    <w:rsid w:val="00683DD1"/>
    <w:rsid w:val="0068625B"/>
    <w:rsid w:val="0068725A"/>
    <w:rsid w:val="00690BFC"/>
    <w:rsid w:val="00691139"/>
    <w:rsid w:val="00692F69"/>
    <w:rsid w:val="00695D5B"/>
    <w:rsid w:val="00696550"/>
    <w:rsid w:val="00697826"/>
    <w:rsid w:val="00697FC3"/>
    <w:rsid w:val="006A13C2"/>
    <w:rsid w:val="006A14A8"/>
    <w:rsid w:val="006A1A9C"/>
    <w:rsid w:val="006A4667"/>
    <w:rsid w:val="006A5CBD"/>
    <w:rsid w:val="006A61FB"/>
    <w:rsid w:val="006A6EFF"/>
    <w:rsid w:val="006B00A5"/>
    <w:rsid w:val="006B0E22"/>
    <w:rsid w:val="006B49A9"/>
    <w:rsid w:val="006B5019"/>
    <w:rsid w:val="006B6F9C"/>
    <w:rsid w:val="006B76A9"/>
    <w:rsid w:val="006B7E42"/>
    <w:rsid w:val="006C150E"/>
    <w:rsid w:val="006C2C11"/>
    <w:rsid w:val="006C4116"/>
    <w:rsid w:val="006C41F2"/>
    <w:rsid w:val="006C5AA7"/>
    <w:rsid w:val="006C5E8B"/>
    <w:rsid w:val="006C7319"/>
    <w:rsid w:val="006D03A6"/>
    <w:rsid w:val="006D1387"/>
    <w:rsid w:val="006D210F"/>
    <w:rsid w:val="006D3230"/>
    <w:rsid w:val="006D3299"/>
    <w:rsid w:val="006D376B"/>
    <w:rsid w:val="006D5061"/>
    <w:rsid w:val="006D74B5"/>
    <w:rsid w:val="006E0D40"/>
    <w:rsid w:val="006E6CC4"/>
    <w:rsid w:val="006E71EF"/>
    <w:rsid w:val="006E750E"/>
    <w:rsid w:val="006E7929"/>
    <w:rsid w:val="006F04DF"/>
    <w:rsid w:val="006F2395"/>
    <w:rsid w:val="006F3077"/>
    <w:rsid w:val="006F4F8F"/>
    <w:rsid w:val="006F4FCD"/>
    <w:rsid w:val="006F60A7"/>
    <w:rsid w:val="00700A16"/>
    <w:rsid w:val="00703685"/>
    <w:rsid w:val="0070453D"/>
    <w:rsid w:val="00704D92"/>
    <w:rsid w:val="00707BD9"/>
    <w:rsid w:val="00707DA2"/>
    <w:rsid w:val="00711868"/>
    <w:rsid w:val="0071232C"/>
    <w:rsid w:val="00714A61"/>
    <w:rsid w:val="007162B9"/>
    <w:rsid w:val="007175D8"/>
    <w:rsid w:val="007225CE"/>
    <w:rsid w:val="00722763"/>
    <w:rsid w:val="0072290F"/>
    <w:rsid w:val="0072637E"/>
    <w:rsid w:val="007277CD"/>
    <w:rsid w:val="007300FE"/>
    <w:rsid w:val="0073173D"/>
    <w:rsid w:val="00731892"/>
    <w:rsid w:val="00733A9F"/>
    <w:rsid w:val="0073693D"/>
    <w:rsid w:val="00736A18"/>
    <w:rsid w:val="00736D93"/>
    <w:rsid w:val="00737800"/>
    <w:rsid w:val="00737FF7"/>
    <w:rsid w:val="007407B5"/>
    <w:rsid w:val="007421BA"/>
    <w:rsid w:val="007448F8"/>
    <w:rsid w:val="0075001B"/>
    <w:rsid w:val="00750B3E"/>
    <w:rsid w:val="00750F5F"/>
    <w:rsid w:val="00752AA2"/>
    <w:rsid w:val="00753AA2"/>
    <w:rsid w:val="00754511"/>
    <w:rsid w:val="0075561D"/>
    <w:rsid w:val="007560EA"/>
    <w:rsid w:val="00756542"/>
    <w:rsid w:val="00762A11"/>
    <w:rsid w:val="0076376D"/>
    <w:rsid w:val="007643C7"/>
    <w:rsid w:val="00765E0F"/>
    <w:rsid w:val="00766B20"/>
    <w:rsid w:val="00766DFF"/>
    <w:rsid w:val="0076710F"/>
    <w:rsid w:val="00767A3D"/>
    <w:rsid w:val="00767DDF"/>
    <w:rsid w:val="00770E33"/>
    <w:rsid w:val="00770FA6"/>
    <w:rsid w:val="0077355B"/>
    <w:rsid w:val="00774421"/>
    <w:rsid w:val="00780117"/>
    <w:rsid w:val="00782C48"/>
    <w:rsid w:val="00783175"/>
    <w:rsid w:val="0078506C"/>
    <w:rsid w:val="00790182"/>
    <w:rsid w:val="00790308"/>
    <w:rsid w:val="007905CC"/>
    <w:rsid w:val="00793944"/>
    <w:rsid w:val="00794A3B"/>
    <w:rsid w:val="00796B4C"/>
    <w:rsid w:val="007970FA"/>
    <w:rsid w:val="00797D79"/>
    <w:rsid w:val="007A1348"/>
    <w:rsid w:val="007A1B3D"/>
    <w:rsid w:val="007A1FC2"/>
    <w:rsid w:val="007A29D3"/>
    <w:rsid w:val="007A3AD6"/>
    <w:rsid w:val="007A43F8"/>
    <w:rsid w:val="007A74AC"/>
    <w:rsid w:val="007B0DE3"/>
    <w:rsid w:val="007B2236"/>
    <w:rsid w:val="007B34F5"/>
    <w:rsid w:val="007B544B"/>
    <w:rsid w:val="007B575A"/>
    <w:rsid w:val="007B7286"/>
    <w:rsid w:val="007C0939"/>
    <w:rsid w:val="007C2133"/>
    <w:rsid w:val="007C49E4"/>
    <w:rsid w:val="007C4C5E"/>
    <w:rsid w:val="007C5104"/>
    <w:rsid w:val="007C5237"/>
    <w:rsid w:val="007C54CA"/>
    <w:rsid w:val="007C5516"/>
    <w:rsid w:val="007C581A"/>
    <w:rsid w:val="007D100F"/>
    <w:rsid w:val="007D18D8"/>
    <w:rsid w:val="007D1B3C"/>
    <w:rsid w:val="007D3B54"/>
    <w:rsid w:val="007D3DED"/>
    <w:rsid w:val="007D437C"/>
    <w:rsid w:val="007D441F"/>
    <w:rsid w:val="007D6E13"/>
    <w:rsid w:val="007E0240"/>
    <w:rsid w:val="007E66F0"/>
    <w:rsid w:val="007E77DB"/>
    <w:rsid w:val="007F11FA"/>
    <w:rsid w:val="007F1645"/>
    <w:rsid w:val="007F3706"/>
    <w:rsid w:val="007F37C6"/>
    <w:rsid w:val="007F3DDC"/>
    <w:rsid w:val="007F4197"/>
    <w:rsid w:val="007F5B90"/>
    <w:rsid w:val="00800F75"/>
    <w:rsid w:val="008012C7"/>
    <w:rsid w:val="008015D2"/>
    <w:rsid w:val="0080161A"/>
    <w:rsid w:val="008042ED"/>
    <w:rsid w:val="008050B5"/>
    <w:rsid w:val="00805675"/>
    <w:rsid w:val="0080780D"/>
    <w:rsid w:val="008125B4"/>
    <w:rsid w:val="008127FC"/>
    <w:rsid w:val="008129E4"/>
    <w:rsid w:val="00814012"/>
    <w:rsid w:val="008158C3"/>
    <w:rsid w:val="00815E38"/>
    <w:rsid w:val="00816CB6"/>
    <w:rsid w:val="0082073F"/>
    <w:rsid w:val="00821BF2"/>
    <w:rsid w:val="00825471"/>
    <w:rsid w:val="00827947"/>
    <w:rsid w:val="00827C6A"/>
    <w:rsid w:val="00830584"/>
    <w:rsid w:val="00830887"/>
    <w:rsid w:val="00832D6D"/>
    <w:rsid w:val="00832E99"/>
    <w:rsid w:val="008333C2"/>
    <w:rsid w:val="008337EF"/>
    <w:rsid w:val="00833D0B"/>
    <w:rsid w:val="00833F67"/>
    <w:rsid w:val="0083412C"/>
    <w:rsid w:val="008349CB"/>
    <w:rsid w:val="0083509E"/>
    <w:rsid w:val="00841446"/>
    <w:rsid w:val="0084343B"/>
    <w:rsid w:val="00844142"/>
    <w:rsid w:val="008447DE"/>
    <w:rsid w:val="00844BEB"/>
    <w:rsid w:val="00845D55"/>
    <w:rsid w:val="00846150"/>
    <w:rsid w:val="00851BEB"/>
    <w:rsid w:val="008530FB"/>
    <w:rsid w:val="00853119"/>
    <w:rsid w:val="0085557A"/>
    <w:rsid w:val="00857AD8"/>
    <w:rsid w:val="0086227B"/>
    <w:rsid w:val="008627B1"/>
    <w:rsid w:val="00863FEB"/>
    <w:rsid w:val="00864AD4"/>
    <w:rsid w:val="00870DCD"/>
    <w:rsid w:val="00877600"/>
    <w:rsid w:val="008804F8"/>
    <w:rsid w:val="00881947"/>
    <w:rsid w:val="00882A3D"/>
    <w:rsid w:val="00883C49"/>
    <w:rsid w:val="00884397"/>
    <w:rsid w:val="0088538A"/>
    <w:rsid w:val="00886CDA"/>
    <w:rsid w:val="00887C1F"/>
    <w:rsid w:val="00887D3C"/>
    <w:rsid w:val="00891A4D"/>
    <w:rsid w:val="00893D42"/>
    <w:rsid w:val="00893E7E"/>
    <w:rsid w:val="00893FDD"/>
    <w:rsid w:val="00895E7B"/>
    <w:rsid w:val="00896AE3"/>
    <w:rsid w:val="008A09D2"/>
    <w:rsid w:val="008A446D"/>
    <w:rsid w:val="008A4B64"/>
    <w:rsid w:val="008A668A"/>
    <w:rsid w:val="008B0748"/>
    <w:rsid w:val="008B13B3"/>
    <w:rsid w:val="008B271F"/>
    <w:rsid w:val="008B4FD6"/>
    <w:rsid w:val="008B544B"/>
    <w:rsid w:val="008B6562"/>
    <w:rsid w:val="008B6CA5"/>
    <w:rsid w:val="008B7AE5"/>
    <w:rsid w:val="008B7F89"/>
    <w:rsid w:val="008C25EB"/>
    <w:rsid w:val="008C38EB"/>
    <w:rsid w:val="008C6178"/>
    <w:rsid w:val="008C6D8C"/>
    <w:rsid w:val="008D106E"/>
    <w:rsid w:val="008D1F36"/>
    <w:rsid w:val="008D3CB7"/>
    <w:rsid w:val="008D3CFC"/>
    <w:rsid w:val="008D53BC"/>
    <w:rsid w:val="008D5519"/>
    <w:rsid w:val="008D5E60"/>
    <w:rsid w:val="008D5E93"/>
    <w:rsid w:val="008D6CBF"/>
    <w:rsid w:val="008D70FC"/>
    <w:rsid w:val="008E2223"/>
    <w:rsid w:val="008E3654"/>
    <w:rsid w:val="008E3A02"/>
    <w:rsid w:val="008E506F"/>
    <w:rsid w:val="008E5128"/>
    <w:rsid w:val="008E5219"/>
    <w:rsid w:val="008E5685"/>
    <w:rsid w:val="008E5B6D"/>
    <w:rsid w:val="008E73C3"/>
    <w:rsid w:val="008F09D9"/>
    <w:rsid w:val="008F314C"/>
    <w:rsid w:val="008F3475"/>
    <w:rsid w:val="008F6822"/>
    <w:rsid w:val="008F6959"/>
    <w:rsid w:val="008F7944"/>
    <w:rsid w:val="00902768"/>
    <w:rsid w:val="0090554E"/>
    <w:rsid w:val="00914162"/>
    <w:rsid w:val="009156A1"/>
    <w:rsid w:val="00920959"/>
    <w:rsid w:val="009215B1"/>
    <w:rsid w:val="00921963"/>
    <w:rsid w:val="009223DF"/>
    <w:rsid w:val="00923CA8"/>
    <w:rsid w:val="00926E05"/>
    <w:rsid w:val="00930AFC"/>
    <w:rsid w:val="00930ED5"/>
    <w:rsid w:val="0093180E"/>
    <w:rsid w:val="009334C8"/>
    <w:rsid w:val="00933ED6"/>
    <w:rsid w:val="00936E2B"/>
    <w:rsid w:val="009374F8"/>
    <w:rsid w:val="009436D6"/>
    <w:rsid w:val="00946416"/>
    <w:rsid w:val="00946F12"/>
    <w:rsid w:val="009479C2"/>
    <w:rsid w:val="0095315F"/>
    <w:rsid w:val="00954019"/>
    <w:rsid w:val="00954497"/>
    <w:rsid w:val="00954798"/>
    <w:rsid w:val="00954F14"/>
    <w:rsid w:val="00955F75"/>
    <w:rsid w:val="009564C7"/>
    <w:rsid w:val="0095690D"/>
    <w:rsid w:val="00957AED"/>
    <w:rsid w:val="00963B1A"/>
    <w:rsid w:val="009641CD"/>
    <w:rsid w:val="0096430C"/>
    <w:rsid w:val="00965092"/>
    <w:rsid w:val="00965399"/>
    <w:rsid w:val="00965921"/>
    <w:rsid w:val="0096640B"/>
    <w:rsid w:val="0096675C"/>
    <w:rsid w:val="009707D2"/>
    <w:rsid w:val="0097220D"/>
    <w:rsid w:val="00973295"/>
    <w:rsid w:val="009742E8"/>
    <w:rsid w:val="009743A3"/>
    <w:rsid w:val="009800BD"/>
    <w:rsid w:val="0098034C"/>
    <w:rsid w:val="0098115B"/>
    <w:rsid w:val="00981EF5"/>
    <w:rsid w:val="00982067"/>
    <w:rsid w:val="00983004"/>
    <w:rsid w:val="00985D5A"/>
    <w:rsid w:val="0098611E"/>
    <w:rsid w:val="00986EA4"/>
    <w:rsid w:val="0098783E"/>
    <w:rsid w:val="009910A7"/>
    <w:rsid w:val="00991618"/>
    <w:rsid w:val="0099167A"/>
    <w:rsid w:val="0099168E"/>
    <w:rsid w:val="00991963"/>
    <w:rsid w:val="00991E02"/>
    <w:rsid w:val="00992299"/>
    <w:rsid w:val="0099353A"/>
    <w:rsid w:val="00993FBD"/>
    <w:rsid w:val="00996317"/>
    <w:rsid w:val="0099794B"/>
    <w:rsid w:val="00997B04"/>
    <w:rsid w:val="009A0122"/>
    <w:rsid w:val="009A0CF0"/>
    <w:rsid w:val="009A3D68"/>
    <w:rsid w:val="009A481D"/>
    <w:rsid w:val="009A48A6"/>
    <w:rsid w:val="009A5FC5"/>
    <w:rsid w:val="009A6537"/>
    <w:rsid w:val="009A6612"/>
    <w:rsid w:val="009B245E"/>
    <w:rsid w:val="009B34CE"/>
    <w:rsid w:val="009C03F6"/>
    <w:rsid w:val="009C1725"/>
    <w:rsid w:val="009C1A79"/>
    <w:rsid w:val="009C1D82"/>
    <w:rsid w:val="009C1EF9"/>
    <w:rsid w:val="009C23EF"/>
    <w:rsid w:val="009C4022"/>
    <w:rsid w:val="009C565F"/>
    <w:rsid w:val="009C5E63"/>
    <w:rsid w:val="009D0BFD"/>
    <w:rsid w:val="009D1585"/>
    <w:rsid w:val="009D2ACE"/>
    <w:rsid w:val="009D3465"/>
    <w:rsid w:val="009D3F31"/>
    <w:rsid w:val="009D7C22"/>
    <w:rsid w:val="009E0329"/>
    <w:rsid w:val="009E0DB8"/>
    <w:rsid w:val="009E1BEA"/>
    <w:rsid w:val="009E273F"/>
    <w:rsid w:val="009E3DC2"/>
    <w:rsid w:val="009E41E1"/>
    <w:rsid w:val="009E4D29"/>
    <w:rsid w:val="009E6138"/>
    <w:rsid w:val="009E6F04"/>
    <w:rsid w:val="009F27FE"/>
    <w:rsid w:val="009F3979"/>
    <w:rsid w:val="009F3E16"/>
    <w:rsid w:val="009F4DD5"/>
    <w:rsid w:val="009F536A"/>
    <w:rsid w:val="009F6959"/>
    <w:rsid w:val="009F7120"/>
    <w:rsid w:val="00A00700"/>
    <w:rsid w:val="00A02521"/>
    <w:rsid w:val="00A04CCD"/>
    <w:rsid w:val="00A072B9"/>
    <w:rsid w:val="00A10114"/>
    <w:rsid w:val="00A13178"/>
    <w:rsid w:val="00A16D3F"/>
    <w:rsid w:val="00A17B44"/>
    <w:rsid w:val="00A17D8C"/>
    <w:rsid w:val="00A22674"/>
    <w:rsid w:val="00A22B5C"/>
    <w:rsid w:val="00A23BF7"/>
    <w:rsid w:val="00A2490B"/>
    <w:rsid w:val="00A25FFF"/>
    <w:rsid w:val="00A26392"/>
    <w:rsid w:val="00A263DC"/>
    <w:rsid w:val="00A2666A"/>
    <w:rsid w:val="00A26934"/>
    <w:rsid w:val="00A27CDF"/>
    <w:rsid w:val="00A3090B"/>
    <w:rsid w:val="00A337C4"/>
    <w:rsid w:val="00A33AC9"/>
    <w:rsid w:val="00A359DF"/>
    <w:rsid w:val="00A35DA0"/>
    <w:rsid w:val="00A36DE5"/>
    <w:rsid w:val="00A408CA"/>
    <w:rsid w:val="00A415D7"/>
    <w:rsid w:val="00A41B92"/>
    <w:rsid w:val="00A5004C"/>
    <w:rsid w:val="00A50913"/>
    <w:rsid w:val="00A518FA"/>
    <w:rsid w:val="00A52CAA"/>
    <w:rsid w:val="00A53182"/>
    <w:rsid w:val="00A55A18"/>
    <w:rsid w:val="00A55B09"/>
    <w:rsid w:val="00A61309"/>
    <w:rsid w:val="00A62792"/>
    <w:rsid w:val="00A63812"/>
    <w:rsid w:val="00A63B5D"/>
    <w:rsid w:val="00A6572D"/>
    <w:rsid w:val="00A65E79"/>
    <w:rsid w:val="00A67DB0"/>
    <w:rsid w:val="00A711FC"/>
    <w:rsid w:val="00A730CF"/>
    <w:rsid w:val="00A73955"/>
    <w:rsid w:val="00A77847"/>
    <w:rsid w:val="00A81004"/>
    <w:rsid w:val="00A8209D"/>
    <w:rsid w:val="00A840AC"/>
    <w:rsid w:val="00A84238"/>
    <w:rsid w:val="00A8425B"/>
    <w:rsid w:val="00A84ED8"/>
    <w:rsid w:val="00A91753"/>
    <w:rsid w:val="00A93545"/>
    <w:rsid w:val="00AA129F"/>
    <w:rsid w:val="00AA15F4"/>
    <w:rsid w:val="00AA2F1B"/>
    <w:rsid w:val="00AA3C84"/>
    <w:rsid w:val="00AA3E72"/>
    <w:rsid w:val="00AA5136"/>
    <w:rsid w:val="00AA62AF"/>
    <w:rsid w:val="00AA72FF"/>
    <w:rsid w:val="00AA749F"/>
    <w:rsid w:val="00AB0690"/>
    <w:rsid w:val="00AB1AD0"/>
    <w:rsid w:val="00AB1CB0"/>
    <w:rsid w:val="00AB285D"/>
    <w:rsid w:val="00AB3D13"/>
    <w:rsid w:val="00AB3F35"/>
    <w:rsid w:val="00AB5646"/>
    <w:rsid w:val="00AB746A"/>
    <w:rsid w:val="00AC00AB"/>
    <w:rsid w:val="00AC222F"/>
    <w:rsid w:val="00AC349A"/>
    <w:rsid w:val="00AC360C"/>
    <w:rsid w:val="00AC4469"/>
    <w:rsid w:val="00AC6301"/>
    <w:rsid w:val="00AC6C88"/>
    <w:rsid w:val="00AD170B"/>
    <w:rsid w:val="00AD2DDC"/>
    <w:rsid w:val="00AD399A"/>
    <w:rsid w:val="00AD3A8B"/>
    <w:rsid w:val="00AD3B47"/>
    <w:rsid w:val="00AD40BD"/>
    <w:rsid w:val="00AD59DC"/>
    <w:rsid w:val="00AD7A31"/>
    <w:rsid w:val="00AE1374"/>
    <w:rsid w:val="00AE2F65"/>
    <w:rsid w:val="00AE38ED"/>
    <w:rsid w:val="00AE3960"/>
    <w:rsid w:val="00AE7956"/>
    <w:rsid w:val="00AF3CEC"/>
    <w:rsid w:val="00AF3DEF"/>
    <w:rsid w:val="00AF4E4E"/>
    <w:rsid w:val="00AF6063"/>
    <w:rsid w:val="00AF79B4"/>
    <w:rsid w:val="00B00FBE"/>
    <w:rsid w:val="00B018A2"/>
    <w:rsid w:val="00B022E8"/>
    <w:rsid w:val="00B02762"/>
    <w:rsid w:val="00B04283"/>
    <w:rsid w:val="00B07BFE"/>
    <w:rsid w:val="00B1174A"/>
    <w:rsid w:val="00B11E6C"/>
    <w:rsid w:val="00B128F2"/>
    <w:rsid w:val="00B12DDA"/>
    <w:rsid w:val="00B13BDA"/>
    <w:rsid w:val="00B1523B"/>
    <w:rsid w:val="00B15850"/>
    <w:rsid w:val="00B16645"/>
    <w:rsid w:val="00B1767D"/>
    <w:rsid w:val="00B23267"/>
    <w:rsid w:val="00B23727"/>
    <w:rsid w:val="00B2526D"/>
    <w:rsid w:val="00B26B9A"/>
    <w:rsid w:val="00B271C9"/>
    <w:rsid w:val="00B30EF0"/>
    <w:rsid w:val="00B31300"/>
    <w:rsid w:val="00B324B6"/>
    <w:rsid w:val="00B3309D"/>
    <w:rsid w:val="00B33900"/>
    <w:rsid w:val="00B35712"/>
    <w:rsid w:val="00B36076"/>
    <w:rsid w:val="00B402E8"/>
    <w:rsid w:val="00B42801"/>
    <w:rsid w:val="00B42E87"/>
    <w:rsid w:val="00B44F83"/>
    <w:rsid w:val="00B454B7"/>
    <w:rsid w:val="00B45B5C"/>
    <w:rsid w:val="00B45B8B"/>
    <w:rsid w:val="00B471CC"/>
    <w:rsid w:val="00B47C2C"/>
    <w:rsid w:val="00B524A7"/>
    <w:rsid w:val="00B534B0"/>
    <w:rsid w:val="00B558C0"/>
    <w:rsid w:val="00B601C4"/>
    <w:rsid w:val="00B602CC"/>
    <w:rsid w:val="00B62BA2"/>
    <w:rsid w:val="00B63840"/>
    <w:rsid w:val="00B63A8B"/>
    <w:rsid w:val="00B64F3E"/>
    <w:rsid w:val="00B6632A"/>
    <w:rsid w:val="00B7066C"/>
    <w:rsid w:val="00B71726"/>
    <w:rsid w:val="00B726D8"/>
    <w:rsid w:val="00B73637"/>
    <w:rsid w:val="00B76B90"/>
    <w:rsid w:val="00B76F8E"/>
    <w:rsid w:val="00B77249"/>
    <w:rsid w:val="00B81EC6"/>
    <w:rsid w:val="00B82901"/>
    <w:rsid w:val="00B833DA"/>
    <w:rsid w:val="00B861A6"/>
    <w:rsid w:val="00B902F5"/>
    <w:rsid w:val="00B905A8"/>
    <w:rsid w:val="00B90C04"/>
    <w:rsid w:val="00B92F4A"/>
    <w:rsid w:val="00B9402C"/>
    <w:rsid w:val="00B969D9"/>
    <w:rsid w:val="00B96E14"/>
    <w:rsid w:val="00B9732D"/>
    <w:rsid w:val="00BA19F5"/>
    <w:rsid w:val="00BA2339"/>
    <w:rsid w:val="00BA4B02"/>
    <w:rsid w:val="00BA611F"/>
    <w:rsid w:val="00BA6410"/>
    <w:rsid w:val="00BA69B9"/>
    <w:rsid w:val="00BA7D9D"/>
    <w:rsid w:val="00BB0A25"/>
    <w:rsid w:val="00BB0B0B"/>
    <w:rsid w:val="00BB10C1"/>
    <w:rsid w:val="00BB15D6"/>
    <w:rsid w:val="00BB2DC6"/>
    <w:rsid w:val="00BB2E1E"/>
    <w:rsid w:val="00BB3E07"/>
    <w:rsid w:val="00BB3ED7"/>
    <w:rsid w:val="00BC03B7"/>
    <w:rsid w:val="00BC03FD"/>
    <w:rsid w:val="00BC09C5"/>
    <w:rsid w:val="00BC1091"/>
    <w:rsid w:val="00BC1947"/>
    <w:rsid w:val="00BC1F2C"/>
    <w:rsid w:val="00BC329D"/>
    <w:rsid w:val="00BC369E"/>
    <w:rsid w:val="00BC5C0F"/>
    <w:rsid w:val="00BC5D4C"/>
    <w:rsid w:val="00BC6141"/>
    <w:rsid w:val="00BC6E5A"/>
    <w:rsid w:val="00BC7062"/>
    <w:rsid w:val="00BD12BE"/>
    <w:rsid w:val="00BD12C4"/>
    <w:rsid w:val="00BD1891"/>
    <w:rsid w:val="00BD1CED"/>
    <w:rsid w:val="00BD2262"/>
    <w:rsid w:val="00BD2710"/>
    <w:rsid w:val="00BD30C0"/>
    <w:rsid w:val="00BD45BA"/>
    <w:rsid w:val="00BD55D2"/>
    <w:rsid w:val="00BD58F3"/>
    <w:rsid w:val="00BD6D24"/>
    <w:rsid w:val="00BD77EB"/>
    <w:rsid w:val="00BD7CEE"/>
    <w:rsid w:val="00BE3827"/>
    <w:rsid w:val="00BE3DA4"/>
    <w:rsid w:val="00BE4236"/>
    <w:rsid w:val="00BE6C3A"/>
    <w:rsid w:val="00BF081B"/>
    <w:rsid w:val="00BF1DA2"/>
    <w:rsid w:val="00BF7645"/>
    <w:rsid w:val="00C008E1"/>
    <w:rsid w:val="00C01F06"/>
    <w:rsid w:val="00C02B41"/>
    <w:rsid w:val="00C05405"/>
    <w:rsid w:val="00C06630"/>
    <w:rsid w:val="00C06C7B"/>
    <w:rsid w:val="00C10598"/>
    <w:rsid w:val="00C13FF6"/>
    <w:rsid w:val="00C146CB"/>
    <w:rsid w:val="00C174AB"/>
    <w:rsid w:val="00C2125B"/>
    <w:rsid w:val="00C216CD"/>
    <w:rsid w:val="00C21780"/>
    <w:rsid w:val="00C21D39"/>
    <w:rsid w:val="00C2231C"/>
    <w:rsid w:val="00C232AF"/>
    <w:rsid w:val="00C237C5"/>
    <w:rsid w:val="00C23B32"/>
    <w:rsid w:val="00C246D9"/>
    <w:rsid w:val="00C24CE2"/>
    <w:rsid w:val="00C2548E"/>
    <w:rsid w:val="00C2549C"/>
    <w:rsid w:val="00C27273"/>
    <w:rsid w:val="00C30199"/>
    <w:rsid w:val="00C30446"/>
    <w:rsid w:val="00C32827"/>
    <w:rsid w:val="00C32DD5"/>
    <w:rsid w:val="00C34E74"/>
    <w:rsid w:val="00C4059E"/>
    <w:rsid w:val="00C4117E"/>
    <w:rsid w:val="00C44687"/>
    <w:rsid w:val="00C451E8"/>
    <w:rsid w:val="00C4624B"/>
    <w:rsid w:val="00C534E2"/>
    <w:rsid w:val="00C54525"/>
    <w:rsid w:val="00C55AE6"/>
    <w:rsid w:val="00C57D8D"/>
    <w:rsid w:val="00C60879"/>
    <w:rsid w:val="00C6176E"/>
    <w:rsid w:val="00C6221E"/>
    <w:rsid w:val="00C62BF2"/>
    <w:rsid w:val="00C63119"/>
    <w:rsid w:val="00C63CF9"/>
    <w:rsid w:val="00C6412B"/>
    <w:rsid w:val="00C64CE8"/>
    <w:rsid w:val="00C66E22"/>
    <w:rsid w:val="00C704D5"/>
    <w:rsid w:val="00C7108A"/>
    <w:rsid w:val="00C74041"/>
    <w:rsid w:val="00C74345"/>
    <w:rsid w:val="00C76F3E"/>
    <w:rsid w:val="00C77383"/>
    <w:rsid w:val="00C81EB1"/>
    <w:rsid w:val="00C82640"/>
    <w:rsid w:val="00C8299A"/>
    <w:rsid w:val="00C82BE3"/>
    <w:rsid w:val="00C8443D"/>
    <w:rsid w:val="00C85571"/>
    <w:rsid w:val="00C86DE4"/>
    <w:rsid w:val="00C870A5"/>
    <w:rsid w:val="00C90C0D"/>
    <w:rsid w:val="00C91854"/>
    <w:rsid w:val="00C928DD"/>
    <w:rsid w:val="00C94259"/>
    <w:rsid w:val="00C956BA"/>
    <w:rsid w:val="00C9689F"/>
    <w:rsid w:val="00CA114F"/>
    <w:rsid w:val="00CA3036"/>
    <w:rsid w:val="00CA393D"/>
    <w:rsid w:val="00CA4402"/>
    <w:rsid w:val="00CA7296"/>
    <w:rsid w:val="00CA7A60"/>
    <w:rsid w:val="00CB0736"/>
    <w:rsid w:val="00CB0C1F"/>
    <w:rsid w:val="00CB35D8"/>
    <w:rsid w:val="00CB3622"/>
    <w:rsid w:val="00CB3E61"/>
    <w:rsid w:val="00CB632D"/>
    <w:rsid w:val="00CB65E4"/>
    <w:rsid w:val="00CB7584"/>
    <w:rsid w:val="00CB7893"/>
    <w:rsid w:val="00CC0D9A"/>
    <w:rsid w:val="00CC2615"/>
    <w:rsid w:val="00CC309C"/>
    <w:rsid w:val="00CC3B0E"/>
    <w:rsid w:val="00CC5B43"/>
    <w:rsid w:val="00CC69E7"/>
    <w:rsid w:val="00CC74D5"/>
    <w:rsid w:val="00CC7B16"/>
    <w:rsid w:val="00CD033C"/>
    <w:rsid w:val="00CD10F7"/>
    <w:rsid w:val="00CD1B74"/>
    <w:rsid w:val="00CD267C"/>
    <w:rsid w:val="00CD39A4"/>
    <w:rsid w:val="00CD5F5F"/>
    <w:rsid w:val="00CD76AB"/>
    <w:rsid w:val="00CE07F2"/>
    <w:rsid w:val="00CE0A59"/>
    <w:rsid w:val="00CE1258"/>
    <w:rsid w:val="00CE198F"/>
    <w:rsid w:val="00CE1DAE"/>
    <w:rsid w:val="00CE48C4"/>
    <w:rsid w:val="00CE6FFF"/>
    <w:rsid w:val="00CE71F6"/>
    <w:rsid w:val="00CE79EA"/>
    <w:rsid w:val="00CF0AB1"/>
    <w:rsid w:val="00CF1476"/>
    <w:rsid w:val="00CF1F31"/>
    <w:rsid w:val="00CF248F"/>
    <w:rsid w:val="00CF251C"/>
    <w:rsid w:val="00CF4DFF"/>
    <w:rsid w:val="00D001D6"/>
    <w:rsid w:val="00D0134D"/>
    <w:rsid w:val="00D01485"/>
    <w:rsid w:val="00D01CDA"/>
    <w:rsid w:val="00D0369B"/>
    <w:rsid w:val="00D0397A"/>
    <w:rsid w:val="00D05EA9"/>
    <w:rsid w:val="00D074B7"/>
    <w:rsid w:val="00D124C6"/>
    <w:rsid w:val="00D135C4"/>
    <w:rsid w:val="00D13B55"/>
    <w:rsid w:val="00D17270"/>
    <w:rsid w:val="00D21D8A"/>
    <w:rsid w:val="00D2242E"/>
    <w:rsid w:val="00D22DBB"/>
    <w:rsid w:val="00D23561"/>
    <w:rsid w:val="00D23D66"/>
    <w:rsid w:val="00D24099"/>
    <w:rsid w:val="00D241CF"/>
    <w:rsid w:val="00D30119"/>
    <w:rsid w:val="00D30EC2"/>
    <w:rsid w:val="00D31017"/>
    <w:rsid w:val="00D310C6"/>
    <w:rsid w:val="00D3110D"/>
    <w:rsid w:val="00D322F5"/>
    <w:rsid w:val="00D334CD"/>
    <w:rsid w:val="00D34C9C"/>
    <w:rsid w:val="00D3510D"/>
    <w:rsid w:val="00D354C6"/>
    <w:rsid w:val="00D3578D"/>
    <w:rsid w:val="00D361B3"/>
    <w:rsid w:val="00D374E9"/>
    <w:rsid w:val="00D377F4"/>
    <w:rsid w:val="00D37E46"/>
    <w:rsid w:val="00D40EE8"/>
    <w:rsid w:val="00D41ACF"/>
    <w:rsid w:val="00D42078"/>
    <w:rsid w:val="00D423C0"/>
    <w:rsid w:val="00D42DA5"/>
    <w:rsid w:val="00D42F3A"/>
    <w:rsid w:val="00D43633"/>
    <w:rsid w:val="00D43858"/>
    <w:rsid w:val="00D45854"/>
    <w:rsid w:val="00D459A6"/>
    <w:rsid w:val="00D459B4"/>
    <w:rsid w:val="00D4673A"/>
    <w:rsid w:val="00D475AE"/>
    <w:rsid w:val="00D4767F"/>
    <w:rsid w:val="00D47ADA"/>
    <w:rsid w:val="00D50825"/>
    <w:rsid w:val="00D528A7"/>
    <w:rsid w:val="00D53122"/>
    <w:rsid w:val="00D53DC3"/>
    <w:rsid w:val="00D53FFC"/>
    <w:rsid w:val="00D54264"/>
    <w:rsid w:val="00D5650B"/>
    <w:rsid w:val="00D572C9"/>
    <w:rsid w:val="00D60EAA"/>
    <w:rsid w:val="00D60F84"/>
    <w:rsid w:val="00D61E9D"/>
    <w:rsid w:val="00D64123"/>
    <w:rsid w:val="00D65480"/>
    <w:rsid w:val="00D65953"/>
    <w:rsid w:val="00D66FF0"/>
    <w:rsid w:val="00D71929"/>
    <w:rsid w:val="00D75599"/>
    <w:rsid w:val="00D75A25"/>
    <w:rsid w:val="00D777F8"/>
    <w:rsid w:val="00D801DC"/>
    <w:rsid w:val="00D825C1"/>
    <w:rsid w:val="00D82876"/>
    <w:rsid w:val="00D8468F"/>
    <w:rsid w:val="00D85AA6"/>
    <w:rsid w:val="00D901D2"/>
    <w:rsid w:val="00D91EC5"/>
    <w:rsid w:val="00D92AE6"/>
    <w:rsid w:val="00D941C0"/>
    <w:rsid w:val="00D970FC"/>
    <w:rsid w:val="00D97B3B"/>
    <w:rsid w:val="00DA2213"/>
    <w:rsid w:val="00DA54BE"/>
    <w:rsid w:val="00DA5C89"/>
    <w:rsid w:val="00DA662E"/>
    <w:rsid w:val="00DA6989"/>
    <w:rsid w:val="00DA7ED9"/>
    <w:rsid w:val="00DB0553"/>
    <w:rsid w:val="00DB2218"/>
    <w:rsid w:val="00DB2F31"/>
    <w:rsid w:val="00DB2F71"/>
    <w:rsid w:val="00DB48FA"/>
    <w:rsid w:val="00DB4951"/>
    <w:rsid w:val="00DB632E"/>
    <w:rsid w:val="00DB69B5"/>
    <w:rsid w:val="00DC0030"/>
    <w:rsid w:val="00DC1ADD"/>
    <w:rsid w:val="00DC1D0E"/>
    <w:rsid w:val="00DC43FB"/>
    <w:rsid w:val="00DC47CD"/>
    <w:rsid w:val="00DC4824"/>
    <w:rsid w:val="00DC5028"/>
    <w:rsid w:val="00DC5C6A"/>
    <w:rsid w:val="00DC6A24"/>
    <w:rsid w:val="00DC7F0D"/>
    <w:rsid w:val="00DC7F88"/>
    <w:rsid w:val="00DD01DD"/>
    <w:rsid w:val="00DD2E57"/>
    <w:rsid w:val="00DD3A83"/>
    <w:rsid w:val="00DD4394"/>
    <w:rsid w:val="00DD48CF"/>
    <w:rsid w:val="00DE167C"/>
    <w:rsid w:val="00DE2324"/>
    <w:rsid w:val="00DE283B"/>
    <w:rsid w:val="00DE3452"/>
    <w:rsid w:val="00DE4FAE"/>
    <w:rsid w:val="00DE588E"/>
    <w:rsid w:val="00DE699A"/>
    <w:rsid w:val="00DE6CD8"/>
    <w:rsid w:val="00DF1CD9"/>
    <w:rsid w:val="00DF3728"/>
    <w:rsid w:val="00DF524E"/>
    <w:rsid w:val="00DF5A53"/>
    <w:rsid w:val="00DF7717"/>
    <w:rsid w:val="00E01A93"/>
    <w:rsid w:val="00E02380"/>
    <w:rsid w:val="00E07C3F"/>
    <w:rsid w:val="00E07C62"/>
    <w:rsid w:val="00E10D46"/>
    <w:rsid w:val="00E12E10"/>
    <w:rsid w:val="00E12ED0"/>
    <w:rsid w:val="00E13E13"/>
    <w:rsid w:val="00E14D3B"/>
    <w:rsid w:val="00E15D94"/>
    <w:rsid w:val="00E16BF5"/>
    <w:rsid w:val="00E17FDA"/>
    <w:rsid w:val="00E2183F"/>
    <w:rsid w:val="00E24280"/>
    <w:rsid w:val="00E25B06"/>
    <w:rsid w:val="00E260AF"/>
    <w:rsid w:val="00E316D6"/>
    <w:rsid w:val="00E31CA2"/>
    <w:rsid w:val="00E321A0"/>
    <w:rsid w:val="00E33503"/>
    <w:rsid w:val="00E36DA2"/>
    <w:rsid w:val="00E401F9"/>
    <w:rsid w:val="00E40713"/>
    <w:rsid w:val="00E40C4C"/>
    <w:rsid w:val="00E426CE"/>
    <w:rsid w:val="00E4459D"/>
    <w:rsid w:val="00E44C09"/>
    <w:rsid w:val="00E44F71"/>
    <w:rsid w:val="00E4751A"/>
    <w:rsid w:val="00E50AB9"/>
    <w:rsid w:val="00E52BE6"/>
    <w:rsid w:val="00E53885"/>
    <w:rsid w:val="00E543D9"/>
    <w:rsid w:val="00E56247"/>
    <w:rsid w:val="00E56B06"/>
    <w:rsid w:val="00E575CD"/>
    <w:rsid w:val="00E63EEF"/>
    <w:rsid w:val="00E6415A"/>
    <w:rsid w:val="00E6459F"/>
    <w:rsid w:val="00E65244"/>
    <w:rsid w:val="00E6547C"/>
    <w:rsid w:val="00E66312"/>
    <w:rsid w:val="00E705EA"/>
    <w:rsid w:val="00E7250A"/>
    <w:rsid w:val="00E72BDC"/>
    <w:rsid w:val="00E72DBE"/>
    <w:rsid w:val="00E734F7"/>
    <w:rsid w:val="00E763E5"/>
    <w:rsid w:val="00E80878"/>
    <w:rsid w:val="00E80FAB"/>
    <w:rsid w:val="00E821D8"/>
    <w:rsid w:val="00E830A7"/>
    <w:rsid w:val="00E84B69"/>
    <w:rsid w:val="00E87236"/>
    <w:rsid w:val="00E87AB3"/>
    <w:rsid w:val="00E87F76"/>
    <w:rsid w:val="00E92346"/>
    <w:rsid w:val="00E9522C"/>
    <w:rsid w:val="00E95BC0"/>
    <w:rsid w:val="00E96083"/>
    <w:rsid w:val="00E96A46"/>
    <w:rsid w:val="00EA55D9"/>
    <w:rsid w:val="00EA5B11"/>
    <w:rsid w:val="00EA6F1E"/>
    <w:rsid w:val="00EA76B8"/>
    <w:rsid w:val="00EB050A"/>
    <w:rsid w:val="00EB0F4B"/>
    <w:rsid w:val="00EB109C"/>
    <w:rsid w:val="00EB654A"/>
    <w:rsid w:val="00EC0BF4"/>
    <w:rsid w:val="00EC12E3"/>
    <w:rsid w:val="00EC6A87"/>
    <w:rsid w:val="00EC738C"/>
    <w:rsid w:val="00ED02E2"/>
    <w:rsid w:val="00ED0418"/>
    <w:rsid w:val="00ED34EB"/>
    <w:rsid w:val="00ED429D"/>
    <w:rsid w:val="00ED483E"/>
    <w:rsid w:val="00ED54F9"/>
    <w:rsid w:val="00ED648A"/>
    <w:rsid w:val="00ED766B"/>
    <w:rsid w:val="00EE0629"/>
    <w:rsid w:val="00EE1262"/>
    <w:rsid w:val="00EE5CDC"/>
    <w:rsid w:val="00EE6C7C"/>
    <w:rsid w:val="00EE787C"/>
    <w:rsid w:val="00EF0491"/>
    <w:rsid w:val="00EF2400"/>
    <w:rsid w:val="00EF2FFE"/>
    <w:rsid w:val="00EF5014"/>
    <w:rsid w:val="00F04736"/>
    <w:rsid w:val="00F06670"/>
    <w:rsid w:val="00F07407"/>
    <w:rsid w:val="00F07D7E"/>
    <w:rsid w:val="00F10C5A"/>
    <w:rsid w:val="00F12260"/>
    <w:rsid w:val="00F130A5"/>
    <w:rsid w:val="00F169D5"/>
    <w:rsid w:val="00F17AF0"/>
    <w:rsid w:val="00F17D92"/>
    <w:rsid w:val="00F20DEF"/>
    <w:rsid w:val="00F210F9"/>
    <w:rsid w:val="00F21417"/>
    <w:rsid w:val="00F22990"/>
    <w:rsid w:val="00F231AC"/>
    <w:rsid w:val="00F23DAA"/>
    <w:rsid w:val="00F24AA7"/>
    <w:rsid w:val="00F24D7B"/>
    <w:rsid w:val="00F3321D"/>
    <w:rsid w:val="00F35549"/>
    <w:rsid w:val="00F36E30"/>
    <w:rsid w:val="00F41009"/>
    <w:rsid w:val="00F45647"/>
    <w:rsid w:val="00F45ADB"/>
    <w:rsid w:val="00F46D96"/>
    <w:rsid w:val="00F502C7"/>
    <w:rsid w:val="00F52036"/>
    <w:rsid w:val="00F52457"/>
    <w:rsid w:val="00F535A7"/>
    <w:rsid w:val="00F537E6"/>
    <w:rsid w:val="00F556AA"/>
    <w:rsid w:val="00F563E5"/>
    <w:rsid w:val="00F56689"/>
    <w:rsid w:val="00F5668C"/>
    <w:rsid w:val="00F56EC1"/>
    <w:rsid w:val="00F60246"/>
    <w:rsid w:val="00F61955"/>
    <w:rsid w:val="00F62108"/>
    <w:rsid w:val="00F62403"/>
    <w:rsid w:val="00F674C3"/>
    <w:rsid w:val="00F675EF"/>
    <w:rsid w:val="00F67CF1"/>
    <w:rsid w:val="00F67E1D"/>
    <w:rsid w:val="00F7283E"/>
    <w:rsid w:val="00F73314"/>
    <w:rsid w:val="00F738F6"/>
    <w:rsid w:val="00F80338"/>
    <w:rsid w:val="00F80367"/>
    <w:rsid w:val="00F80C27"/>
    <w:rsid w:val="00F8481A"/>
    <w:rsid w:val="00F85B49"/>
    <w:rsid w:val="00F862C1"/>
    <w:rsid w:val="00F909AC"/>
    <w:rsid w:val="00F90E04"/>
    <w:rsid w:val="00F91648"/>
    <w:rsid w:val="00F923EC"/>
    <w:rsid w:val="00F93A93"/>
    <w:rsid w:val="00F95BDD"/>
    <w:rsid w:val="00FA04AE"/>
    <w:rsid w:val="00FA4610"/>
    <w:rsid w:val="00FA52FD"/>
    <w:rsid w:val="00FA5AA9"/>
    <w:rsid w:val="00FA6BD9"/>
    <w:rsid w:val="00FA6C2E"/>
    <w:rsid w:val="00FA7AC6"/>
    <w:rsid w:val="00FA7D43"/>
    <w:rsid w:val="00FB0902"/>
    <w:rsid w:val="00FB0B26"/>
    <w:rsid w:val="00FB1590"/>
    <w:rsid w:val="00FB177C"/>
    <w:rsid w:val="00FB36B8"/>
    <w:rsid w:val="00FB48B0"/>
    <w:rsid w:val="00FB5E94"/>
    <w:rsid w:val="00FB7A13"/>
    <w:rsid w:val="00FC0E2F"/>
    <w:rsid w:val="00FC1EB0"/>
    <w:rsid w:val="00FC21BD"/>
    <w:rsid w:val="00FC3927"/>
    <w:rsid w:val="00FC6A43"/>
    <w:rsid w:val="00FC6DD1"/>
    <w:rsid w:val="00FD1790"/>
    <w:rsid w:val="00FD223A"/>
    <w:rsid w:val="00FD264B"/>
    <w:rsid w:val="00FD28A7"/>
    <w:rsid w:val="00FD5983"/>
    <w:rsid w:val="00FD6EFE"/>
    <w:rsid w:val="00FD7656"/>
    <w:rsid w:val="00FE1138"/>
    <w:rsid w:val="00FE24E3"/>
    <w:rsid w:val="00FE65CE"/>
    <w:rsid w:val="00FF1412"/>
    <w:rsid w:val="00FF3991"/>
    <w:rsid w:val="00FF5AA3"/>
    <w:rsid w:val="00FF5B40"/>
    <w:rsid w:val="00FF5EE1"/>
    <w:rsid w:val="00FF63FA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67E42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67E42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3">
    <w:name w:val="header"/>
    <w:basedOn w:val="a"/>
    <w:link w:val="a4"/>
    <w:uiPriority w:val="99"/>
    <w:rsid w:val="00267E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67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7E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67E4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97F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97FC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95BC0"/>
    <w:pPr>
      <w:ind w:left="720"/>
      <w:contextualSpacing/>
    </w:pPr>
  </w:style>
  <w:style w:type="character" w:styleId="a8">
    <w:name w:val="Hyperlink"/>
    <w:uiPriority w:val="99"/>
    <w:unhideWhenUsed/>
    <w:rsid w:val="003E59BE"/>
    <w:rPr>
      <w:color w:val="0000FF"/>
      <w:u w:val="single"/>
    </w:rPr>
  </w:style>
  <w:style w:type="paragraph" w:customStyle="1" w:styleId="s1">
    <w:name w:val="s_1"/>
    <w:basedOn w:val="a"/>
    <w:rsid w:val="005843F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D17270"/>
  </w:style>
  <w:style w:type="paragraph" w:styleId="a9">
    <w:name w:val="footer"/>
    <w:basedOn w:val="a"/>
    <w:link w:val="aa"/>
    <w:uiPriority w:val="99"/>
    <w:unhideWhenUsed/>
    <w:rsid w:val="007A3A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A3AD6"/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_"/>
    <w:link w:val="1"/>
    <w:locked/>
    <w:rsid w:val="00C8557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C85571"/>
    <w:pPr>
      <w:widowControl w:val="0"/>
      <w:shd w:val="clear" w:color="auto" w:fill="FFFFFF"/>
      <w:ind w:firstLine="400"/>
      <w:jc w:val="both"/>
    </w:pPr>
    <w:rPr>
      <w:rFonts w:ascii="Calibri" w:eastAsia="Calibri" w:hAnsi="Calibri"/>
      <w:sz w:val="28"/>
      <w:szCs w:val="28"/>
    </w:rPr>
  </w:style>
  <w:style w:type="character" w:styleId="ac">
    <w:name w:val="Emphasis"/>
    <w:basedOn w:val="a0"/>
    <w:uiPriority w:val="20"/>
    <w:qFormat/>
    <w:rsid w:val="00E734F7"/>
    <w:rPr>
      <w:i/>
      <w:iCs/>
    </w:rPr>
  </w:style>
  <w:style w:type="character" w:styleId="ad">
    <w:name w:val="Strong"/>
    <w:basedOn w:val="a0"/>
    <w:uiPriority w:val="22"/>
    <w:qFormat/>
    <w:rsid w:val="00DA6989"/>
    <w:rPr>
      <w:b/>
      <w:bCs/>
    </w:rPr>
  </w:style>
  <w:style w:type="paragraph" w:styleId="ae">
    <w:name w:val="Normal (Web)"/>
    <w:basedOn w:val="a"/>
    <w:uiPriority w:val="99"/>
    <w:semiHidden/>
    <w:unhideWhenUsed/>
    <w:rsid w:val="009E3DC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4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67E42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67E42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3">
    <w:name w:val="header"/>
    <w:basedOn w:val="a"/>
    <w:link w:val="a4"/>
    <w:uiPriority w:val="99"/>
    <w:rsid w:val="00267E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67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7E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67E4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97F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97FC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95BC0"/>
    <w:pPr>
      <w:ind w:left="720"/>
      <w:contextualSpacing/>
    </w:pPr>
  </w:style>
  <w:style w:type="character" w:styleId="a8">
    <w:name w:val="Hyperlink"/>
    <w:uiPriority w:val="99"/>
    <w:unhideWhenUsed/>
    <w:rsid w:val="003E59BE"/>
    <w:rPr>
      <w:color w:val="0000FF"/>
      <w:u w:val="single"/>
    </w:rPr>
  </w:style>
  <w:style w:type="paragraph" w:customStyle="1" w:styleId="s1">
    <w:name w:val="s_1"/>
    <w:basedOn w:val="a"/>
    <w:rsid w:val="005843F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D17270"/>
  </w:style>
  <w:style w:type="paragraph" w:styleId="a9">
    <w:name w:val="footer"/>
    <w:basedOn w:val="a"/>
    <w:link w:val="aa"/>
    <w:uiPriority w:val="99"/>
    <w:unhideWhenUsed/>
    <w:rsid w:val="007A3A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A3AD6"/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_"/>
    <w:link w:val="1"/>
    <w:locked/>
    <w:rsid w:val="00C8557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C85571"/>
    <w:pPr>
      <w:widowControl w:val="0"/>
      <w:shd w:val="clear" w:color="auto" w:fill="FFFFFF"/>
      <w:ind w:firstLine="400"/>
      <w:jc w:val="both"/>
    </w:pPr>
    <w:rPr>
      <w:rFonts w:ascii="Calibri" w:eastAsia="Calibri" w:hAnsi="Calibri"/>
      <w:sz w:val="28"/>
      <w:szCs w:val="28"/>
    </w:rPr>
  </w:style>
  <w:style w:type="character" w:styleId="ac">
    <w:name w:val="Emphasis"/>
    <w:basedOn w:val="a0"/>
    <w:uiPriority w:val="20"/>
    <w:qFormat/>
    <w:rsid w:val="00E734F7"/>
    <w:rPr>
      <w:i/>
      <w:iCs/>
    </w:rPr>
  </w:style>
  <w:style w:type="character" w:styleId="ad">
    <w:name w:val="Strong"/>
    <w:basedOn w:val="a0"/>
    <w:uiPriority w:val="22"/>
    <w:qFormat/>
    <w:rsid w:val="00DA6989"/>
    <w:rPr>
      <w:b/>
      <w:bCs/>
    </w:rPr>
  </w:style>
  <w:style w:type="paragraph" w:styleId="ae">
    <w:name w:val="Normal (Web)"/>
    <w:basedOn w:val="a"/>
    <w:uiPriority w:val="99"/>
    <w:semiHidden/>
    <w:unhideWhenUsed/>
    <w:rsid w:val="009E3D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0713&amp;dst=7148" TargetMode="External"/><Relationship Id="rId18" Type="http://schemas.openxmlformats.org/officeDocument/2006/relationships/hyperlink" Target="https://login.consultant.ru/link/?req=doc&amp;base=RLAW390&amp;n=124659&amp;dst=100175" TargetMode="External"/><Relationship Id="rId26" Type="http://schemas.openxmlformats.org/officeDocument/2006/relationships/hyperlink" Target="https://login.consultant.ru/link/?req=doc&amp;base=RLAW390&amp;n=124659&amp;dst=10014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390&amp;n=122894&amp;dst=10017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390&amp;n=124659&amp;dst=100153" TargetMode="External"/><Relationship Id="rId17" Type="http://schemas.openxmlformats.org/officeDocument/2006/relationships/hyperlink" Target="https://login.consultant.ru/link/?req=doc&amp;base=RLAW390&amp;n=124659&amp;dst=100175" TargetMode="External"/><Relationship Id="rId25" Type="http://schemas.openxmlformats.org/officeDocument/2006/relationships/hyperlink" Target="https://login.consultant.ru/link/?req=doc&amp;base=RLAW390&amp;n=124659&amp;dst=100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90&amp;n=124659&amp;dst=100162" TargetMode="External"/><Relationship Id="rId20" Type="http://schemas.openxmlformats.org/officeDocument/2006/relationships/hyperlink" Target="https://login.consultant.ru/link/?req=doc&amp;base=RLAW390&amp;n=130178&amp;dst=100883" TargetMode="External"/><Relationship Id="rId29" Type="http://schemas.openxmlformats.org/officeDocument/2006/relationships/hyperlink" Target="https://login.consultant.ru/link/?req=doc&amp;base=LAW&amp;n=465808&amp;dst=37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390&amp;n=124659&amp;dst=100016" TargetMode="External"/><Relationship Id="rId24" Type="http://schemas.openxmlformats.org/officeDocument/2006/relationships/hyperlink" Target="https://login.consultant.ru/link/?req=doc&amp;base=RLAW390&amp;n=124659&amp;dst=100041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70713&amp;dst=7183" TargetMode="External"/><Relationship Id="rId23" Type="http://schemas.openxmlformats.org/officeDocument/2006/relationships/hyperlink" Target="https://login.consultant.ru/link/?req=doc&amp;base=LAW&amp;n=461663&amp;dst=100042" TargetMode="External"/><Relationship Id="rId28" Type="http://schemas.openxmlformats.org/officeDocument/2006/relationships/hyperlink" Target="https://login.consultant.ru/link/?req=doc&amp;base=LAW&amp;n=465808&amp;dst=3704" TargetMode="External"/><Relationship Id="rId10" Type="http://schemas.openxmlformats.org/officeDocument/2006/relationships/hyperlink" Target="https://login.consultant.ru/link/?req=doc&amp;base=LAW&amp;n=470713&amp;dst=7156" TargetMode="External"/><Relationship Id="rId19" Type="http://schemas.openxmlformats.org/officeDocument/2006/relationships/hyperlink" Target="https://login.consultant.ru/link/?req=doc&amp;base=RLAW390&amp;n=130178&amp;dst=100878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70713&amp;dst=103524" TargetMode="External"/><Relationship Id="rId22" Type="http://schemas.openxmlformats.org/officeDocument/2006/relationships/hyperlink" Target="https://login.consultant.ru/link/?req=doc&amp;base=RLAW390&amp;n=124659&amp;dst=100019" TargetMode="External"/><Relationship Id="rId27" Type="http://schemas.openxmlformats.org/officeDocument/2006/relationships/hyperlink" Target="https://login.consultant.ru/link/?req=doc&amp;base=RLAW390&amp;n=124659&amp;dst=100119" TargetMode="External"/><Relationship Id="rId3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1080;&#1079;&#1084;&#1085;&#1077;&#1085;&#1077;&#1085;&#1080;&#1103;%20&#1074;%20&#1087;&#1086;&#1089;&#1090;&#1072;&#1085;&#1086;&#1074;&#1083;&#1077;&#1085;&#1080;&#1077;%20&#1103;&#1085;&#1074;&#1072;&#1088;&#1100;%202022%20&#1084;&#1072;&#1088;&#1090;%20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5B75-959A-4D01-8FE5-8621A18B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измненения в постановление январь 2022 март 4</Template>
  <TotalTime>0</TotalTime>
  <Pages>19</Pages>
  <Words>6843</Words>
  <Characters>39007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45759</CharactersWithSpaces>
  <SharedDoc>false</SharedDoc>
  <HLinks>
    <vt:vector size="6" baseType="variant">
      <vt:variant>
        <vt:i4>7340139</vt:i4>
      </vt:variant>
      <vt:variant>
        <vt:i4>0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/document/45838116/entry/1038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Семёнова Ирина Сергеевна</cp:lastModifiedBy>
  <cp:revision>2</cp:revision>
  <cp:lastPrinted>2024-06-04T11:18:00Z</cp:lastPrinted>
  <dcterms:created xsi:type="dcterms:W3CDTF">2024-07-03T10:06:00Z</dcterms:created>
  <dcterms:modified xsi:type="dcterms:W3CDTF">2024-07-03T10:06:00Z</dcterms:modified>
</cp:coreProperties>
</file>