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Публичный сервитут для эксплуатации линейного объекта газоснабжения Газопровод по </w:t>
            </w:r>
            <w:proofErr w:type="spellStart"/>
            <w:r w:rsidRPr="004D2DB2">
              <w:rPr>
                <w:u w:val="single"/>
              </w:rPr>
              <w:t>ул.Белозерная</w:t>
            </w:r>
            <w:proofErr w:type="spellEnd"/>
            <w:r w:rsidRPr="004D2DB2">
              <w:rPr>
                <w:u w:val="single"/>
              </w:rPr>
              <w:t xml:space="preserve">, ул. Уфимской, ул. </w:t>
            </w:r>
            <w:proofErr w:type="spellStart"/>
            <w:r w:rsidRPr="004D2DB2">
              <w:rPr>
                <w:u w:val="single"/>
              </w:rPr>
              <w:t>Подурова</w:t>
            </w:r>
            <w:proofErr w:type="spellEnd"/>
            <w:r w:rsidRPr="004D2DB2">
              <w:rPr>
                <w:u w:val="single"/>
              </w:rPr>
              <w:t xml:space="preserve">, </w:t>
            </w:r>
            <w:proofErr w:type="spellStart"/>
            <w:r w:rsidRPr="004D2DB2">
              <w:rPr>
                <w:u w:val="single"/>
              </w:rPr>
              <w:t>ул.Калининградская</w:t>
            </w:r>
            <w:proofErr w:type="spellEnd"/>
            <w:r w:rsidRPr="004D2DB2">
              <w:rPr>
                <w:u w:val="single"/>
              </w:rPr>
              <w:t xml:space="preserve">, </w:t>
            </w:r>
            <w:proofErr w:type="spellStart"/>
            <w:r w:rsidRPr="004D2DB2">
              <w:rPr>
                <w:u w:val="single"/>
              </w:rPr>
              <w:t>г.Оренбург</w:t>
            </w:r>
            <w:proofErr w:type="spellEnd"/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r w:rsidR="001435EE">
              <w:rPr>
                <w:sz w:val="20"/>
              </w:rPr>
              <w:t>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87546E" w:rsidRDefault="00741DEC" w:rsidP="00741DEC">
            <w:pPr>
              <w:pStyle w:val="1"/>
              <w:rPr>
                <w:sz w:val="20"/>
                <w:szCs w:val="24"/>
              </w:rPr>
            </w:pPr>
            <w:r w:rsidRPr="0087546E">
              <w:rPr>
                <w:sz w:val="20"/>
                <w:szCs w:val="24"/>
              </w:rPr>
              <w:t>Российская Федерация, Оренбургская область, г. Оренбург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2850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11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87546E">
              <w:rPr>
                <w:sz w:val="20"/>
                <w:szCs w:val="24"/>
              </w:rPr>
              <w:t xml:space="preserve">Публичный сервитут в отношении земель и земельных участков в целях эксплуатации линейного объекта Газопровод по ул.Белозерная, ул.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Уфимской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ул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Подурова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ул.Калининградская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г.Оренбург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сроком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на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49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лет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Обладатель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публичного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сервитута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АО "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Газпром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газораспределение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Оренбург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", ИНН 5610010369, ОГРН 1025601022512,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юридический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адрес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и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фактический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адрес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: 460000,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Оренбургская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область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, г.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Оренбург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ул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Краснознаменная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>, д.39,</w:t>
            </w:r>
          </w:p>
          <w:p w:rsidR="00741DEC" w:rsidRPr="0087546E" w:rsidRDefault="00741DEC" w:rsidP="00741DEC">
            <w:pPr>
              <w:pStyle w:val="1"/>
              <w:rPr>
                <w:sz w:val="20"/>
                <w:szCs w:val="24"/>
              </w:rPr>
            </w:pPr>
            <w:r w:rsidRPr="0087546E">
              <w:rPr>
                <w:sz w:val="20"/>
                <w:szCs w:val="24"/>
              </w:rPr>
              <w:t xml:space="preserve">тел.: +7 (3532) 341-202, +7 (3532) 341-260, адрес электронной почты: </w:t>
            </w:r>
            <w:r w:rsidRPr="005A5528">
              <w:rPr>
                <w:sz w:val="20"/>
                <w:szCs w:val="24"/>
                <w:lang w:val="en-US"/>
              </w:rPr>
              <w:t>o</w:t>
            </w:r>
            <w:r w:rsidRPr="0087546E">
              <w:rPr>
                <w:sz w:val="20"/>
                <w:szCs w:val="24"/>
              </w:rPr>
              <w:t>010608@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oblgaz</w:t>
            </w:r>
            <w:proofErr w:type="spellEnd"/>
            <w:r w:rsidRPr="0087546E">
              <w:rPr>
                <w:sz w:val="20"/>
                <w:szCs w:val="24"/>
              </w:rPr>
              <w:t>56.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FB29BF" w:rsidRDefault="00FB29BF"/>
    <w:p w:rsidR="00FB29BF" w:rsidRDefault="00CE03E4">
      <w:r>
        <w:br w:type="page"/>
      </w:r>
    </w:p>
    <w:p w:rsidR="00FB29BF" w:rsidRDefault="00FB29BF">
      <w:pPr>
        <w:sectPr w:rsidR="00FB29BF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CE03E4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CE03E4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E03E4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E03E4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CE03E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CE03E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CE03E4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CE03E4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CE03E4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CE03E4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1E58F4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CE03E4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CE03E4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1E58F4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1E58F4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1E58F4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CE03E4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CE03E4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CE03E4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CE03E4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CE03E4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CE03E4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433870.28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2303668.42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433878.61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2303659.54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433878.57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2303656.07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433848.61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2303625.90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433853.13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2303621.94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433851.38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2303617.56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433849.84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2303618.17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433845.06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2303622.37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433785.17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2303563.65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433782.55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2303560.77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433812.50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2303527.46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433833.42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2303506.58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433841.10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2303499.12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433840.97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2303495.45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433840.04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2303494.64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433844.89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2303489.92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433862.34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2303476.04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433869.64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2303471.06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433870.63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2303470.26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433875.97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2303470.01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433887.00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2303479.87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433890.88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2303479.17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433890.32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2303476.15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433880.36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2303467.23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433883.47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2303460.43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433881.41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2303458.65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433879.15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2303457.96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433875.72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2303465.01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433869.18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2303465.44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433868.03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2303465.95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433866.59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2303467.10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433859.31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2303472.07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433841.68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2303486.09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433836.31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2303491.30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433775.06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2303434.10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433702.00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2303367.10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433707.94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2303361.20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433728.51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2303339.12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433730.11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2303340.59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433731.68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2303338.92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433733.61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2303337.01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433731.84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2303335.40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433744.62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2303320.54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433752.62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2303310.73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433752.66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2303309.08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433779.56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2303278.22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433780.87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2303279.30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433784.68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2303278.54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</w:t>
            </w:r>
            <w:r w:rsidRPr="002E6E74">
              <w:rPr>
                <w:sz w:val="18"/>
                <w:szCs w:val="20"/>
              </w:rPr>
              <w:lastRenderedPageBreak/>
              <w:t>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433784.05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2303275.45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433782.81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2303274.42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433792.81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2303262.64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433803.25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2303249.55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433810.54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2303255.15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433814.00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2303254.73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433816.55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2303251.58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433814.95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2303249.56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433812.66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2303248.44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433811.64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2303249.70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433804.35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2303244.10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433802.73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2303243.58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433800.87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2303244.52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433788.93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2303259.49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433777.38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2303273.11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433749.65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2303304.92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433705.55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2303265.64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433664.55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2303231.09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433667.32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2303227.58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433665.56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2303225.81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433663.41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2303224.48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433660.72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2303227.87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433618.67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2303192.10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433629.73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2303178.17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433629.46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2303174.83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433626.71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2303172.26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433623.91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2303171.99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433622.89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2303175.42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433624.38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2303176.92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433613.97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2303189.99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433608.29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2303190.20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433587.56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2303180.96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433576.33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2303174.69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433570.90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2303142.78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433570.14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2303141.38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433514.57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2303089.27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433517.29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2303086.19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433515.66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2303084.51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433513.53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2303082.89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433510.88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2303085.92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433460.53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2303043.97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433458.83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2303043.39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433457.38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2303043.93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433418.81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2303011.31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433417.46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2303002.90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433416.84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2303001.59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433397.88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2302981.08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433398.29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2302980.72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433395.01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2302976.95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433394.51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2302977.39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433359.65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2302937.39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433358.10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2302936.56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433329.52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2302932.64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433329.33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2302911.47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433328.62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2302909.75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433287.15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2302867.32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433288.98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2302865.63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433287.59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2302863.51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433285.59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2302861.95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433283.76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2302863.65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433250.28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2302825.24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433231.77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2302807.00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433235.85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2302802.92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433234.02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2302800.79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433232.32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2302799.38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433228.25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2302803.45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433203.69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2302778.39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433200.08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2302769.50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433188.49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2302757.88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</w:t>
            </w:r>
            <w:r w:rsidRPr="002E6E74">
              <w:rPr>
                <w:sz w:val="18"/>
                <w:szCs w:val="20"/>
              </w:rPr>
              <w:lastRenderedPageBreak/>
              <w:t>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433172.58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2302740.95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433135.40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2302701.22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433139.75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2302696.82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433139.09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2302693.81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433136.20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2302693.30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433131.95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2302697.60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433118.73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2302684.61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433094.02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2302659.28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433092.12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2302658.53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433090.11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2302662.36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433115.21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2302688.16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433126.88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2302699.63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433123.14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2302703.41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433124.62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2302705.41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433126.69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2302706.93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433130.39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2302703.19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433167.54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2302742.86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433185.83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2302762.29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433195.65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2302771.86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433199.44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2302781.13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433204.63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2302786.44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433236.34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2302818.61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433233.91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2302820.84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433235.52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2302822.85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433237.30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2302824.53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433239.90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2302822.13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433246.59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2302828.60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433281.68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2302868.86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433324.34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2302912.52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433324.54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2302934.85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433324.93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2302936.16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433326.70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2302937.30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433356.50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2302941.39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433392.46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2302982.65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433391.68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2302983.66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433392.97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2302985.77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433394.71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2302987.64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433396.14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2302986.54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433412.66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2303004.42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433414.38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2303013.96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433455.58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2303049.16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433458.76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2303049.21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433504.46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2303087.02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433503.74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2303087.92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433505.50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2303089.66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433507.63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2303091.06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433508.26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2303090.27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433566.11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2303144.44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433571.60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2303176.71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433572.84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2303178.47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433585.26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2303185.47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433606.79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2303195.00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433607.90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2303195.22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433614.33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2303194.97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433659.44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2303233.33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433657.79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2303235.44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433659.57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2303237.19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433661.72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2303238.52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433663.26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2303236.54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433702.26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2303269.40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433747.23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2303309.45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433740.74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2303317.47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433736.71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2303322.20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433727.66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2303332.59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433703.86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2303358.25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433696.53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2303365.48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433696.37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2303368.82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433670.70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2303396.07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433669.61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2303395.23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</w:t>
            </w:r>
            <w:r w:rsidRPr="002E6E74">
              <w:rPr>
                <w:sz w:val="18"/>
                <w:szCs w:val="20"/>
              </w:rPr>
              <w:lastRenderedPageBreak/>
              <w:t>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433667.80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2303397.09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433666.57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2303399.21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433669.46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2303401.41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433672.87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2303400.92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433700.11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2303372.13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433774.20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2303440.17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433835.66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2303497.46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433808.83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2303524.06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433777.32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2303559.11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433777.07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2303562.12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433779.96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2303565.36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433763.75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2303582.48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433760.60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2303579.47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433758.78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2303578.78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433757.11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2303579.51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433755.66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2303580.96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433753.63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2303578.99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433751.95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2303578.35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433745.69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2303572.48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433743.88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2303571.81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433741.87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2303575.64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433749.74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2303583.12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433750.67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2303583.07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433753.95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2303586.26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433757.45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2303586.23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433758.91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2303584.77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433762.11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2303587.83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433765.65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2303587.75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433783.44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2303568.96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433843.20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2303627.55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433873.32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2303657.89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433866.64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2303665.00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433868.26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2303666.88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433870.28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2303668.42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433784.40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2303291.07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433790.46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2303283.29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433789.14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2303280.46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433786.28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2303280.59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433780.47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2303287.99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433780.82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2303291.28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CE03E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433784.40</w:t>
            </w:r>
          </w:p>
        </w:tc>
        <w:tc>
          <w:tcPr>
            <w:tcW w:w="1562" w:type="dxa"/>
          </w:tcPr>
          <w:p w:rsidR="006E1041" w:rsidRPr="002E6E74" w:rsidRDefault="00CE03E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2303291.07</w:t>
            </w:r>
          </w:p>
        </w:tc>
        <w:tc>
          <w:tcPr>
            <w:tcW w:w="2134" w:type="dxa"/>
          </w:tcPr>
          <w:p w:rsidR="006E1041" w:rsidRPr="0087546E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CE03E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E03E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E03E4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CE03E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CE03E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CE03E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CE03E4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CE03E4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CE03E4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1E58F4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CE03E4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CE03E4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1E58F4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1E58F4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1E58F4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CE03E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CE03E4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CE03E4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CE03E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CE03E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CE03E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E03E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E03E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E03E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E03E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E03E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E03E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7F61A0" w:rsidRDefault="007F61A0"/>
    <w:sectPr w:rsidR="007F61A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8F4" w:rsidRDefault="001E58F4">
      <w:r>
        <w:separator/>
      </w:r>
    </w:p>
  </w:endnote>
  <w:endnote w:type="continuationSeparator" w:id="0">
    <w:p w:rsidR="001E58F4" w:rsidRDefault="001E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814264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8F4" w:rsidRDefault="001E58F4">
      <w:r>
        <w:separator/>
      </w:r>
    </w:p>
  </w:footnote>
  <w:footnote w:type="continuationSeparator" w:id="0">
    <w:p w:rsidR="001E58F4" w:rsidRDefault="001E5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435EE"/>
    <w:rsid w:val="001518D1"/>
    <w:rsid w:val="00192B63"/>
    <w:rsid w:val="001C3AD5"/>
    <w:rsid w:val="001D1BAD"/>
    <w:rsid w:val="001D4228"/>
    <w:rsid w:val="001D5B2F"/>
    <w:rsid w:val="001E4FCE"/>
    <w:rsid w:val="001E58F4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7F61A0"/>
    <w:rsid w:val="00814264"/>
    <w:rsid w:val="008225FF"/>
    <w:rsid w:val="00832DCE"/>
    <w:rsid w:val="00845B7C"/>
    <w:rsid w:val="0087546E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92D95"/>
    <w:rsid w:val="00CA1EE7"/>
    <w:rsid w:val="00CB2F66"/>
    <w:rsid w:val="00CC4C2B"/>
    <w:rsid w:val="00CD74DF"/>
    <w:rsid w:val="00CE03E4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B29BF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C323BA-B211-42A9-8604-707C53906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СведенияОбОбъекте.dot</Template>
  <TotalTime>1</TotalTime>
  <Pages>15</Pages>
  <Words>3275</Words>
  <Characters>18670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Михайлова Елена Михайловна</cp:lastModifiedBy>
  <cp:revision>2</cp:revision>
  <dcterms:created xsi:type="dcterms:W3CDTF">2024-04-18T04:51:00Z</dcterms:created>
  <dcterms:modified xsi:type="dcterms:W3CDTF">2024-04-18T04:51:00Z</dcterms:modified>
</cp:coreProperties>
</file>