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45" w:rsidRPr="003A318E" w:rsidRDefault="00291E98" w:rsidP="00291E98">
      <w:pPr>
        <w:tabs>
          <w:tab w:val="left" w:pos="4678"/>
        </w:tabs>
        <w:ind w:firstLine="709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                                                   </w:t>
      </w:r>
      <w:r w:rsidRPr="003A318E">
        <w:rPr>
          <w:noProof/>
          <w:color w:val="000000" w:themeColor="text1"/>
          <w:sz w:val="28"/>
          <w:szCs w:val="28"/>
        </w:rPr>
        <w:drawing>
          <wp:inline distT="0" distB="0" distL="0" distR="0" wp14:anchorId="0AB57FA2" wp14:editId="6FEE32D4">
            <wp:extent cx="523875" cy="647700"/>
            <wp:effectExtent l="0" t="0" r="9525" b="0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1F7" w:rsidRPr="003A318E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AAC2DB" wp14:editId="6402441E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2540" t="317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0404" w:rsidRDefault="00020404" w:rsidP="00A17145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020404" w:rsidRPr="00B82289" w:rsidRDefault="00020404" w:rsidP="00A17145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020404" w:rsidRDefault="00020404" w:rsidP="00A17145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020404" w:rsidRDefault="00020404" w:rsidP="00A17145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020404" w:rsidRDefault="00020404" w:rsidP="00A171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1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lxhJ0gFFD2xwaKUGlPrq9NqW4HSvwc0NsA0sh0ytvlP1F4ukummJ3LJrY1TfMkIhusSfjM6OjjjW&#10;g2z694rCNWTnVAAaGtP50kExEKADS48nZnwoNWzmRXY5jcFUg22azOZ5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" stroked="f">
                <v:textbox>
                  <w:txbxContent>
                    <w:p w:rsidR="00020404" w:rsidRDefault="00020404" w:rsidP="00A17145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020404" w:rsidRPr="00B82289" w:rsidRDefault="00020404" w:rsidP="00A17145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020404" w:rsidRDefault="00020404" w:rsidP="00A17145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020404" w:rsidRDefault="00020404" w:rsidP="00A17145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020404" w:rsidRDefault="00020404" w:rsidP="00A17145"/>
                  </w:txbxContent>
                </v:textbox>
              </v:shape>
            </w:pict>
          </mc:Fallback>
        </mc:AlternateContent>
      </w:r>
    </w:p>
    <w:p w:rsidR="00A17145" w:rsidRPr="003A318E" w:rsidRDefault="00A17145" w:rsidP="00DF540A">
      <w:pPr>
        <w:ind w:firstLine="709"/>
        <w:rPr>
          <w:i/>
          <w:color w:val="000000" w:themeColor="text1"/>
          <w:sz w:val="28"/>
          <w:szCs w:val="28"/>
        </w:rPr>
      </w:pPr>
    </w:p>
    <w:p w:rsidR="00A17145" w:rsidRPr="003A318E" w:rsidRDefault="00A17145" w:rsidP="00DF540A">
      <w:pPr>
        <w:ind w:firstLine="709"/>
        <w:rPr>
          <w:i/>
          <w:color w:val="000000" w:themeColor="text1"/>
          <w:sz w:val="28"/>
          <w:szCs w:val="28"/>
        </w:rPr>
      </w:pPr>
    </w:p>
    <w:p w:rsidR="00A17145" w:rsidRPr="003A318E" w:rsidRDefault="00A17145" w:rsidP="00DF540A">
      <w:pPr>
        <w:ind w:firstLine="709"/>
        <w:rPr>
          <w:i/>
          <w:color w:val="000000" w:themeColor="text1"/>
          <w:sz w:val="28"/>
          <w:szCs w:val="28"/>
        </w:rPr>
      </w:pPr>
    </w:p>
    <w:p w:rsidR="00A17145" w:rsidRPr="003A318E" w:rsidRDefault="008F21F7" w:rsidP="00DF540A">
      <w:pPr>
        <w:ind w:firstLine="709"/>
        <w:rPr>
          <w:color w:val="000000" w:themeColor="text1"/>
          <w:sz w:val="28"/>
          <w:szCs w:val="28"/>
        </w:rPr>
      </w:pPr>
      <w:r w:rsidRPr="003A318E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495FC1" wp14:editId="4BEB6832">
                <wp:simplePos x="0" y="0"/>
                <wp:positionH relativeFrom="column">
                  <wp:posOffset>-34290</wp:posOffset>
                </wp:positionH>
                <wp:positionV relativeFrom="paragraph">
                  <wp:posOffset>154305</wp:posOffset>
                </wp:positionV>
                <wp:extent cx="5983605" cy="0"/>
                <wp:effectExtent l="32385" t="30480" r="32385" b="361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36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2.15pt" to="468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horzAnchor="margin" w:tblpX="108" w:tblpY="111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918"/>
      </w:tblGrid>
      <w:tr w:rsidR="000965FD" w:rsidRPr="000965FD" w:rsidTr="000965FD">
        <w:trPr>
          <w:trHeight w:val="433"/>
        </w:trPr>
        <w:tc>
          <w:tcPr>
            <w:tcW w:w="1918" w:type="dxa"/>
          </w:tcPr>
          <w:p w:rsidR="000965FD" w:rsidRPr="000965FD" w:rsidRDefault="000965FD" w:rsidP="000965F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52E2B" w:rsidRDefault="00652E2B" w:rsidP="000965F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</w:t>
      </w: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26"/>
      </w:tblGrid>
      <w:tr w:rsidR="00652E2B" w:rsidRPr="00652E2B" w:rsidTr="00A826F0">
        <w:trPr>
          <w:trHeight w:val="54"/>
        </w:trPr>
        <w:tc>
          <w:tcPr>
            <w:tcW w:w="2026" w:type="dxa"/>
          </w:tcPr>
          <w:p w:rsidR="00652E2B" w:rsidRPr="00652E2B" w:rsidRDefault="00652E2B" w:rsidP="00652E2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555B38" w:rsidRDefault="000965FD" w:rsidP="00555B3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№</w:t>
      </w:r>
    </w:p>
    <w:p w:rsidR="00555B38" w:rsidRDefault="00555B38" w:rsidP="00555B3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555B38" w:rsidRDefault="00555B38" w:rsidP="00555B3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652E2B" w:rsidRPr="00652E2B" w:rsidRDefault="00652E2B" w:rsidP="00652E2B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52E2B">
        <w:rPr>
          <w:color w:val="000000" w:themeColor="text1"/>
          <w:sz w:val="28"/>
          <w:szCs w:val="28"/>
        </w:rPr>
        <w:t>О внесении изменени</w:t>
      </w:r>
      <w:r w:rsidR="006D50B4">
        <w:rPr>
          <w:color w:val="000000" w:themeColor="text1"/>
          <w:sz w:val="28"/>
          <w:szCs w:val="28"/>
        </w:rPr>
        <w:t>й</w:t>
      </w:r>
      <w:r w:rsidRPr="00652E2B">
        <w:rPr>
          <w:color w:val="000000" w:themeColor="text1"/>
          <w:sz w:val="28"/>
          <w:szCs w:val="28"/>
        </w:rPr>
        <w:t xml:space="preserve"> в  постановление администрации города </w:t>
      </w:r>
      <w:r w:rsidR="00211B9A">
        <w:rPr>
          <w:color w:val="000000" w:themeColor="text1"/>
          <w:sz w:val="28"/>
          <w:szCs w:val="28"/>
        </w:rPr>
        <w:t xml:space="preserve">                     </w:t>
      </w:r>
      <w:r w:rsidRPr="00652E2B">
        <w:rPr>
          <w:color w:val="000000" w:themeColor="text1"/>
          <w:sz w:val="28"/>
          <w:szCs w:val="28"/>
        </w:rPr>
        <w:t xml:space="preserve">Оренбурга от </w:t>
      </w:r>
      <w:r w:rsidR="006D50B4">
        <w:rPr>
          <w:color w:val="000000" w:themeColor="text1"/>
          <w:sz w:val="28"/>
          <w:szCs w:val="28"/>
        </w:rPr>
        <w:t>04.10.2011 №  6538</w:t>
      </w:r>
      <w:r w:rsidRPr="00652E2B">
        <w:rPr>
          <w:color w:val="000000" w:themeColor="text1"/>
          <w:sz w:val="28"/>
          <w:szCs w:val="28"/>
        </w:rPr>
        <w:t>-п</w:t>
      </w:r>
    </w:p>
    <w:p w:rsidR="00652E2B" w:rsidRDefault="00652E2B" w:rsidP="00555B3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652E2B" w:rsidRPr="003A318E" w:rsidRDefault="00652E2B" w:rsidP="00555B3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4F5713" w:rsidRDefault="00AC5A2F" w:rsidP="008E537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11916">
        <w:rPr>
          <w:color w:val="000000" w:themeColor="text1"/>
          <w:sz w:val="28"/>
          <w:szCs w:val="28"/>
        </w:rPr>
        <w:t>В соответствии с</w:t>
      </w:r>
      <w:r w:rsidR="008C0BB7">
        <w:rPr>
          <w:color w:val="000000" w:themeColor="text1"/>
          <w:sz w:val="28"/>
          <w:szCs w:val="28"/>
        </w:rPr>
        <w:t xml:space="preserve">о статьями 26, 28 Жилищного кодекса                        Российской Федерации, </w:t>
      </w:r>
      <w:r w:rsidR="002B2057">
        <w:rPr>
          <w:color w:val="000000" w:themeColor="text1"/>
          <w:sz w:val="28"/>
          <w:szCs w:val="28"/>
        </w:rPr>
        <w:t>с</w:t>
      </w:r>
      <w:r w:rsidR="006809E2" w:rsidRPr="00E11916">
        <w:rPr>
          <w:color w:val="000000" w:themeColor="text1"/>
          <w:sz w:val="28"/>
          <w:szCs w:val="28"/>
        </w:rPr>
        <w:t xml:space="preserve"> частью 1</w:t>
      </w:r>
      <w:r w:rsidR="006D50B4" w:rsidRPr="00E11916">
        <w:rPr>
          <w:color w:val="000000" w:themeColor="text1"/>
          <w:sz w:val="28"/>
          <w:szCs w:val="28"/>
        </w:rPr>
        <w:t xml:space="preserve"> стать</w:t>
      </w:r>
      <w:r w:rsidR="0034693A" w:rsidRPr="00E11916">
        <w:rPr>
          <w:color w:val="000000" w:themeColor="text1"/>
          <w:sz w:val="28"/>
          <w:szCs w:val="28"/>
        </w:rPr>
        <w:t>и</w:t>
      </w:r>
      <w:r w:rsidR="00E11916" w:rsidRPr="00E11916">
        <w:rPr>
          <w:color w:val="000000" w:themeColor="text1"/>
          <w:sz w:val="28"/>
          <w:szCs w:val="28"/>
        </w:rPr>
        <w:t xml:space="preserve"> 28</w:t>
      </w:r>
      <w:r w:rsidR="0034693A" w:rsidRPr="00E11916">
        <w:rPr>
          <w:color w:val="000000" w:themeColor="text1"/>
          <w:sz w:val="28"/>
          <w:szCs w:val="28"/>
        </w:rPr>
        <w:t xml:space="preserve">, пунктом 4 части 1 статьи 33 </w:t>
      </w:r>
      <w:r w:rsidR="005D7FF6" w:rsidRPr="00E11916">
        <w:rPr>
          <w:color w:val="000000" w:themeColor="text1"/>
          <w:sz w:val="28"/>
          <w:szCs w:val="28"/>
        </w:rPr>
        <w:t>Устава муниципального образования «город Оренбург», принятого решением Оренбургского городского Совета</w:t>
      </w:r>
      <w:r w:rsidR="00044EC3" w:rsidRPr="00E11916">
        <w:rPr>
          <w:color w:val="000000" w:themeColor="text1"/>
          <w:sz w:val="28"/>
          <w:szCs w:val="28"/>
        </w:rPr>
        <w:t xml:space="preserve"> </w:t>
      </w:r>
      <w:r w:rsidR="005D7FF6" w:rsidRPr="00E11916">
        <w:rPr>
          <w:color w:val="000000" w:themeColor="text1"/>
          <w:sz w:val="28"/>
          <w:szCs w:val="28"/>
        </w:rPr>
        <w:t xml:space="preserve">от 28.04.2015 № 1015, пунктом 5 положения о мониторинге </w:t>
      </w:r>
      <w:proofErr w:type="spellStart"/>
      <w:r w:rsidR="005D7FF6" w:rsidRPr="00E11916">
        <w:rPr>
          <w:color w:val="000000" w:themeColor="text1"/>
          <w:sz w:val="28"/>
          <w:szCs w:val="28"/>
        </w:rPr>
        <w:t>правоприменения</w:t>
      </w:r>
      <w:proofErr w:type="spellEnd"/>
      <w:r w:rsidR="005D7FF6" w:rsidRPr="00E11916">
        <w:rPr>
          <w:color w:val="000000" w:themeColor="text1"/>
          <w:sz w:val="28"/>
          <w:szCs w:val="28"/>
        </w:rPr>
        <w:t xml:space="preserve"> муниципальных нормативных правовых актов муниципального образования </w:t>
      </w:r>
      <w:r w:rsidR="00094E03" w:rsidRPr="00E11916">
        <w:rPr>
          <w:color w:val="000000" w:themeColor="text1"/>
          <w:sz w:val="28"/>
          <w:szCs w:val="28"/>
        </w:rPr>
        <w:t>«</w:t>
      </w:r>
      <w:r w:rsidR="005D7FF6" w:rsidRPr="00E11916">
        <w:rPr>
          <w:color w:val="000000" w:themeColor="text1"/>
          <w:sz w:val="28"/>
          <w:szCs w:val="28"/>
        </w:rPr>
        <w:t>город Оренбург</w:t>
      </w:r>
      <w:r w:rsidR="00094E03" w:rsidRPr="00E11916">
        <w:rPr>
          <w:color w:val="000000" w:themeColor="text1"/>
          <w:sz w:val="28"/>
          <w:szCs w:val="28"/>
        </w:rPr>
        <w:t>»</w:t>
      </w:r>
      <w:r w:rsidR="0034693A" w:rsidRPr="00E11916">
        <w:rPr>
          <w:color w:val="000000" w:themeColor="text1"/>
          <w:sz w:val="28"/>
          <w:szCs w:val="28"/>
        </w:rPr>
        <w:t xml:space="preserve"> </w:t>
      </w:r>
      <w:r w:rsidR="00DD72B3">
        <w:rPr>
          <w:color w:val="000000" w:themeColor="text1"/>
          <w:sz w:val="28"/>
          <w:szCs w:val="28"/>
        </w:rPr>
        <w:t xml:space="preserve">                               </w:t>
      </w:r>
      <w:r w:rsidR="005D7FF6" w:rsidRPr="00E11916">
        <w:rPr>
          <w:color w:val="000000" w:themeColor="text1"/>
          <w:sz w:val="28"/>
          <w:szCs w:val="28"/>
        </w:rPr>
        <w:t xml:space="preserve">в администрации города Оренбурга, утвержденного распоряжением администрации </w:t>
      </w:r>
      <w:r w:rsidR="00F00982" w:rsidRPr="00E11916">
        <w:rPr>
          <w:color w:val="000000" w:themeColor="text1"/>
          <w:sz w:val="28"/>
          <w:szCs w:val="28"/>
        </w:rPr>
        <w:t>города Оренбурга от 28.06.2010 №</w:t>
      </w:r>
      <w:r w:rsidR="005D7FF6" w:rsidRPr="00E11916">
        <w:rPr>
          <w:color w:val="000000" w:themeColor="text1"/>
          <w:sz w:val="28"/>
          <w:szCs w:val="28"/>
        </w:rPr>
        <w:t xml:space="preserve"> 28-р:</w:t>
      </w:r>
      <w:proofErr w:type="gramEnd"/>
    </w:p>
    <w:p w:rsidR="00257065" w:rsidRDefault="00C371E4" w:rsidP="00A0019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257065">
        <w:rPr>
          <w:color w:val="000000" w:themeColor="text1"/>
          <w:sz w:val="28"/>
          <w:szCs w:val="28"/>
        </w:rPr>
        <w:t xml:space="preserve">. </w:t>
      </w:r>
      <w:r w:rsidR="00A31207">
        <w:rPr>
          <w:color w:val="000000" w:themeColor="text1"/>
          <w:sz w:val="28"/>
          <w:szCs w:val="28"/>
        </w:rPr>
        <w:t>Внести в постановление а</w:t>
      </w:r>
      <w:r w:rsidR="00257065" w:rsidRPr="00257065">
        <w:rPr>
          <w:color w:val="000000" w:themeColor="text1"/>
          <w:sz w:val="28"/>
          <w:szCs w:val="28"/>
        </w:rPr>
        <w:t xml:space="preserve">дминистрации города Оренбурга                           от </w:t>
      </w:r>
      <w:r w:rsidR="006D50B4">
        <w:rPr>
          <w:color w:val="000000" w:themeColor="text1"/>
          <w:sz w:val="28"/>
          <w:szCs w:val="28"/>
        </w:rPr>
        <w:t>04.10.2011 № 6538-п</w:t>
      </w:r>
      <w:r w:rsidR="00257065" w:rsidRPr="00257065">
        <w:rPr>
          <w:color w:val="000000" w:themeColor="text1"/>
          <w:sz w:val="28"/>
          <w:szCs w:val="28"/>
        </w:rPr>
        <w:t xml:space="preserve">  «Об утверждении </w:t>
      </w:r>
      <w:r w:rsidR="006D50B4">
        <w:rPr>
          <w:color w:val="000000" w:themeColor="text1"/>
          <w:sz w:val="28"/>
          <w:szCs w:val="28"/>
        </w:rPr>
        <w:t xml:space="preserve">Положения «О порядке </w:t>
      </w:r>
      <w:r w:rsidR="006D50B4" w:rsidRPr="006D50B4">
        <w:rPr>
          <w:color w:val="000000" w:themeColor="text1"/>
          <w:sz w:val="28"/>
          <w:szCs w:val="28"/>
        </w:rPr>
        <w:t xml:space="preserve"> согласования переустройства и (или) перепланировки жилых и нежилых помещений, приемке работ по завершению переустройства </w:t>
      </w:r>
      <w:r w:rsidR="006809E2">
        <w:rPr>
          <w:color w:val="000000" w:themeColor="text1"/>
          <w:sz w:val="28"/>
          <w:szCs w:val="28"/>
        </w:rPr>
        <w:t xml:space="preserve">                                             </w:t>
      </w:r>
      <w:proofErr w:type="gramStart"/>
      <w:r w:rsidR="006D50B4" w:rsidRPr="006D50B4">
        <w:rPr>
          <w:color w:val="000000" w:themeColor="text1"/>
          <w:sz w:val="28"/>
          <w:szCs w:val="28"/>
        </w:rPr>
        <w:t>и (или) перепланировки помещений в городе Оренбурге</w:t>
      </w:r>
      <w:r w:rsidR="006D50B4">
        <w:rPr>
          <w:color w:val="000000" w:themeColor="text1"/>
          <w:sz w:val="28"/>
          <w:szCs w:val="28"/>
        </w:rPr>
        <w:t>»</w:t>
      </w:r>
      <w:r w:rsidR="006D50B4" w:rsidRPr="006D50B4">
        <w:rPr>
          <w:color w:val="000000" w:themeColor="text1"/>
          <w:sz w:val="28"/>
          <w:szCs w:val="28"/>
        </w:rPr>
        <w:t xml:space="preserve"> (в редакции </w:t>
      </w:r>
      <w:r w:rsidR="006809E2">
        <w:rPr>
          <w:color w:val="000000" w:themeColor="text1"/>
          <w:sz w:val="28"/>
          <w:szCs w:val="28"/>
        </w:rPr>
        <w:t xml:space="preserve">                     </w:t>
      </w:r>
      <w:r w:rsidR="006D50B4" w:rsidRPr="006D50B4">
        <w:rPr>
          <w:color w:val="000000" w:themeColor="text1"/>
          <w:sz w:val="28"/>
          <w:szCs w:val="28"/>
        </w:rPr>
        <w:t xml:space="preserve">от 21.03.2012  </w:t>
      </w:r>
      <w:r w:rsidR="006D50B4">
        <w:rPr>
          <w:color w:val="000000" w:themeColor="text1"/>
          <w:sz w:val="28"/>
          <w:szCs w:val="28"/>
        </w:rPr>
        <w:t xml:space="preserve">№ </w:t>
      </w:r>
      <w:r w:rsidR="006D50B4" w:rsidRPr="006D50B4">
        <w:rPr>
          <w:color w:val="000000" w:themeColor="text1"/>
          <w:sz w:val="28"/>
          <w:szCs w:val="28"/>
        </w:rPr>
        <w:t xml:space="preserve">495-п, от 15.03.2013 </w:t>
      </w:r>
      <w:r w:rsidR="006D50B4">
        <w:rPr>
          <w:color w:val="000000" w:themeColor="text1"/>
          <w:sz w:val="28"/>
          <w:szCs w:val="28"/>
        </w:rPr>
        <w:t>№</w:t>
      </w:r>
      <w:r w:rsidR="006D50B4" w:rsidRPr="006D50B4">
        <w:rPr>
          <w:color w:val="000000" w:themeColor="text1"/>
          <w:sz w:val="28"/>
          <w:szCs w:val="28"/>
        </w:rPr>
        <w:t xml:space="preserve"> 495-п, от 01.08.2013 </w:t>
      </w:r>
      <w:r w:rsidR="006D50B4">
        <w:rPr>
          <w:color w:val="000000" w:themeColor="text1"/>
          <w:sz w:val="28"/>
          <w:szCs w:val="28"/>
        </w:rPr>
        <w:t>№</w:t>
      </w:r>
      <w:r w:rsidR="006D50B4" w:rsidRPr="006D50B4">
        <w:rPr>
          <w:color w:val="000000" w:themeColor="text1"/>
          <w:sz w:val="28"/>
          <w:szCs w:val="28"/>
        </w:rPr>
        <w:t xml:space="preserve"> 2016-п, </w:t>
      </w:r>
      <w:r w:rsidR="006809E2">
        <w:rPr>
          <w:color w:val="000000" w:themeColor="text1"/>
          <w:sz w:val="28"/>
          <w:szCs w:val="28"/>
        </w:rPr>
        <w:t xml:space="preserve">                   </w:t>
      </w:r>
      <w:r w:rsidR="006D50B4" w:rsidRPr="006D50B4">
        <w:rPr>
          <w:color w:val="000000" w:themeColor="text1"/>
          <w:sz w:val="28"/>
          <w:szCs w:val="28"/>
        </w:rPr>
        <w:t xml:space="preserve">от 05.05.2014 </w:t>
      </w:r>
      <w:r w:rsidR="006D50B4">
        <w:rPr>
          <w:color w:val="000000" w:themeColor="text1"/>
          <w:sz w:val="28"/>
          <w:szCs w:val="28"/>
        </w:rPr>
        <w:t>№</w:t>
      </w:r>
      <w:r w:rsidR="006D50B4" w:rsidRPr="006D50B4">
        <w:rPr>
          <w:color w:val="000000" w:themeColor="text1"/>
          <w:sz w:val="28"/>
          <w:szCs w:val="28"/>
        </w:rPr>
        <w:t xml:space="preserve"> 896-п, от 01.07.2014 </w:t>
      </w:r>
      <w:r w:rsidR="006D50B4">
        <w:rPr>
          <w:color w:val="000000" w:themeColor="text1"/>
          <w:sz w:val="28"/>
          <w:szCs w:val="28"/>
        </w:rPr>
        <w:t>№</w:t>
      </w:r>
      <w:r w:rsidR="006D50B4" w:rsidRPr="006D50B4">
        <w:rPr>
          <w:color w:val="000000" w:themeColor="text1"/>
          <w:sz w:val="28"/>
          <w:szCs w:val="28"/>
        </w:rPr>
        <w:t xml:space="preserve"> 1441-п, от 28.07.2014 </w:t>
      </w:r>
      <w:r w:rsidR="006D50B4">
        <w:rPr>
          <w:color w:val="000000" w:themeColor="text1"/>
          <w:sz w:val="28"/>
          <w:szCs w:val="28"/>
        </w:rPr>
        <w:t>№ 1705-п</w:t>
      </w:r>
      <w:r w:rsidR="00FC2D86">
        <w:rPr>
          <w:color w:val="000000" w:themeColor="text1"/>
          <w:sz w:val="28"/>
          <w:szCs w:val="28"/>
        </w:rPr>
        <w:t xml:space="preserve">, </w:t>
      </w:r>
      <w:r w:rsidR="006809E2">
        <w:rPr>
          <w:color w:val="000000" w:themeColor="text1"/>
          <w:sz w:val="28"/>
          <w:szCs w:val="28"/>
        </w:rPr>
        <w:t xml:space="preserve">                  </w:t>
      </w:r>
      <w:r w:rsidR="00FC2D86">
        <w:rPr>
          <w:color w:val="000000" w:themeColor="text1"/>
          <w:sz w:val="28"/>
          <w:szCs w:val="28"/>
        </w:rPr>
        <w:t>от 01.11.2019 № 3145-п</w:t>
      </w:r>
      <w:r w:rsidR="004F5713">
        <w:rPr>
          <w:color w:val="000000" w:themeColor="text1"/>
          <w:sz w:val="28"/>
          <w:szCs w:val="28"/>
        </w:rPr>
        <w:t>, от 22.12.2021 №</w:t>
      </w:r>
      <w:r w:rsidR="004F5713" w:rsidRPr="004F5713">
        <w:rPr>
          <w:color w:val="000000" w:themeColor="text1"/>
          <w:sz w:val="28"/>
          <w:szCs w:val="28"/>
        </w:rPr>
        <w:t xml:space="preserve"> 2458-п</w:t>
      </w:r>
      <w:r w:rsidR="00A00199">
        <w:rPr>
          <w:color w:val="000000" w:themeColor="text1"/>
          <w:sz w:val="28"/>
          <w:szCs w:val="28"/>
        </w:rPr>
        <w:t xml:space="preserve">) </w:t>
      </w:r>
      <w:r w:rsidR="006D50B4">
        <w:rPr>
          <w:color w:val="000000" w:themeColor="text1"/>
          <w:sz w:val="28"/>
          <w:szCs w:val="28"/>
        </w:rPr>
        <w:t>следующи</w:t>
      </w:r>
      <w:r w:rsidR="00AC5A2F">
        <w:rPr>
          <w:color w:val="000000" w:themeColor="text1"/>
          <w:sz w:val="28"/>
          <w:szCs w:val="28"/>
        </w:rPr>
        <w:t>е изменени</w:t>
      </w:r>
      <w:r w:rsidR="006D50B4">
        <w:rPr>
          <w:color w:val="000000" w:themeColor="text1"/>
          <w:sz w:val="28"/>
          <w:szCs w:val="28"/>
        </w:rPr>
        <w:t>я</w:t>
      </w:r>
      <w:r w:rsidR="00257065" w:rsidRPr="00257065">
        <w:rPr>
          <w:color w:val="000000" w:themeColor="text1"/>
          <w:sz w:val="28"/>
          <w:szCs w:val="28"/>
        </w:rPr>
        <w:t>:</w:t>
      </w:r>
      <w:proofErr w:type="gramEnd"/>
    </w:p>
    <w:p w:rsidR="00450DF6" w:rsidRDefault="005506BC" w:rsidP="0048272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="00450DF6">
        <w:rPr>
          <w:color w:val="000000" w:themeColor="text1"/>
          <w:sz w:val="28"/>
          <w:szCs w:val="28"/>
        </w:rPr>
        <w:t>в приложении № 1 к постановлению:</w:t>
      </w:r>
    </w:p>
    <w:p w:rsidR="00450DF6" w:rsidRDefault="00450DF6" w:rsidP="0048272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абзац </w:t>
      </w:r>
      <w:r w:rsidR="00E44E97">
        <w:rPr>
          <w:color w:val="000000" w:themeColor="text1"/>
          <w:sz w:val="28"/>
          <w:szCs w:val="28"/>
        </w:rPr>
        <w:t>четвертый</w:t>
      </w:r>
      <w:r w:rsidR="008F5A8C">
        <w:rPr>
          <w:color w:val="000000" w:themeColor="text1"/>
          <w:sz w:val="28"/>
          <w:szCs w:val="28"/>
        </w:rPr>
        <w:t xml:space="preserve"> пункта 3.1</w:t>
      </w:r>
      <w:r w:rsidR="002B2057" w:rsidRPr="002B2057">
        <w:rPr>
          <w:color w:val="000000" w:themeColor="text1"/>
          <w:sz w:val="28"/>
          <w:szCs w:val="28"/>
        </w:rPr>
        <w:t xml:space="preserve"> </w:t>
      </w:r>
      <w:r w:rsidR="002B2057">
        <w:rPr>
          <w:color w:val="000000" w:themeColor="text1"/>
          <w:sz w:val="28"/>
          <w:szCs w:val="28"/>
        </w:rPr>
        <w:t>исключить</w:t>
      </w:r>
      <w:r w:rsidR="00E44E97">
        <w:rPr>
          <w:color w:val="000000" w:themeColor="text1"/>
          <w:sz w:val="28"/>
          <w:szCs w:val="28"/>
        </w:rPr>
        <w:t>;</w:t>
      </w:r>
    </w:p>
    <w:p w:rsidR="00D4783C" w:rsidRDefault="00D4783C" w:rsidP="006D50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абзац третий пункта 4.6 </w:t>
      </w:r>
      <w:r w:rsidR="002B2057">
        <w:rPr>
          <w:color w:val="000000" w:themeColor="text1"/>
          <w:sz w:val="28"/>
          <w:szCs w:val="28"/>
        </w:rPr>
        <w:t xml:space="preserve">изложить </w:t>
      </w:r>
      <w:r>
        <w:rPr>
          <w:color w:val="000000" w:themeColor="text1"/>
          <w:sz w:val="28"/>
          <w:szCs w:val="28"/>
        </w:rPr>
        <w:t>в новой редакции:</w:t>
      </w:r>
    </w:p>
    <w:p w:rsidR="00D4783C" w:rsidRDefault="00FF23B7" w:rsidP="006D50B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2E3627" w:rsidRPr="002E3627">
        <w:rPr>
          <w:color w:val="000000" w:themeColor="text1"/>
          <w:sz w:val="28"/>
          <w:szCs w:val="28"/>
        </w:rPr>
        <w:t>организации</w:t>
      </w:r>
      <w:r w:rsidR="00A55E4D">
        <w:rPr>
          <w:color w:val="000000" w:themeColor="text1"/>
          <w:sz w:val="28"/>
          <w:szCs w:val="28"/>
        </w:rPr>
        <w:t>, осуществляющей управление многоквартирным домом</w:t>
      </w:r>
      <w:r w:rsidR="002E3627" w:rsidRPr="002E3627">
        <w:rPr>
          <w:color w:val="000000" w:themeColor="text1"/>
          <w:sz w:val="28"/>
          <w:szCs w:val="28"/>
        </w:rPr>
        <w:t xml:space="preserve"> </w:t>
      </w:r>
      <w:r w:rsidR="00703500">
        <w:rPr>
          <w:color w:val="000000" w:themeColor="text1"/>
          <w:sz w:val="28"/>
          <w:szCs w:val="28"/>
        </w:rPr>
        <w:t>(далее – эксплуатирующая организация)</w:t>
      </w:r>
      <w:r w:rsidR="002B2057">
        <w:rPr>
          <w:color w:val="000000" w:themeColor="text1"/>
          <w:sz w:val="28"/>
          <w:szCs w:val="28"/>
        </w:rPr>
        <w:t>,</w:t>
      </w:r>
      <w:r w:rsidR="00703500">
        <w:rPr>
          <w:color w:val="000000" w:themeColor="text1"/>
          <w:sz w:val="28"/>
          <w:szCs w:val="28"/>
        </w:rPr>
        <w:t xml:space="preserve"> </w:t>
      </w:r>
      <w:r w:rsidR="002E3627" w:rsidRPr="002E3627">
        <w:rPr>
          <w:color w:val="000000" w:themeColor="text1"/>
          <w:sz w:val="28"/>
          <w:szCs w:val="28"/>
        </w:rPr>
        <w:t>либо</w:t>
      </w:r>
      <w:r w:rsidR="00A55E4D">
        <w:rPr>
          <w:color w:val="000000" w:themeColor="text1"/>
          <w:sz w:val="28"/>
          <w:szCs w:val="28"/>
        </w:rPr>
        <w:t xml:space="preserve"> лицо,</w:t>
      </w:r>
      <w:r w:rsidR="002E3627" w:rsidRPr="002E3627">
        <w:rPr>
          <w:color w:val="000000" w:themeColor="text1"/>
          <w:sz w:val="28"/>
          <w:szCs w:val="28"/>
        </w:rPr>
        <w:t xml:space="preserve"> уполномоченное </w:t>
      </w:r>
      <w:r w:rsidR="00FE28CF">
        <w:rPr>
          <w:color w:val="000000" w:themeColor="text1"/>
          <w:sz w:val="28"/>
          <w:szCs w:val="28"/>
        </w:rPr>
        <w:t xml:space="preserve">                          </w:t>
      </w:r>
      <w:r w:rsidR="00704AF1">
        <w:rPr>
          <w:color w:val="000000" w:themeColor="text1"/>
          <w:sz w:val="28"/>
          <w:szCs w:val="28"/>
        </w:rPr>
        <w:t>в соответствии с частью 3 статьи</w:t>
      </w:r>
      <w:r w:rsidR="00A55E4D">
        <w:rPr>
          <w:color w:val="000000" w:themeColor="text1"/>
          <w:sz w:val="28"/>
          <w:szCs w:val="28"/>
        </w:rPr>
        <w:t xml:space="preserve"> 164 Жилищного кодекса</w:t>
      </w:r>
      <w:r w:rsidR="001D55AB">
        <w:rPr>
          <w:color w:val="000000" w:themeColor="text1"/>
          <w:sz w:val="28"/>
          <w:szCs w:val="28"/>
        </w:rPr>
        <w:t xml:space="preserve"> </w:t>
      </w:r>
      <w:r w:rsidR="00E25F56">
        <w:rPr>
          <w:color w:val="000000" w:themeColor="text1"/>
          <w:sz w:val="28"/>
          <w:szCs w:val="28"/>
        </w:rPr>
        <w:t xml:space="preserve">                         </w:t>
      </w:r>
      <w:r w:rsidR="001D55AB">
        <w:rPr>
          <w:color w:val="000000" w:themeColor="text1"/>
          <w:sz w:val="28"/>
          <w:szCs w:val="28"/>
        </w:rPr>
        <w:t>Р</w:t>
      </w:r>
      <w:r w:rsidR="00704AF1">
        <w:rPr>
          <w:color w:val="000000" w:themeColor="text1"/>
          <w:sz w:val="28"/>
          <w:szCs w:val="28"/>
        </w:rPr>
        <w:t xml:space="preserve">оссийской </w:t>
      </w:r>
      <w:r w:rsidR="001D55AB">
        <w:rPr>
          <w:color w:val="000000" w:themeColor="text1"/>
          <w:sz w:val="28"/>
          <w:szCs w:val="28"/>
        </w:rPr>
        <w:t>Ф</w:t>
      </w:r>
      <w:r w:rsidR="00704AF1">
        <w:rPr>
          <w:color w:val="000000" w:themeColor="text1"/>
          <w:sz w:val="28"/>
          <w:szCs w:val="28"/>
        </w:rPr>
        <w:t xml:space="preserve">едерации </w:t>
      </w:r>
      <w:r w:rsidR="00FE28CF">
        <w:rPr>
          <w:color w:val="000000" w:themeColor="text1"/>
          <w:sz w:val="28"/>
          <w:szCs w:val="28"/>
        </w:rPr>
        <w:t>(далее – уполномоченное лицо)</w:t>
      </w:r>
      <w:r w:rsidR="002B2057">
        <w:rPr>
          <w:color w:val="000000" w:themeColor="text1"/>
          <w:sz w:val="28"/>
          <w:szCs w:val="28"/>
        </w:rPr>
        <w:t>,</w:t>
      </w:r>
      <w:r w:rsidR="002E3627" w:rsidRPr="002E3627">
        <w:rPr>
          <w:color w:val="000000" w:themeColor="text1"/>
          <w:sz w:val="28"/>
          <w:szCs w:val="28"/>
        </w:rPr>
        <w:t xml:space="preserve"> в случае нахождения помещения</w:t>
      </w:r>
      <w:r w:rsidR="00E25F56">
        <w:rPr>
          <w:color w:val="000000" w:themeColor="text1"/>
          <w:sz w:val="28"/>
          <w:szCs w:val="28"/>
        </w:rPr>
        <w:t xml:space="preserve"> </w:t>
      </w:r>
      <w:r w:rsidR="002E3627" w:rsidRPr="002E3627">
        <w:rPr>
          <w:color w:val="000000" w:themeColor="text1"/>
          <w:sz w:val="28"/>
          <w:szCs w:val="28"/>
        </w:rPr>
        <w:t>в многоквартирном доме</w:t>
      </w:r>
      <w:r w:rsidR="003A45DC">
        <w:rPr>
          <w:color w:val="000000" w:themeColor="text1"/>
          <w:sz w:val="28"/>
          <w:szCs w:val="28"/>
        </w:rPr>
        <w:t>,</w:t>
      </w:r>
      <w:r w:rsidR="002E3627" w:rsidRPr="002E3627">
        <w:rPr>
          <w:color w:val="000000" w:themeColor="text1"/>
          <w:sz w:val="28"/>
          <w:szCs w:val="28"/>
        </w:rPr>
        <w:t xml:space="preserve"> </w:t>
      </w:r>
      <w:r w:rsidR="002E3627">
        <w:rPr>
          <w:color w:val="000000" w:themeColor="text1"/>
          <w:sz w:val="28"/>
          <w:szCs w:val="28"/>
        </w:rPr>
        <w:t>если такое переустройство</w:t>
      </w:r>
      <w:r w:rsidR="002E3627" w:rsidRPr="008F637B">
        <w:rPr>
          <w:color w:val="000000" w:themeColor="text1"/>
          <w:sz w:val="28"/>
          <w:szCs w:val="28"/>
        </w:rPr>
        <w:t xml:space="preserve"> </w:t>
      </w:r>
      <w:r w:rsidR="002E3627">
        <w:rPr>
          <w:color w:val="000000" w:themeColor="text1"/>
          <w:sz w:val="28"/>
          <w:szCs w:val="28"/>
        </w:rPr>
        <w:t>(</w:t>
      </w:r>
      <w:r w:rsidR="002E3627" w:rsidRPr="008F637B">
        <w:rPr>
          <w:color w:val="000000" w:themeColor="text1"/>
          <w:sz w:val="28"/>
          <w:szCs w:val="28"/>
        </w:rPr>
        <w:t>перепланировка</w:t>
      </w:r>
      <w:r w:rsidR="002E3627">
        <w:rPr>
          <w:color w:val="000000" w:themeColor="text1"/>
          <w:sz w:val="28"/>
          <w:szCs w:val="28"/>
        </w:rPr>
        <w:t>)</w:t>
      </w:r>
      <w:r w:rsidR="002E3627" w:rsidRPr="008F637B">
        <w:rPr>
          <w:color w:val="000000" w:themeColor="text1"/>
          <w:sz w:val="28"/>
          <w:szCs w:val="28"/>
        </w:rPr>
        <w:t xml:space="preserve"> затрагивает общедомовое имущество в многоквартирном дом</w:t>
      </w:r>
      <w:r w:rsidR="00BE6789">
        <w:rPr>
          <w:color w:val="000000" w:themeColor="text1"/>
          <w:sz w:val="28"/>
          <w:szCs w:val="28"/>
        </w:rPr>
        <w:t>е</w:t>
      </w:r>
      <w:proofErr w:type="gramStart"/>
      <w:r w:rsidR="002B2057">
        <w:rPr>
          <w:color w:val="000000" w:themeColor="text1"/>
          <w:sz w:val="28"/>
          <w:szCs w:val="28"/>
        </w:rPr>
        <w:t>;</w:t>
      </w:r>
      <w:r w:rsidR="002E3627">
        <w:rPr>
          <w:color w:val="000000" w:themeColor="text1"/>
          <w:sz w:val="28"/>
          <w:szCs w:val="28"/>
        </w:rPr>
        <w:t>»</w:t>
      </w:r>
      <w:proofErr w:type="gramEnd"/>
      <w:r w:rsidR="002B2057">
        <w:rPr>
          <w:color w:val="000000" w:themeColor="text1"/>
          <w:sz w:val="28"/>
          <w:szCs w:val="28"/>
        </w:rPr>
        <w:t>;</w:t>
      </w:r>
    </w:p>
    <w:p w:rsidR="00312D8A" w:rsidRDefault="005506BC" w:rsidP="006809E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в</w:t>
      </w:r>
      <w:r w:rsidR="002B2057">
        <w:rPr>
          <w:color w:val="000000" w:themeColor="text1"/>
          <w:sz w:val="28"/>
          <w:szCs w:val="28"/>
        </w:rPr>
        <w:t xml:space="preserve"> приложениях</w:t>
      </w:r>
      <w:r w:rsidR="00C92DEC">
        <w:rPr>
          <w:color w:val="000000" w:themeColor="text1"/>
          <w:sz w:val="28"/>
          <w:szCs w:val="28"/>
        </w:rPr>
        <w:t xml:space="preserve"> № 2</w:t>
      </w:r>
      <w:r w:rsidR="008C0BB7">
        <w:rPr>
          <w:color w:val="000000" w:themeColor="text1"/>
          <w:sz w:val="28"/>
          <w:szCs w:val="28"/>
        </w:rPr>
        <w:t>,</w:t>
      </w:r>
      <w:r w:rsidR="00966A0A">
        <w:rPr>
          <w:color w:val="000000" w:themeColor="text1"/>
          <w:sz w:val="28"/>
          <w:szCs w:val="28"/>
        </w:rPr>
        <w:t xml:space="preserve"> </w:t>
      </w:r>
      <w:r w:rsidR="008C0BB7">
        <w:rPr>
          <w:color w:val="000000" w:themeColor="text1"/>
          <w:sz w:val="28"/>
          <w:szCs w:val="28"/>
        </w:rPr>
        <w:t>№ 3,</w:t>
      </w:r>
      <w:r w:rsidR="00966A0A">
        <w:rPr>
          <w:color w:val="000000" w:themeColor="text1"/>
          <w:sz w:val="28"/>
          <w:szCs w:val="28"/>
        </w:rPr>
        <w:t xml:space="preserve"> </w:t>
      </w:r>
      <w:r w:rsidR="008C0BB7">
        <w:rPr>
          <w:color w:val="000000" w:themeColor="text1"/>
          <w:sz w:val="28"/>
          <w:szCs w:val="28"/>
        </w:rPr>
        <w:t>№ 5</w:t>
      </w:r>
      <w:r w:rsidR="002B2057">
        <w:rPr>
          <w:color w:val="000000" w:themeColor="text1"/>
          <w:sz w:val="28"/>
          <w:szCs w:val="28"/>
        </w:rPr>
        <w:t xml:space="preserve"> </w:t>
      </w:r>
      <w:r w:rsidR="00C92DEC" w:rsidRPr="00C92DEC">
        <w:rPr>
          <w:color w:val="000000" w:themeColor="text1"/>
          <w:sz w:val="28"/>
          <w:szCs w:val="28"/>
        </w:rPr>
        <w:t>к постановлению</w:t>
      </w:r>
      <w:r w:rsidR="00312D8A">
        <w:rPr>
          <w:color w:val="000000" w:themeColor="text1"/>
          <w:sz w:val="28"/>
          <w:szCs w:val="28"/>
        </w:rPr>
        <w:t>:</w:t>
      </w:r>
    </w:p>
    <w:p w:rsidR="008F5A8C" w:rsidRPr="00AD4C18" w:rsidRDefault="008F5A8C" w:rsidP="008F5A8C">
      <w:pPr>
        <w:pStyle w:val="af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C18">
        <w:rPr>
          <w:rFonts w:ascii="Times New Roman" w:hAnsi="Times New Roman" w:cs="Times New Roman"/>
          <w:color w:val="000000" w:themeColor="text1"/>
          <w:sz w:val="28"/>
          <w:szCs w:val="28"/>
        </w:rPr>
        <w:t>слова «</w:t>
      </w:r>
      <w:r w:rsidRPr="00AD4C1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Pr="00AD4C18">
          <w:rPr>
            <w:rFonts w:ascii="Times New Roman" w:hAnsi="Times New Roman" w:cs="Times New Roman"/>
            <w:sz w:val="28"/>
            <w:szCs w:val="28"/>
          </w:rPr>
          <w:t>ч. 3 ст. 164</w:t>
        </w:r>
      </w:hyperlink>
      <w:r w:rsidRPr="00AD4C18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Федерации» заменить словами «в соответствии с </w:t>
      </w:r>
      <w:hyperlink r:id="rId11" w:history="1">
        <w:r w:rsidRPr="00AD4C18">
          <w:rPr>
            <w:rFonts w:ascii="Times New Roman" w:hAnsi="Times New Roman" w:cs="Times New Roman"/>
            <w:sz w:val="28"/>
            <w:szCs w:val="28"/>
          </w:rPr>
          <w:t>частью 3 статьи 164</w:t>
        </w:r>
      </w:hyperlink>
      <w:r w:rsidRPr="00AD4C18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</w:t>
      </w:r>
      <w:r w:rsidRPr="00AD4C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такое переустройство (перепланировка) </w:t>
      </w:r>
      <w:r w:rsidRPr="00373FF4">
        <w:rPr>
          <w:rFonts w:ascii="Times New Roman" w:hAnsi="Times New Roman" w:cs="Times New Roman"/>
          <w:sz w:val="28"/>
          <w:szCs w:val="28"/>
        </w:rPr>
        <w:t xml:space="preserve">затрагивает общее имущество в многоквартирном </w:t>
      </w:r>
      <w:r w:rsidRPr="00AD4C18">
        <w:rPr>
          <w:rFonts w:ascii="Times New Roman" w:hAnsi="Times New Roman" w:cs="Times New Roman"/>
          <w:color w:val="000000" w:themeColor="text1"/>
          <w:sz w:val="28"/>
          <w:szCs w:val="28"/>
        </w:rPr>
        <w:t>доме</w:t>
      </w:r>
      <w:proofErr w:type="gramStart"/>
      <w:r w:rsidRPr="00AD4C18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77606E" w:rsidRPr="0077606E" w:rsidRDefault="00133777" w:rsidP="00AE670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lastRenderedPageBreak/>
        <w:t xml:space="preserve"> </w:t>
      </w:r>
      <w:r w:rsidR="00CE5D43">
        <w:rPr>
          <w:color w:val="000000" w:themeColor="text1"/>
          <w:sz w:val="28"/>
          <w:szCs w:val="28"/>
        </w:rPr>
        <w:t xml:space="preserve">         </w:t>
      </w:r>
      <w:r w:rsidR="00C371E4">
        <w:rPr>
          <w:color w:val="000000" w:themeColor="text1"/>
          <w:sz w:val="28"/>
          <w:szCs w:val="28"/>
        </w:rPr>
        <w:t>2</w:t>
      </w:r>
      <w:r w:rsidR="00CE5D43">
        <w:rPr>
          <w:color w:val="000000" w:themeColor="text1"/>
          <w:sz w:val="28"/>
          <w:szCs w:val="28"/>
        </w:rPr>
        <w:t xml:space="preserve">. </w:t>
      </w:r>
      <w:r w:rsidR="0077606E" w:rsidRPr="0077606E">
        <w:rPr>
          <w:color w:val="000000" w:themeColor="text1"/>
          <w:sz w:val="28"/>
          <w:szCs w:val="28"/>
        </w:rPr>
        <w:t>Настоящее постановление подлежит:</w:t>
      </w:r>
    </w:p>
    <w:p w:rsidR="00291E98" w:rsidRDefault="0077606E" w:rsidP="0077606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606E">
        <w:rPr>
          <w:color w:val="000000" w:themeColor="text1"/>
          <w:sz w:val="28"/>
          <w:szCs w:val="28"/>
        </w:rPr>
        <w:t xml:space="preserve">размещению на </w:t>
      </w:r>
      <w:proofErr w:type="gramStart"/>
      <w:r w:rsidRPr="0077606E">
        <w:rPr>
          <w:color w:val="000000" w:themeColor="text1"/>
          <w:sz w:val="28"/>
          <w:szCs w:val="28"/>
        </w:rPr>
        <w:t>официальном</w:t>
      </w:r>
      <w:proofErr w:type="gramEnd"/>
      <w:r w:rsidRPr="0077606E">
        <w:rPr>
          <w:color w:val="000000" w:themeColor="text1"/>
          <w:sz w:val="28"/>
          <w:szCs w:val="28"/>
        </w:rPr>
        <w:t xml:space="preserve"> Интернет-портале города Оренбурга;</w:t>
      </w:r>
    </w:p>
    <w:p w:rsidR="00AB158D" w:rsidRDefault="00A31207" w:rsidP="000507DA">
      <w:pPr>
        <w:tabs>
          <w:tab w:val="left" w:pos="1256"/>
        </w:tabs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7606E" w:rsidRPr="0077606E">
        <w:rPr>
          <w:color w:val="000000" w:themeColor="text1"/>
          <w:sz w:val="28"/>
          <w:szCs w:val="28"/>
        </w:rPr>
        <w:t xml:space="preserve">передаче в уполномоченный орган исполнительной власти </w:t>
      </w:r>
      <w:r w:rsidR="000507DA">
        <w:rPr>
          <w:color w:val="000000" w:themeColor="text1"/>
          <w:sz w:val="28"/>
          <w:szCs w:val="28"/>
        </w:rPr>
        <w:t>О</w:t>
      </w:r>
      <w:r w:rsidR="0077606E" w:rsidRPr="0077606E">
        <w:rPr>
          <w:color w:val="000000" w:themeColor="text1"/>
          <w:sz w:val="28"/>
          <w:szCs w:val="28"/>
        </w:rPr>
        <w:t xml:space="preserve">ренбургской </w:t>
      </w:r>
      <w:r w:rsidR="00AB158D">
        <w:rPr>
          <w:color w:val="000000" w:themeColor="text1"/>
          <w:sz w:val="28"/>
          <w:szCs w:val="28"/>
        </w:rPr>
        <w:t xml:space="preserve"> </w:t>
      </w:r>
      <w:r w:rsidR="0077606E" w:rsidRPr="0077606E">
        <w:rPr>
          <w:color w:val="000000" w:themeColor="text1"/>
          <w:sz w:val="28"/>
          <w:szCs w:val="28"/>
        </w:rPr>
        <w:t xml:space="preserve">области </w:t>
      </w:r>
      <w:r w:rsidR="00AB158D">
        <w:rPr>
          <w:color w:val="000000" w:themeColor="text1"/>
          <w:sz w:val="28"/>
          <w:szCs w:val="28"/>
        </w:rPr>
        <w:t xml:space="preserve">  </w:t>
      </w:r>
      <w:r w:rsidR="0077606E" w:rsidRPr="0077606E">
        <w:rPr>
          <w:color w:val="000000" w:themeColor="text1"/>
          <w:sz w:val="28"/>
          <w:szCs w:val="28"/>
        </w:rPr>
        <w:t xml:space="preserve">по </w:t>
      </w:r>
      <w:r w:rsidR="00AB158D">
        <w:rPr>
          <w:color w:val="000000" w:themeColor="text1"/>
          <w:sz w:val="28"/>
          <w:szCs w:val="28"/>
        </w:rPr>
        <w:t xml:space="preserve">  </w:t>
      </w:r>
      <w:r w:rsidR="0077606E" w:rsidRPr="0077606E">
        <w:rPr>
          <w:color w:val="000000" w:themeColor="text1"/>
          <w:sz w:val="28"/>
          <w:szCs w:val="28"/>
        </w:rPr>
        <w:t xml:space="preserve">ведению </w:t>
      </w:r>
      <w:r w:rsidR="00AB158D">
        <w:rPr>
          <w:color w:val="000000" w:themeColor="text1"/>
          <w:sz w:val="28"/>
          <w:szCs w:val="28"/>
        </w:rPr>
        <w:t xml:space="preserve">  </w:t>
      </w:r>
      <w:r w:rsidR="0077606E" w:rsidRPr="0077606E">
        <w:rPr>
          <w:color w:val="000000" w:themeColor="text1"/>
          <w:sz w:val="28"/>
          <w:szCs w:val="28"/>
        </w:rPr>
        <w:t xml:space="preserve">областного </w:t>
      </w:r>
      <w:r w:rsidR="00AB158D">
        <w:rPr>
          <w:color w:val="000000" w:themeColor="text1"/>
          <w:sz w:val="28"/>
          <w:szCs w:val="28"/>
        </w:rPr>
        <w:t xml:space="preserve">  </w:t>
      </w:r>
      <w:r w:rsidR="0077606E" w:rsidRPr="0077606E">
        <w:rPr>
          <w:color w:val="000000" w:themeColor="text1"/>
          <w:sz w:val="28"/>
          <w:szCs w:val="28"/>
        </w:rPr>
        <w:t xml:space="preserve">регистра </w:t>
      </w:r>
      <w:proofErr w:type="gramStart"/>
      <w:r w:rsidR="0077606E" w:rsidRPr="0077606E">
        <w:rPr>
          <w:color w:val="000000" w:themeColor="text1"/>
          <w:sz w:val="28"/>
          <w:szCs w:val="28"/>
        </w:rPr>
        <w:t>муниципальных</w:t>
      </w:r>
      <w:proofErr w:type="gramEnd"/>
      <w:r w:rsidR="0077606E" w:rsidRPr="0077606E">
        <w:rPr>
          <w:color w:val="000000" w:themeColor="text1"/>
          <w:sz w:val="28"/>
          <w:szCs w:val="28"/>
        </w:rPr>
        <w:t xml:space="preserve"> </w:t>
      </w:r>
    </w:p>
    <w:p w:rsidR="0077606E" w:rsidRPr="0077606E" w:rsidRDefault="0077606E" w:rsidP="000507DA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77606E">
        <w:rPr>
          <w:color w:val="000000" w:themeColor="text1"/>
          <w:sz w:val="28"/>
          <w:szCs w:val="28"/>
        </w:rPr>
        <w:t>нормативных правовых актов.</w:t>
      </w:r>
    </w:p>
    <w:p w:rsidR="00125728" w:rsidRDefault="00C371E4" w:rsidP="0077606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77606E" w:rsidRPr="0077606E">
        <w:rPr>
          <w:color w:val="000000" w:themeColor="text1"/>
          <w:sz w:val="28"/>
          <w:szCs w:val="28"/>
        </w:rPr>
        <w:t xml:space="preserve">. </w:t>
      </w:r>
      <w:r w:rsidR="00125728">
        <w:rPr>
          <w:color w:val="000000" w:themeColor="text1"/>
          <w:sz w:val="28"/>
          <w:szCs w:val="28"/>
        </w:rPr>
        <w:t xml:space="preserve"> </w:t>
      </w:r>
      <w:r w:rsidR="0077606E" w:rsidRPr="0077606E">
        <w:rPr>
          <w:color w:val="000000" w:themeColor="text1"/>
          <w:sz w:val="28"/>
          <w:szCs w:val="28"/>
        </w:rPr>
        <w:t xml:space="preserve">Поручить </w:t>
      </w:r>
      <w:r w:rsidR="00125728">
        <w:rPr>
          <w:color w:val="000000" w:themeColor="text1"/>
          <w:sz w:val="28"/>
          <w:szCs w:val="28"/>
        </w:rPr>
        <w:t xml:space="preserve">   </w:t>
      </w:r>
      <w:r w:rsidR="0077606E" w:rsidRPr="0077606E">
        <w:rPr>
          <w:color w:val="000000" w:themeColor="text1"/>
          <w:sz w:val="28"/>
          <w:szCs w:val="28"/>
        </w:rPr>
        <w:t>организацию</w:t>
      </w:r>
      <w:r w:rsidR="00125728">
        <w:rPr>
          <w:color w:val="000000" w:themeColor="text1"/>
          <w:sz w:val="28"/>
          <w:szCs w:val="28"/>
        </w:rPr>
        <w:t xml:space="preserve">    </w:t>
      </w:r>
      <w:r w:rsidR="0077606E" w:rsidRPr="0077606E">
        <w:rPr>
          <w:color w:val="000000" w:themeColor="text1"/>
          <w:sz w:val="28"/>
          <w:szCs w:val="28"/>
        </w:rPr>
        <w:t xml:space="preserve">исполнения </w:t>
      </w:r>
      <w:r w:rsidR="00125728">
        <w:rPr>
          <w:color w:val="000000" w:themeColor="text1"/>
          <w:sz w:val="28"/>
          <w:szCs w:val="28"/>
        </w:rPr>
        <w:t xml:space="preserve">   </w:t>
      </w:r>
      <w:r w:rsidR="0077606E" w:rsidRPr="0077606E">
        <w:rPr>
          <w:color w:val="000000" w:themeColor="text1"/>
          <w:sz w:val="28"/>
          <w:szCs w:val="28"/>
        </w:rPr>
        <w:t xml:space="preserve">настоящего </w:t>
      </w:r>
      <w:r w:rsidR="00DD72B3">
        <w:rPr>
          <w:color w:val="000000" w:themeColor="text1"/>
          <w:sz w:val="28"/>
          <w:szCs w:val="28"/>
        </w:rPr>
        <w:t xml:space="preserve"> </w:t>
      </w:r>
      <w:r w:rsidR="0077606E" w:rsidRPr="0077606E">
        <w:rPr>
          <w:color w:val="000000" w:themeColor="text1"/>
          <w:sz w:val="28"/>
          <w:szCs w:val="28"/>
        </w:rPr>
        <w:t xml:space="preserve">постановления </w:t>
      </w:r>
    </w:p>
    <w:p w:rsidR="0077606E" w:rsidRPr="0077606E" w:rsidRDefault="0077606E" w:rsidP="0012572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77606E">
        <w:rPr>
          <w:color w:val="000000" w:themeColor="text1"/>
          <w:sz w:val="28"/>
          <w:szCs w:val="28"/>
        </w:rPr>
        <w:t>заместителю Главы города Оренбурга по градостроительству, земельным вопросам и дорожному хозяйству.</w:t>
      </w:r>
    </w:p>
    <w:p w:rsidR="0077606E" w:rsidRPr="0077606E" w:rsidRDefault="00C371E4" w:rsidP="0077606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77606E" w:rsidRPr="0077606E">
        <w:rPr>
          <w:color w:val="000000" w:themeColor="text1"/>
          <w:sz w:val="28"/>
          <w:szCs w:val="28"/>
        </w:rPr>
        <w:t>. Настоящее постановление вступает в силу после  его официального опубликования в газете «Вечерний Оренбург».</w:t>
      </w:r>
    </w:p>
    <w:p w:rsidR="0077606E" w:rsidRPr="0077606E" w:rsidRDefault="0077606E" w:rsidP="0077606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7606E" w:rsidRPr="0077606E" w:rsidRDefault="0077606E" w:rsidP="0077606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7606E" w:rsidRPr="0077606E" w:rsidRDefault="0077606E" w:rsidP="0077606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7606E" w:rsidRPr="0077606E" w:rsidRDefault="00DB5F51" w:rsidP="0077606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</w:t>
      </w:r>
      <w:r w:rsidR="00C371E4">
        <w:rPr>
          <w:color w:val="000000" w:themeColor="text1"/>
          <w:sz w:val="28"/>
          <w:szCs w:val="28"/>
        </w:rPr>
        <w:t xml:space="preserve"> города Оренбурга                                                        </w:t>
      </w:r>
      <w:r w:rsidR="00DD72B3">
        <w:rPr>
          <w:color w:val="000000" w:themeColor="text1"/>
          <w:sz w:val="28"/>
          <w:szCs w:val="28"/>
        </w:rPr>
        <w:t xml:space="preserve">             </w:t>
      </w:r>
      <w:r w:rsidR="005D7FF6">
        <w:rPr>
          <w:color w:val="000000" w:themeColor="text1"/>
          <w:sz w:val="28"/>
          <w:szCs w:val="28"/>
        </w:rPr>
        <w:t xml:space="preserve"> С.А. </w:t>
      </w:r>
      <w:proofErr w:type="spellStart"/>
      <w:r w:rsidR="005D7FF6">
        <w:rPr>
          <w:color w:val="000000" w:themeColor="text1"/>
          <w:sz w:val="28"/>
          <w:szCs w:val="28"/>
        </w:rPr>
        <w:t>Салмин</w:t>
      </w:r>
      <w:proofErr w:type="spellEnd"/>
      <w:r w:rsidR="0077606E" w:rsidRPr="0077606E">
        <w:rPr>
          <w:color w:val="000000" w:themeColor="text1"/>
          <w:sz w:val="28"/>
          <w:szCs w:val="28"/>
        </w:rPr>
        <w:t xml:space="preserve">                    </w:t>
      </w:r>
    </w:p>
    <w:p w:rsidR="0077606E" w:rsidRPr="0077606E" w:rsidRDefault="0077606E" w:rsidP="0077606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sectPr w:rsidR="0077606E" w:rsidRPr="0077606E" w:rsidSect="00DD72B3">
      <w:headerReference w:type="default" r:id="rId12"/>
      <w:pgSz w:w="11906" w:h="16838"/>
      <w:pgMar w:top="567" w:right="851" w:bottom="1134" w:left="1701" w:header="709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694" w:rsidRDefault="00233694" w:rsidP="00564C95">
      <w:pPr>
        <w:pStyle w:val="a4"/>
        <w:contextualSpacing/>
      </w:pPr>
      <w:r>
        <w:separator/>
      </w:r>
    </w:p>
  </w:endnote>
  <w:endnote w:type="continuationSeparator" w:id="0">
    <w:p w:rsidR="00233694" w:rsidRDefault="00233694" w:rsidP="00564C95">
      <w:pPr>
        <w:pStyle w:val="a4"/>
        <w:contextualSpacing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694" w:rsidRDefault="00233694" w:rsidP="00564C95">
      <w:pPr>
        <w:pStyle w:val="a4"/>
        <w:contextualSpacing/>
      </w:pPr>
      <w:r>
        <w:separator/>
      </w:r>
    </w:p>
  </w:footnote>
  <w:footnote w:type="continuationSeparator" w:id="0">
    <w:p w:rsidR="00233694" w:rsidRDefault="00233694" w:rsidP="00564C95">
      <w:pPr>
        <w:pStyle w:val="a4"/>
        <w:contextualSpacing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683394"/>
      <w:docPartObj>
        <w:docPartGallery w:val="Page Numbers (Top of Page)"/>
        <w:docPartUnique/>
      </w:docPartObj>
    </w:sdtPr>
    <w:sdtEndPr/>
    <w:sdtContent>
      <w:p w:rsidR="00020404" w:rsidRDefault="00020404" w:rsidP="00851C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A8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53A4"/>
    <w:multiLevelType w:val="hybridMultilevel"/>
    <w:tmpl w:val="9F667FBE"/>
    <w:lvl w:ilvl="0" w:tplc="58760BB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22311"/>
    <w:multiLevelType w:val="hybridMultilevel"/>
    <w:tmpl w:val="798EC606"/>
    <w:lvl w:ilvl="0" w:tplc="2C7E563A">
      <w:start w:val="1"/>
      <w:numFmt w:val="bullet"/>
      <w:suff w:val="space"/>
      <w:lvlText w:val="-"/>
      <w:lvlJc w:val="left"/>
      <w:pPr>
        <w:ind w:left="1353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68F47E0"/>
    <w:multiLevelType w:val="hybridMultilevel"/>
    <w:tmpl w:val="663A5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77436"/>
    <w:multiLevelType w:val="hybridMultilevel"/>
    <w:tmpl w:val="C6A8C008"/>
    <w:lvl w:ilvl="0" w:tplc="08BECE3E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4">
    <w:nsid w:val="26955090"/>
    <w:multiLevelType w:val="hybridMultilevel"/>
    <w:tmpl w:val="BA7E00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CE9223E"/>
    <w:multiLevelType w:val="hybridMultilevel"/>
    <w:tmpl w:val="DFE885C0"/>
    <w:lvl w:ilvl="0" w:tplc="D4E0342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510033"/>
    <w:multiLevelType w:val="hybridMultilevel"/>
    <w:tmpl w:val="6F823ACC"/>
    <w:lvl w:ilvl="0" w:tplc="7626FF36">
      <w:start w:val="1"/>
      <w:numFmt w:val="bullet"/>
      <w:suff w:val="space"/>
      <w:lvlText w:val="-"/>
      <w:lvlJc w:val="left"/>
      <w:pPr>
        <w:ind w:left="1353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5611A4B"/>
    <w:multiLevelType w:val="hybridMultilevel"/>
    <w:tmpl w:val="08A64148"/>
    <w:lvl w:ilvl="0" w:tplc="D91EEE2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7AE4943"/>
    <w:multiLevelType w:val="hybridMultilevel"/>
    <w:tmpl w:val="494EB234"/>
    <w:lvl w:ilvl="0" w:tplc="1FF2F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7A43A0"/>
    <w:multiLevelType w:val="hybridMultilevel"/>
    <w:tmpl w:val="DCF43C14"/>
    <w:lvl w:ilvl="0" w:tplc="47727340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F126231"/>
    <w:multiLevelType w:val="hybridMultilevel"/>
    <w:tmpl w:val="D6D69270"/>
    <w:lvl w:ilvl="0" w:tplc="61902A80">
      <w:start w:val="1"/>
      <w:numFmt w:val="bullet"/>
      <w:suff w:val="space"/>
      <w:lvlText w:val="-"/>
      <w:lvlJc w:val="left"/>
      <w:pPr>
        <w:ind w:left="1353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E94067"/>
    <w:multiLevelType w:val="hybridMultilevel"/>
    <w:tmpl w:val="E34A26AA"/>
    <w:lvl w:ilvl="0" w:tplc="4556876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D272E5"/>
    <w:multiLevelType w:val="hybridMultilevel"/>
    <w:tmpl w:val="C8169786"/>
    <w:lvl w:ilvl="0" w:tplc="58760BB0">
      <w:start w:val="1"/>
      <w:numFmt w:val="bullet"/>
      <w:lvlText w:val="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3">
    <w:nsid w:val="45E52673"/>
    <w:multiLevelType w:val="multilevel"/>
    <w:tmpl w:val="61509AD2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6B72C48"/>
    <w:multiLevelType w:val="hybridMultilevel"/>
    <w:tmpl w:val="BB3C64A4"/>
    <w:lvl w:ilvl="0" w:tplc="7E286ABA">
      <w:start w:val="1"/>
      <w:numFmt w:val="bullet"/>
      <w:suff w:val="space"/>
      <w:lvlText w:val="-"/>
      <w:lvlJc w:val="left"/>
      <w:pPr>
        <w:ind w:left="1353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A2D6979"/>
    <w:multiLevelType w:val="hybridMultilevel"/>
    <w:tmpl w:val="C4660C8A"/>
    <w:lvl w:ilvl="0" w:tplc="61489EDC">
      <w:start w:val="1"/>
      <w:numFmt w:val="decimal"/>
      <w:suff w:val="space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53424B82"/>
    <w:multiLevelType w:val="hybridMultilevel"/>
    <w:tmpl w:val="00145A76"/>
    <w:lvl w:ilvl="0" w:tplc="F3BCFFB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1813465"/>
    <w:multiLevelType w:val="hybridMultilevel"/>
    <w:tmpl w:val="058E8CE0"/>
    <w:lvl w:ilvl="0" w:tplc="E8580E0A">
      <w:start w:val="1"/>
      <w:numFmt w:val="bullet"/>
      <w:suff w:val="space"/>
      <w:lvlText w:val="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22CCB"/>
    <w:multiLevelType w:val="hybridMultilevel"/>
    <w:tmpl w:val="05585AD2"/>
    <w:lvl w:ilvl="0" w:tplc="7068A90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1"/>
  </w:num>
  <w:num w:numId="3">
    <w:abstractNumId w:val="18"/>
  </w:num>
  <w:num w:numId="4">
    <w:abstractNumId w:val="5"/>
  </w:num>
  <w:num w:numId="5">
    <w:abstractNumId w:val="15"/>
  </w:num>
  <w:num w:numId="6">
    <w:abstractNumId w:val="1"/>
  </w:num>
  <w:num w:numId="7">
    <w:abstractNumId w:val="10"/>
  </w:num>
  <w:num w:numId="8">
    <w:abstractNumId w:val="14"/>
  </w:num>
  <w:num w:numId="9">
    <w:abstractNumId w:val="6"/>
  </w:num>
  <w:num w:numId="10">
    <w:abstractNumId w:val="13"/>
  </w:num>
  <w:num w:numId="11">
    <w:abstractNumId w:val="2"/>
  </w:num>
  <w:num w:numId="12">
    <w:abstractNumId w:val="8"/>
  </w:num>
  <w:num w:numId="13">
    <w:abstractNumId w:val="7"/>
  </w:num>
  <w:num w:numId="14">
    <w:abstractNumId w:val="9"/>
  </w:num>
  <w:num w:numId="15">
    <w:abstractNumId w:val="3"/>
  </w:num>
  <w:num w:numId="16">
    <w:abstractNumId w:val="4"/>
  </w:num>
  <w:num w:numId="17">
    <w:abstractNumId w:val="0"/>
  </w:num>
  <w:num w:numId="18">
    <w:abstractNumId w:val="12"/>
  </w:num>
  <w:num w:numId="19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45"/>
    <w:rsid w:val="00000A97"/>
    <w:rsid w:val="000043D7"/>
    <w:rsid w:val="00004BAC"/>
    <w:rsid w:val="00004E47"/>
    <w:rsid w:val="000051A6"/>
    <w:rsid w:val="00005571"/>
    <w:rsid w:val="00006EBE"/>
    <w:rsid w:val="00007176"/>
    <w:rsid w:val="000108A9"/>
    <w:rsid w:val="00010ECF"/>
    <w:rsid w:val="00011D9D"/>
    <w:rsid w:val="000121CB"/>
    <w:rsid w:val="00017224"/>
    <w:rsid w:val="00020404"/>
    <w:rsid w:val="00020628"/>
    <w:rsid w:val="00022A6D"/>
    <w:rsid w:val="000271E3"/>
    <w:rsid w:val="00027425"/>
    <w:rsid w:val="00030F08"/>
    <w:rsid w:val="000310CB"/>
    <w:rsid w:val="00034FA6"/>
    <w:rsid w:val="00036366"/>
    <w:rsid w:val="00037073"/>
    <w:rsid w:val="000379D3"/>
    <w:rsid w:val="000423AF"/>
    <w:rsid w:val="00042906"/>
    <w:rsid w:val="00042C77"/>
    <w:rsid w:val="00044EC3"/>
    <w:rsid w:val="00047AED"/>
    <w:rsid w:val="000507DA"/>
    <w:rsid w:val="000508B4"/>
    <w:rsid w:val="00051CFE"/>
    <w:rsid w:val="000522E4"/>
    <w:rsid w:val="00053E6B"/>
    <w:rsid w:val="000569FE"/>
    <w:rsid w:val="00056C07"/>
    <w:rsid w:val="000608C2"/>
    <w:rsid w:val="000713F1"/>
    <w:rsid w:val="000748AB"/>
    <w:rsid w:val="000805D7"/>
    <w:rsid w:val="0008104D"/>
    <w:rsid w:val="0008185C"/>
    <w:rsid w:val="0008399D"/>
    <w:rsid w:val="00084DEA"/>
    <w:rsid w:val="00085EF5"/>
    <w:rsid w:val="00087AB4"/>
    <w:rsid w:val="00091531"/>
    <w:rsid w:val="00092D7F"/>
    <w:rsid w:val="00092FC6"/>
    <w:rsid w:val="00093F10"/>
    <w:rsid w:val="00094D66"/>
    <w:rsid w:val="00094E03"/>
    <w:rsid w:val="00094E05"/>
    <w:rsid w:val="0009627C"/>
    <w:rsid w:val="000965FD"/>
    <w:rsid w:val="00096D7A"/>
    <w:rsid w:val="0009716F"/>
    <w:rsid w:val="00097E7E"/>
    <w:rsid w:val="000A0A2A"/>
    <w:rsid w:val="000A39D1"/>
    <w:rsid w:val="000A537B"/>
    <w:rsid w:val="000A6C0E"/>
    <w:rsid w:val="000A7206"/>
    <w:rsid w:val="000A73A7"/>
    <w:rsid w:val="000B008D"/>
    <w:rsid w:val="000B0F5F"/>
    <w:rsid w:val="000B24CD"/>
    <w:rsid w:val="000B2FA7"/>
    <w:rsid w:val="000B3DC8"/>
    <w:rsid w:val="000B42D5"/>
    <w:rsid w:val="000B4B9D"/>
    <w:rsid w:val="000B67BF"/>
    <w:rsid w:val="000C079B"/>
    <w:rsid w:val="000C16ED"/>
    <w:rsid w:val="000C1CD9"/>
    <w:rsid w:val="000C3419"/>
    <w:rsid w:val="000C41E9"/>
    <w:rsid w:val="000C6226"/>
    <w:rsid w:val="000C68A2"/>
    <w:rsid w:val="000D0E4D"/>
    <w:rsid w:val="000D13A1"/>
    <w:rsid w:val="000D267F"/>
    <w:rsid w:val="000D40E9"/>
    <w:rsid w:val="000D722D"/>
    <w:rsid w:val="000D75BC"/>
    <w:rsid w:val="000E06CE"/>
    <w:rsid w:val="000E146F"/>
    <w:rsid w:val="000E3A1C"/>
    <w:rsid w:val="000E74A3"/>
    <w:rsid w:val="000F0C74"/>
    <w:rsid w:val="000F0D63"/>
    <w:rsid w:val="000F10F0"/>
    <w:rsid w:val="000F4341"/>
    <w:rsid w:val="000F45CF"/>
    <w:rsid w:val="000F6BF4"/>
    <w:rsid w:val="000F7598"/>
    <w:rsid w:val="001005CB"/>
    <w:rsid w:val="0010369F"/>
    <w:rsid w:val="0010444F"/>
    <w:rsid w:val="00104A18"/>
    <w:rsid w:val="00106CA0"/>
    <w:rsid w:val="00110745"/>
    <w:rsid w:val="0011106E"/>
    <w:rsid w:val="001120AD"/>
    <w:rsid w:val="00112D0E"/>
    <w:rsid w:val="001132C3"/>
    <w:rsid w:val="001138D4"/>
    <w:rsid w:val="001200E9"/>
    <w:rsid w:val="00120103"/>
    <w:rsid w:val="00120706"/>
    <w:rsid w:val="00120724"/>
    <w:rsid w:val="00120D2A"/>
    <w:rsid w:val="00123582"/>
    <w:rsid w:val="00125728"/>
    <w:rsid w:val="001317A8"/>
    <w:rsid w:val="001319E4"/>
    <w:rsid w:val="001326DA"/>
    <w:rsid w:val="00133777"/>
    <w:rsid w:val="00135B05"/>
    <w:rsid w:val="00136BB4"/>
    <w:rsid w:val="00137FBB"/>
    <w:rsid w:val="00140902"/>
    <w:rsid w:val="001414B8"/>
    <w:rsid w:val="0015298D"/>
    <w:rsid w:val="00152AC5"/>
    <w:rsid w:val="001537AA"/>
    <w:rsid w:val="0015523B"/>
    <w:rsid w:val="00157FA8"/>
    <w:rsid w:val="0016103F"/>
    <w:rsid w:val="00163F22"/>
    <w:rsid w:val="0016605A"/>
    <w:rsid w:val="0017245D"/>
    <w:rsid w:val="00172B45"/>
    <w:rsid w:val="00172EC2"/>
    <w:rsid w:val="00173BBB"/>
    <w:rsid w:val="00175F56"/>
    <w:rsid w:val="0017659C"/>
    <w:rsid w:val="00176D27"/>
    <w:rsid w:val="00176FB3"/>
    <w:rsid w:val="0018242A"/>
    <w:rsid w:val="001848C6"/>
    <w:rsid w:val="001874E1"/>
    <w:rsid w:val="001917DC"/>
    <w:rsid w:val="00192BB1"/>
    <w:rsid w:val="00193934"/>
    <w:rsid w:val="00193B81"/>
    <w:rsid w:val="0019476C"/>
    <w:rsid w:val="001952D0"/>
    <w:rsid w:val="00196DBE"/>
    <w:rsid w:val="001A040A"/>
    <w:rsid w:val="001A0A5B"/>
    <w:rsid w:val="001A1382"/>
    <w:rsid w:val="001A310A"/>
    <w:rsid w:val="001A36B2"/>
    <w:rsid w:val="001A5685"/>
    <w:rsid w:val="001B19AF"/>
    <w:rsid w:val="001B1B18"/>
    <w:rsid w:val="001B1FEB"/>
    <w:rsid w:val="001B3462"/>
    <w:rsid w:val="001B37B0"/>
    <w:rsid w:val="001B3B20"/>
    <w:rsid w:val="001B4F26"/>
    <w:rsid w:val="001B5BBF"/>
    <w:rsid w:val="001B645B"/>
    <w:rsid w:val="001B7BA5"/>
    <w:rsid w:val="001B7DBA"/>
    <w:rsid w:val="001B7F9E"/>
    <w:rsid w:val="001C02DE"/>
    <w:rsid w:val="001C0FC5"/>
    <w:rsid w:val="001C215B"/>
    <w:rsid w:val="001C40B7"/>
    <w:rsid w:val="001C4624"/>
    <w:rsid w:val="001C4C77"/>
    <w:rsid w:val="001C5198"/>
    <w:rsid w:val="001C58F4"/>
    <w:rsid w:val="001D4359"/>
    <w:rsid w:val="001D51A5"/>
    <w:rsid w:val="001D55AB"/>
    <w:rsid w:val="001D7E83"/>
    <w:rsid w:val="001E12E8"/>
    <w:rsid w:val="001E34B8"/>
    <w:rsid w:val="001E3985"/>
    <w:rsid w:val="001E7447"/>
    <w:rsid w:val="001E7D89"/>
    <w:rsid w:val="001F1117"/>
    <w:rsid w:val="001F4C47"/>
    <w:rsid w:val="001F73D8"/>
    <w:rsid w:val="00200E91"/>
    <w:rsid w:val="00203D87"/>
    <w:rsid w:val="002043EB"/>
    <w:rsid w:val="00205642"/>
    <w:rsid w:val="00205D51"/>
    <w:rsid w:val="00206906"/>
    <w:rsid w:val="002072B2"/>
    <w:rsid w:val="0020768D"/>
    <w:rsid w:val="002104C3"/>
    <w:rsid w:val="00211B9A"/>
    <w:rsid w:val="00211F72"/>
    <w:rsid w:val="00214211"/>
    <w:rsid w:val="00215523"/>
    <w:rsid w:val="00215CCF"/>
    <w:rsid w:val="00216B14"/>
    <w:rsid w:val="00216CA7"/>
    <w:rsid w:val="00217A5E"/>
    <w:rsid w:val="0022026C"/>
    <w:rsid w:val="002247DC"/>
    <w:rsid w:val="00230E11"/>
    <w:rsid w:val="0023353E"/>
    <w:rsid w:val="00233694"/>
    <w:rsid w:val="002350B2"/>
    <w:rsid w:val="00235C9A"/>
    <w:rsid w:val="00236D5B"/>
    <w:rsid w:val="0023763C"/>
    <w:rsid w:val="00237940"/>
    <w:rsid w:val="0024042F"/>
    <w:rsid w:val="00242944"/>
    <w:rsid w:val="00243AF1"/>
    <w:rsid w:val="002479C6"/>
    <w:rsid w:val="00250C5A"/>
    <w:rsid w:val="00251983"/>
    <w:rsid w:val="002555DD"/>
    <w:rsid w:val="00256859"/>
    <w:rsid w:val="00256BB8"/>
    <w:rsid w:val="00257065"/>
    <w:rsid w:val="002616A5"/>
    <w:rsid w:val="00262D21"/>
    <w:rsid w:val="002649EC"/>
    <w:rsid w:val="00267B1A"/>
    <w:rsid w:val="00272640"/>
    <w:rsid w:val="00274ABA"/>
    <w:rsid w:val="002769B1"/>
    <w:rsid w:val="002773DC"/>
    <w:rsid w:val="0028180E"/>
    <w:rsid w:val="002857B4"/>
    <w:rsid w:val="002858DB"/>
    <w:rsid w:val="0028594E"/>
    <w:rsid w:val="00285E69"/>
    <w:rsid w:val="0028717D"/>
    <w:rsid w:val="00287BF1"/>
    <w:rsid w:val="0029010E"/>
    <w:rsid w:val="00290F45"/>
    <w:rsid w:val="002916FA"/>
    <w:rsid w:val="00291E98"/>
    <w:rsid w:val="0029306B"/>
    <w:rsid w:val="00294995"/>
    <w:rsid w:val="00294EFE"/>
    <w:rsid w:val="00296690"/>
    <w:rsid w:val="00296E6B"/>
    <w:rsid w:val="002976E9"/>
    <w:rsid w:val="002A005C"/>
    <w:rsid w:val="002A0A9A"/>
    <w:rsid w:val="002A23E8"/>
    <w:rsid w:val="002A313E"/>
    <w:rsid w:val="002A3B8B"/>
    <w:rsid w:val="002A55AC"/>
    <w:rsid w:val="002A750D"/>
    <w:rsid w:val="002B2057"/>
    <w:rsid w:val="002B787D"/>
    <w:rsid w:val="002C395E"/>
    <w:rsid w:val="002C6131"/>
    <w:rsid w:val="002C64BE"/>
    <w:rsid w:val="002D149C"/>
    <w:rsid w:val="002D20B4"/>
    <w:rsid w:val="002D252A"/>
    <w:rsid w:val="002D4404"/>
    <w:rsid w:val="002D471B"/>
    <w:rsid w:val="002D7A1D"/>
    <w:rsid w:val="002E1B37"/>
    <w:rsid w:val="002E3627"/>
    <w:rsid w:val="002E5CD5"/>
    <w:rsid w:val="002E6B2F"/>
    <w:rsid w:val="002F2EEA"/>
    <w:rsid w:val="002F39E1"/>
    <w:rsid w:val="002F564A"/>
    <w:rsid w:val="002F66B9"/>
    <w:rsid w:val="002F7860"/>
    <w:rsid w:val="00302090"/>
    <w:rsid w:val="00305A82"/>
    <w:rsid w:val="00307684"/>
    <w:rsid w:val="00307E73"/>
    <w:rsid w:val="00310685"/>
    <w:rsid w:val="00311EA8"/>
    <w:rsid w:val="00312D8A"/>
    <w:rsid w:val="003139A4"/>
    <w:rsid w:val="00315EDE"/>
    <w:rsid w:val="00323E91"/>
    <w:rsid w:val="00324B17"/>
    <w:rsid w:val="0032530B"/>
    <w:rsid w:val="00326D73"/>
    <w:rsid w:val="00326D78"/>
    <w:rsid w:val="00330783"/>
    <w:rsid w:val="00331422"/>
    <w:rsid w:val="0033183E"/>
    <w:rsid w:val="00332300"/>
    <w:rsid w:val="00333176"/>
    <w:rsid w:val="0033625E"/>
    <w:rsid w:val="00342266"/>
    <w:rsid w:val="00342783"/>
    <w:rsid w:val="00343FDF"/>
    <w:rsid w:val="003457AB"/>
    <w:rsid w:val="0034693A"/>
    <w:rsid w:val="003474BC"/>
    <w:rsid w:val="00350462"/>
    <w:rsid w:val="00351E1B"/>
    <w:rsid w:val="00357714"/>
    <w:rsid w:val="00360F0E"/>
    <w:rsid w:val="00362676"/>
    <w:rsid w:val="003628B3"/>
    <w:rsid w:val="00362A80"/>
    <w:rsid w:val="00362C2C"/>
    <w:rsid w:val="00363518"/>
    <w:rsid w:val="00363B90"/>
    <w:rsid w:val="003650CE"/>
    <w:rsid w:val="003664BE"/>
    <w:rsid w:val="00366D2A"/>
    <w:rsid w:val="0036714A"/>
    <w:rsid w:val="00367532"/>
    <w:rsid w:val="003728C7"/>
    <w:rsid w:val="00374C51"/>
    <w:rsid w:val="00375ADC"/>
    <w:rsid w:val="0038179C"/>
    <w:rsid w:val="00383B26"/>
    <w:rsid w:val="003852BC"/>
    <w:rsid w:val="00386ACC"/>
    <w:rsid w:val="0038788E"/>
    <w:rsid w:val="003902DE"/>
    <w:rsid w:val="00391246"/>
    <w:rsid w:val="00395046"/>
    <w:rsid w:val="003A1A12"/>
    <w:rsid w:val="003A318E"/>
    <w:rsid w:val="003A3430"/>
    <w:rsid w:val="003A45DC"/>
    <w:rsid w:val="003A5B7E"/>
    <w:rsid w:val="003A6787"/>
    <w:rsid w:val="003B101B"/>
    <w:rsid w:val="003B1A54"/>
    <w:rsid w:val="003B1EC8"/>
    <w:rsid w:val="003B24D9"/>
    <w:rsid w:val="003B2981"/>
    <w:rsid w:val="003B40D2"/>
    <w:rsid w:val="003B4C9C"/>
    <w:rsid w:val="003B4F1E"/>
    <w:rsid w:val="003B5263"/>
    <w:rsid w:val="003B5D8B"/>
    <w:rsid w:val="003B6AD7"/>
    <w:rsid w:val="003B6AF9"/>
    <w:rsid w:val="003C068A"/>
    <w:rsid w:val="003C2704"/>
    <w:rsid w:val="003C55F9"/>
    <w:rsid w:val="003C6F1A"/>
    <w:rsid w:val="003C720C"/>
    <w:rsid w:val="003D1FA7"/>
    <w:rsid w:val="003D34E3"/>
    <w:rsid w:val="003D445D"/>
    <w:rsid w:val="003D5132"/>
    <w:rsid w:val="003E0376"/>
    <w:rsid w:val="003E710E"/>
    <w:rsid w:val="003F026A"/>
    <w:rsid w:val="003F1440"/>
    <w:rsid w:val="003F4360"/>
    <w:rsid w:val="003F486F"/>
    <w:rsid w:val="003F6395"/>
    <w:rsid w:val="003F64F6"/>
    <w:rsid w:val="003F7D49"/>
    <w:rsid w:val="003F7E66"/>
    <w:rsid w:val="0040330A"/>
    <w:rsid w:val="00405F8F"/>
    <w:rsid w:val="004066ED"/>
    <w:rsid w:val="00406EFB"/>
    <w:rsid w:val="004120D9"/>
    <w:rsid w:val="00412B53"/>
    <w:rsid w:val="00412E8C"/>
    <w:rsid w:val="00414D49"/>
    <w:rsid w:val="004158B4"/>
    <w:rsid w:val="0042002D"/>
    <w:rsid w:val="00421994"/>
    <w:rsid w:val="00421BE6"/>
    <w:rsid w:val="00421E55"/>
    <w:rsid w:val="004244CE"/>
    <w:rsid w:val="0043119E"/>
    <w:rsid w:val="004343A1"/>
    <w:rsid w:val="00436F80"/>
    <w:rsid w:val="004436AC"/>
    <w:rsid w:val="00444C39"/>
    <w:rsid w:val="00445654"/>
    <w:rsid w:val="00446E92"/>
    <w:rsid w:val="0045020E"/>
    <w:rsid w:val="00450710"/>
    <w:rsid w:val="00450866"/>
    <w:rsid w:val="00450DF6"/>
    <w:rsid w:val="00450E3E"/>
    <w:rsid w:val="004518A0"/>
    <w:rsid w:val="00451AE9"/>
    <w:rsid w:val="00452082"/>
    <w:rsid w:val="004538F3"/>
    <w:rsid w:val="004557E1"/>
    <w:rsid w:val="00455DA1"/>
    <w:rsid w:val="00455DF3"/>
    <w:rsid w:val="004566D9"/>
    <w:rsid w:val="00456CAD"/>
    <w:rsid w:val="00462C6B"/>
    <w:rsid w:val="00463E17"/>
    <w:rsid w:val="004645DE"/>
    <w:rsid w:val="00465245"/>
    <w:rsid w:val="00466223"/>
    <w:rsid w:val="004721D6"/>
    <w:rsid w:val="00472A07"/>
    <w:rsid w:val="00474DD0"/>
    <w:rsid w:val="004752B1"/>
    <w:rsid w:val="00480844"/>
    <w:rsid w:val="004816E3"/>
    <w:rsid w:val="00482727"/>
    <w:rsid w:val="00483371"/>
    <w:rsid w:val="004841C7"/>
    <w:rsid w:val="00484204"/>
    <w:rsid w:val="0048495D"/>
    <w:rsid w:val="00484C7F"/>
    <w:rsid w:val="0048548F"/>
    <w:rsid w:val="0049067C"/>
    <w:rsid w:val="004915C6"/>
    <w:rsid w:val="00492C8A"/>
    <w:rsid w:val="004938FE"/>
    <w:rsid w:val="00493918"/>
    <w:rsid w:val="004954D5"/>
    <w:rsid w:val="00495602"/>
    <w:rsid w:val="00496FAB"/>
    <w:rsid w:val="004979A4"/>
    <w:rsid w:val="004A1400"/>
    <w:rsid w:val="004A2D74"/>
    <w:rsid w:val="004A2FB4"/>
    <w:rsid w:val="004A4275"/>
    <w:rsid w:val="004A4C70"/>
    <w:rsid w:val="004B10C4"/>
    <w:rsid w:val="004B2B61"/>
    <w:rsid w:val="004B4191"/>
    <w:rsid w:val="004B474C"/>
    <w:rsid w:val="004B53AF"/>
    <w:rsid w:val="004B743A"/>
    <w:rsid w:val="004C0375"/>
    <w:rsid w:val="004C1036"/>
    <w:rsid w:val="004C1B2F"/>
    <w:rsid w:val="004C2091"/>
    <w:rsid w:val="004C27A9"/>
    <w:rsid w:val="004C285E"/>
    <w:rsid w:val="004C42CF"/>
    <w:rsid w:val="004C740E"/>
    <w:rsid w:val="004D0300"/>
    <w:rsid w:val="004D1B60"/>
    <w:rsid w:val="004D2AAA"/>
    <w:rsid w:val="004D5B1A"/>
    <w:rsid w:val="004D5ECF"/>
    <w:rsid w:val="004E0A8E"/>
    <w:rsid w:val="004E0EBB"/>
    <w:rsid w:val="004E3B39"/>
    <w:rsid w:val="004E3C0D"/>
    <w:rsid w:val="004E5926"/>
    <w:rsid w:val="004E5F70"/>
    <w:rsid w:val="004E5FE8"/>
    <w:rsid w:val="004E6D03"/>
    <w:rsid w:val="004E6E97"/>
    <w:rsid w:val="004F04A0"/>
    <w:rsid w:val="004F056B"/>
    <w:rsid w:val="004F2C32"/>
    <w:rsid w:val="004F2C83"/>
    <w:rsid w:val="004F2DAC"/>
    <w:rsid w:val="004F4A1B"/>
    <w:rsid w:val="004F4ABB"/>
    <w:rsid w:val="004F4AFA"/>
    <w:rsid w:val="004F5713"/>
    <w:rsid w:val="004F67CD"/>
    <w:rsid w:val="004F6B79"/>
    <w:rsid w:val="004F7AE4"/>
    <w:rsid w:val="00500059"/>
    <w:rsid w:val="00502D90"/>
    <w:rsid w:val="005047F3"/>
    <w:rsid w:val="0050521D"/>
    <w:rsid w:val="00505916"/>
    <w:rsid w:val="00510F47"/>
    <w:rsid w:val="005115B5"/>
    <w:rsid w:val="00512C25"/>
    <w:rsid w:val="0051408B"/>
    <w:rsid w:val="00514275"/>
    <w:rsid w:val="00514AA4"/>
    <w:rsid w:val="005159B7"/>
    <w:rsid w:val="00515BBC"/>
    <w:rsid w:val="00516C37"/>
    <w:rsid w:val="0052074C"/>
    <w:rsid w:val="00520E94"/>
    <w:rsid w:val="00521C18"/>
    <w:rsid w:val="005222E1"/>
    <w:rsid w:val="005228CC"/>
    <w:rsid w:val="005254F8"/>
    <w:rsid w:val="00526AFB"/>
    <w:rsid w:val="00527CD0"/>
    <w:rsid w:val="00531D0E"/>
    <w:rsid w:val="00532DCA"/>
    <w:rsid w:val="00534302"/>
    <w:rsid w:val="005408C2"/>
    <w:rsid w:val="00540906"/>
    <w:rsid w:val="00545439"/>
    <w:rsid w:val="005463DE"/>
    <w:rsid w:val="00546C3D"/>
    <w:rsid w:val="00547539"/>
    <w:rsid w:val="00547704"/>
    <w:rsid w:val="005506BC"/>
    <w:rsid w:val="0055599A"/>
    <w:rsid w:val="00555B38"/>
    <w:rsid w:val="00557317"/>
    <w:rsid w:val="0056001A"/>
    <w:rsid w:val="0056327F"/>
    <w:rsid w:val="00564BB0"/>
    <w:rsid w:val="00564C95"/>
    <w:rsid w:val="005700AC"/>
    <w:rsid w:val="005706DC"/>
    <w:rsid w:val="00570FA5"/>
    <w:rsid w:val="005741B5"/>
    <w:rsid w:val="005757BF"/>
    <w:rsid w:val="00581BB6"/>
    <w:rsid w:val="00583946"/>
    <w:rsid w:val="005845AC"/>
    <w:rsid w:val="00585DFB"/>
    <w:rsid w:val="005913AB"/>
    <w:rsid w:val="005928F7"/>
    <w:rsid w:val="0059615B"/>
    <w:rsid w:val="005969AC"/>
    <w:rsid w:val="005A0DA9"/>
    <w:rsid w:val="005A1D08"/>
    <w:rsid w:val="005A5966"/>
    <w:rsid w:val="005A71FB"/>
    <w:rsid w:val="005B2652"/>
    <w:rsid w:val="005B287C"/>
    <w:rsid w:val="005B49BB"/>
    <w:rsid w:val="005B632A"/>
    <w:rsid w:val="005B75B0"/>
    <w:rsid w:val="005C032C"/>
    <w:rsid w:val="005C0AD2"/>
    <w:rsid w:val="005C1B9B"/>
    <w:rsid w:val="005C318B"/>
    <w:rsid w:val="005C7E3C"/>
    <w:rsid w:val="005D15FE"/>
    <w:rsid w:val="005D3930"/>
    <w:rsid w:val="005D4181"/>
    <w:rsid w:val="005D54C4"/>
    <w:rsid w:val="005D762B"/>
    <w:rsid w:val="005D7FF6"/>
    <w:rsid w:val="005E0291"/>
    <w:rsid w:val="005E175B"/>
    <w:rsid w:val="005E1E2F"/>
    <w:rsid w:val="005E24BD"/>
    <w:rsid w:val="005E2F7A"/>
    <w:rsid w:val="005E5451"/>
    <w:rsid w:val="005E551C"/>
    <w:rsid w:val="005F107A"/>
    <w:rsid w:val="005F3A88"/>
    <w:rsid w:val="00602971"/>
    <w:rsid w:val="006034D5"/>
    <w:rsid w:val="006046EE"/>
    <w:rsid w:val="00605349"/>
    <w:rsid w:val="00606A3B"/>
    <w:rsid w:val="00606B86"/>
    <w:rsid w:val="006077AA"/>
    <w:rsid w:val="006079EF"/>
    <w:rsid w:val="00610CE1"/>
    <w:rsid w:val="00611817"/>
    <w:rsid w:val="00611AC8"/>
    <w:rsid w:val="0061314B"/>
    <w:rsid w:val="00613CFF"/>
    <w:rsid w:val="00614F76"/>
    <w:rsid w:val="00614FE4"/>
    <w:rsid w:val="00620AC3"/>
    <w:rsid w:val="00620C2F"/>
    <w:rsid w:val="00620E23"/>
    <w:rsid w:val="0062238A"/>
    <w:rsid w:val="00624168"/>
    <w:rsid w:val="00624ED0"/>
    <w:rsid w:val="006261C8"/>
    <w:rsid w:val="006324AA"/>
    <w:rsid w:val="00633C9A"/>
    <w:rsid w:val="006340FC"/>
    <w:rsid w:val="00634CBF"/>
    <w:rsid w:val="00635BE0"/>
    <w:rsid w:val="006376CF"/>
    <w:rsid w:val="00642571"/>
    <w:rsid w:val="00642855"/>
    <w:rsid w:val="00645704"/>
    <w:rsid w:val="00645C82"/>
    <w:rsid w:val="00647A66"/>
    <w:rsid w:val="00652E2B"/>
    <w:rsid w:val="0065381F"/>
    <w:rsid w:val="006573FF"/>
    <w:rsid w:val="0066073C"/>
    <w:rsid w:val="0066198B"/>
    <w:rsid w:val="006637AD"/>
    <w:rsid w:val="00663C1D"/>
    <w:rsid w:val="00664F79"/>
    <w:rsid w:val="0067548D"/>
    <w:rsid w:val="00675FB5"/>
    <w:rsid w:val="0068069F"/>
    <w:rsid w:val="006809E2"/>
    <w:rsid w:val="0068101E"/>
    <w:rsid w:val="00682935"/>
    <w:rsid w:val="006853F4"/>
    <w:rsid w:val="00685751"/>
    <w:rsid w:val="00685B1D"/>
    <w:rsid w:val="00687506"/>
    <w:rsid w:val="00691DD0"/>
    <w:rsid w:val="00693731"/>
    <w:rsid w:val="006937DB"/>
    <w:rsid w:val="00695E79"/>
    <w:rsid w:val="0069717D"/>
    <w:rsid w:val="006A0B48"/>
    <w:rsid w:val="006A10BE"/>
    <w:rsid w:val="006A13C4"/>
    <w:rsid w:val="006B769C"/>
    <w:rsid w:val="006B7845"/>
    <w:rsid w:val="006C13BD"/>
    <w:rsid w:val="006C191E"/>
    <w:rsid w:val="006C2CB6"/>
    <w:rsid w:val="006C41E9"/>
    <w:rsid w:val="006D42CB"/>
    <w:rsid w:val="006D50B4"/>
    <w:rsid w:val="006D5DA3"/>
    <w:rsid w:val="006E3494"/>
    <w:rsid w:val="006E6971"/>
    <w:rsid w:val="006F338A"/>
    <w:rsid w:val="006F47B7"/>
    <w:rsid w:val="006F60FD"/>
    <w:rsid w:val="006F79C2"/>
    <w:rsid w:val="00701DD1"/>
    <w:rsid w:val="0070260B"/>
    <w:rsid w:val="00703500"/>
    <w:rsid w:val="0070448E"/>
    <w:rsid w:val="00704764"/>
    <w:rsid w:val="00704AF1"/>
    <w:rsid w:val="00706AFF"/>
    <w:rsid w:val="00706D9E"/>
    <w:rsid w:val="00707572"/>
    <w:rsid w:val="007100F7"/>
    <w:rsid w:val="0071315B"/>
    <w:rsid w:val="00714478"/>
    <w:rsid w:val="007147A3"/>
    <w:rsid w:val="00715BFA"/>
    <w:rsid w:val="00720693"/>
    <w:rsid w:val="007211BB"/>
    <w:rsid w:val="0072180F"/>
    <w:rsid w:val="0072201B"/>
    <w:rsid w:val="00724A24"/>
    <w:rsid w:val="00725596"/>
    <w:rsid w:val="00727C99"/>
    <w:rsid w:val="00731B02"/>
    <w:rsid w:val="00732BD5"/>
    <w:rsid w:val="0073439E"/>
    <w:rsid w:val="00736723"/>
    <w:rsid w:val="00736EF2"/>
    <w:rsid w:val="00737E97"/>
    <w:rsid w:val="007400CA"/>
    <w:rsid w:val="007407F8"/>
    <w:rsid w:val="00740AE4"/>
    <w:rsid w:val="00742B5C"/>
    <w:rsid w:val="0074328D"/>
    <w:rsid w:val="00744CD5"/>
    <w:rsid w:val="0075028C"/>
    <w:rsid w:val="00751A16"/>
    <w:rsid w:val="007522FF"/>
    <w:rsid w:val="007529D2"/>
    <w:rsid w:val="00754CB3"/>
    <w:rsid w:val="00756D2B"/>
    <w:rsid w:val="007612CC"/>
    <w:rsid w:val="00761CFC"/>
    <w:rsid w:val="007638A4"/>
    <w:rsid w:val="00764245"/>
    <w:rsid w:val="00764C56"/>
    <w:rsid w:val="00765C6B"/>
    <w:rsid w:val="00765F05"/>
    <w:rsid w:val="00766CB5"/>
    <w:rsid w:val="0076728F"/>
    <w:rsid w:val="00770D86"/>
    <w:rsid w:val="00771FBC"/>
    <w:rsid w:val="00773C62"/>
    <w:rsid w:val="007759A9"/>
    <w:rsid w:val="00775C80"/>
    <w:rsid w:val="0077606E"/>
    <w:rsid w:val="0077728F"/>
    <w:rsid w:val="0078064B"/>
    <w:rsid w:val="00780D70"/>
    <w:rsid w:val="00783704"/>
    <w:rsid w:val="00783E61"/>
    <w:rsid w:val="0078568B"/>
    <w:rsid w:val="00785B09"/>
    <w:rsid w:val="007910BC"/>
    <w:rsid w:val="0079144E"/>
    <w:rsid w:val="007920A0"/>
    <w:rsid w:val="007922AD"/>
    <w:rsid w:val="00792540"/>
    <w:rsid w:val="00794C90"/>
    <w:rsid w:val="00794E87"/>
    <w:rsid w:val="00795301"/>
    <w:rsid w:val="00797CB9"/>
    <w:rsid w:val="007A1289"/>
    <w:rsid w:val="007A67C7"/>
    <w:rsid w:val="007A6E19"/>
    <w:rsid w:val="007A7712"/>
    <w:rsid w:val="007A7B1D"/>
    <w:rsid w:val="007B1355"/>
    <w:rsid w:val="007B534D"/>
    <w:rsid w:val="007B705F"/>
    <w:rsid w:val="007B70D6"/>
    <w:rsid w:val="007C0537"/>
    <w:rsid w:val="007C0AF2"/>
    <w:rsid w:val="007C164F"/>
    <w:rsid w:val="007C4F88"/>
    <w:rsid w:val="007C50E9"/>
    <w:rsid w:val="007C64F9"/>
    <w:rsid w:val="007C73F9"/>
    <w:rsid w:val="007D1380"/>
    <w:rsid w:val="007D1D44"/>
    <w:rsid w:val="007D2101"/>
    <w:rsid w:val="007D2143"/>
    <w:rsid w:val="007D36BB"/>
    <w:rsid w:val="007D3D38"/>
    <w:rsid w:val="007E0797"/>
    <w:rsid w:val="007E3A2C"/>
    <w:rsid w:val="007E3B44"/>
    <w:rsid w:val="007E4E96"/>
    <w:rsid w:val="007E54F6"/>
    <w:rsid w:val="007E6A5C"/>
    <w:rsid w:val="007E6BCF"/>
    <w:rsid w:val="007F18A0"/>
    <w:rsid w:val="007F215E"/>
    <w:rsid w:val="007F4285"/>
    <w:rsid w:val="007F54FE"/>
    <w:rsid w:val="007F6ED5"/>
    <w:rsid w:val="007F729D"/>
    <w:rsid w:val="00800F87"/>
    <w:rsid w:val="00801DBB"/>
    <w:rsid w:val="008022DD"/>
    <w:rsid w:val="00802810"/>
    <w:rsid w:val="008100F2"/>
    <w:rsid w:val="00810B64"/>
    <w:rsid w:val="0081227C"/>
    <w:rsid w:val="00812371"/>
    <w:rsid w:val="008145D9"/>
    <w:rsid w:val="00820245"/>
    <w:rsid w:val="008205F6"/>
    <w:rsid w:val="008222BD"/>
    <w:rsid w:val="00822C50"/>
    <w:rsid w:val="00824330"/>
    <w:rsid w:val="00824692"/>
    <w:rsid w:val="00826B67"/>
    <w:rsid w:val="0082707E"/>
    <w:rsid w:val="00827A43"/>
    <w:rsid w:val="00827B73"/>
    <w:rsid w:val="00833242"/>
    <w:rsid w:val="00834AC3"/>
    <w:rsid w:val="00835707"/>
    <w:rsid w:val="008416AD"/>
    <w:rsid w:val="00842F48"/>
    <w:rsid w:val="00843B72"/>
    <w:rsid w:val="00845709"/>
    <w:rsid w:val="00845E1B"/>
    <w:rsid w:val="00847112"/>
    <w:rsid w:val="008507FF"/>
    <w:rsid w:val="00851C8E"/>
    <w:rsid w:val="008544DF"/>
    <w:rsid w:val="00857A29"/>
    <w:rsid w:val="00860DF8"/>
    <w:rsid w:val="00860EDA"/>
    <w:rsid w:val="00861E55"/>
    <w:rsid w:val="00865734"/>
    <w:rsid w:val="0087256A"/>
    <w:rsid w:val="00873587"/>
    <w:rsid w:val="008748BA"/>
    <w:rsid w:val="0087526A"/>
    <w:rsid w:val="0087566C"/>
    <w:rsid w:val="00876F5A"/>
    <w:rsid w:val="0087798D"/>
    <w:rsid w:val="00880683"/>
    <w:rsid w:val="0088082E"/>
    <w:rsid w:val="00880ED2"/>
    <w:rsid w:val="0088781B"/>
    <w:rsid w:val="00891D77"/>
    <w:rsid w:val="008933B0"/>
    <w:rsid w:val="0089500E"/>
    <w:rsid w:val="008A1E27"/>
    <w:rsid w:val="008A2FE5"/>
    <w:rsid w:val="008B19AC"/>
    <w:rsid w:val="008B3C96"/>
    <w:rsid w:val="008B3F4A"/>
    <w:rsid w:val="008B4D27"/>
    <w:rsid w:val="008B5A92"/>
    <w:rsid w:val="008B640E"/>
    <w:rsid w:val="008B7080"/>
    <w:rsid w:val="008C0B85"/>
    <w:rsid w:val="008C0BB7"/>
    <w:rsid w:val="008C2918"/>
    <w:rsid w:val="008C32FC"/>
    <w:rsid w:val="008C40D3"/>
    <w:rsid w:val="008C4AED"/>
    <w:rsid w:val="008C6685"/>
    <w:rsid w:val="008D1737"/>
    <w:rsid w:val="008D1EE2"/>
    <w:rsid w:val="008D430E"/>
    <w:rsid w:val="008D478A"/>
    <w:rsid w:val="008D5F6E"/>
    <w:rsid w:val="008D780D"/>
    <w:rsid w:val="008E03F8"/>
    <w:rsid w:val="008E051E"/>
    <w:rsid w:val="008E168D"/>
    <w:rsid w:val="008E2B80"/>
    <w:rsid w:val="008E30E1"/>
    <w:rsid w:val="008E5371"/>
    <w:rsid w:val="008E595F"/>
    <w:rsid w:val="008E6C35"/>
    <w:rsid w:val="008F1450"/>
    <w:rsid w:val="008F21F7"/>
    <w:rsid w:val="008F3A9A"/>
    <w:rsid w:val="008F49A0"/>
    <w:rsid w:val="008F4F5E"/>
    <w:rsid w:val="008F5A8C"/>
    <w:rsid w:val="008F5F5F"/>
    <w:rsid w:val="008F637B"/>
    <w:rsid w:val="008F669D"/>
    <w:rsid w:val="00901E63"/>
    <w:rsid w:val="009037C6"/>
    <w:rsid w:val="0090570E"/>
    <w:rsid w:val="00905AB5"/>
    <w:rsid w:val="009074C3"/>
    <w:rsid w:val="0091008B"/>
    <w:rsid w:val="009125E3"/>
    <w:rsid w:val="00916DE2"/>
    <w:rsid w:val="00920218"/>
    <w:rsid w:val="00923731"/>
    <w:rsid w:val="0092545A"/>
    <w:rsid w:val="00925E4A"/>
    <w:rsid w:val="00926677"/>
    <w:rsid w:val="0092680F"/>
    <w:rsid w:val="009277A2"/>
    <w:rsid w:val="00927F95"/>
    <w:rsid w:val="00930852"/>
    <w:rsid w:val="00932A96"/>
    <w:rsid w:val="00933263"/>
    <w:rsid w:val="00933C40"/>
    <w:rsid w:val="009343EE"/>
    <w:rsid w:val="0093503F"/>
    <w:rsid w:val="00937056"/>
    <w:rsid w:val="00942DC9"/>
    <w:rsid w:val="0094556F"/>
    <w:rsid w:val="00946633"/>
    <w:rsid w:val="00946AA8"/>
    <w:rsid w:val="00950199"/>
    <w:rsid w:val="00950943"/>
    <w:rsid w:val="009523DC"/>
    <w:rsid w:val="00952E3B"/>
    <w:rsid w:val="00954FE6"/>
    <w:rsid w:val="00962D25"/>
    <w:rsid w:val="009647E9"/>
    <w:rsid w:val="00964987"/>
    <w:rsid w:val="009655B2"/>
    <w:rsid w:val="009656A1"/>
    <w:rsid w:val="00966A0A"/>
    <w:rsid w:val="00967505"/>
    <w:rsid w:val="009679F2"/>
    <w:rsid w:val="00967D55"/>
    <w:rsid w:val="00971F9C"/>
    <w:rsid w:val="009735CF"/>
    <w:rsid w:val="00973700"/>
    <w:rsid w:val="00974C5D"/>
    <w:rsid w:val="00974EEA"/>
    <w:rsid w:val="009823AB"/>
    <w:rsid w:val="00983540"/>
    <w:rsid w:val="00983C8D"/>
    <w:rsid w:val="0098461B"/>
    <w:rsid w:val="009871C7"/>
    <w:rsid w:val="009875A5"/>
    <w:rsid w:val="00991711"/>
    <w:rsid w:val="009923B3"/>
    <w:rsid w:val="00992CD7"/>
    <w:rsid w:val="00993224"/>
    <w:rsid w:val="009936E5"/>
    <w:rsid w:val="009963C0"/>
    <w:rsid w:val="009A20F5"/>
    <w:rsid w:val="009A25F0"/>
    <w:rsid w:val="009A42D3"/>
    <w:rsid w:val="009A4A39"/>
    <w:rsid w:val="009A5A88"/>
    <w:rsid w:val="009A6391"/>
    <w:rsid w:val="009B1591"/>
    <w:rsid w:val="009B45BF"/>
    <w:rsid w:val="009B52C5"/>
    <w:rsid w:val="009B6783"/>
    <w:rsid w:val="009B7209"/>
    <w:rsid w:val="009B7B2A"/>
    <w:rsid w:val="009C12F4"/>
    <w:rsid w:val="009C2205"/>
    <w:rsid w:val="009C2F23"/>
    <w:rsid w:val="009C375B"/>
    <w:rsid w:val="009C57B2"/>
    <w:rsid w:val="009C75D0"/>
    <w:rsid w:val="009D0097"/>
    <w:rsid w:val="009D0691"/>
    <w:rsid w:val="009D3E3B"/>
    <w:rsid w:val="009D4CF0"/>
    <w:rsid w:val="009E32C5"/>
    <w:rsid w:val="009E451A"/>
    <w:rsid w:val="009E606E"/>
    <w:rsid w:val="009E66ED"/>
    <w:rsid w:val="009E7813"/>
    <w:rsid w:val="009F32D1"/>
    <w:rsid w:val="00A00199"/>
    <w:rsid w:val="00A02176"/>
    <w:rsid w:val="00A02F4A"/>
    <w:rsid w:val="00A031CB"/>
    <w:rsid w:val="00A0348A"/>
    <w:rsid w:val="00A037E5"/>
    <w:rsid w:val="00A0642F"/>
    <w:rsid w:val="00A100BE"/>
    <w:rsid w:val="00A132F2"/>
    <w:rsid w:val="00A14662"/>
    <w:rsid w:val="00A153A0"/>
    <w:rsid w:val="00A15E3E"/>
    <w:rsid w:val="00A1600A"/>
    <w:rsid w:val="00A17076"/>
    <w:rsid w:val="00A17088"/>
    <w:rsid w:val="00A17145"/>
    <w:rsid w:val="00A20F92"/>
    <w:rsid w:val="00A23E7D"/>
    <w:rsid w:val="00A25966"/>
    <w:rsid w:val="00A26B55"/>
    <w:rsid w:val="00A279EB"/>
    <w:rsid w:val="00A300C4"/>
    <w:rsid w:val="00A31207"/>
    <w:rsid w:val="00A31777"/>
    <w:rsid w:val="00A334C0"/>
    <w:rsid w:val="00A33FF8"/>
    <w:rsid w:val="00A35446"/>
    <w:rsid w:val="00A35E05"/>
    <w:rsid w:val="00A40936"/>
    <w:rsid w:val="00A43AB2"/>
    <w:rsid w:val="00A44374"/>
    <w:rsid w:val="00A46822"/>
    <w:rsid w:val="00A47EB6"/>
    <w:rsid w:val="00A47FE2"/>
    <w:rsid w:val="00A55E4D"/>
    <w:rsid w:val="00A56335"/>
    <w:rsid w:val="00A612BB"/>
    <w:rsid w:val="00A61DBA"/>
    <w:rsid w:val="00A65101"/>
    <w:rsid w:val="00A66A2E"/>
    <w:rsid w:val="00A66EF4"/>
    <w:rsid w:val="00A712A8"/>
    <w:rsid w:val="00A72A80"/>
    <w:rsid w:val="00A80AB3"/>
    <w:rsid w:val="00A811B4"/>
    <w:rsid w:val="00A834F5"/>
    <w:rsid w:val="00A839E8"/>
    <w:rsid w:val="00A85BE2"/>
    <w:rsid w:val="00A86130"/>
    <w:rsid w:val="00A90367"/>
    <w:rsid w:val="00A90672"/>
    <w:rsid w:val="00A9166E"/>
    <w:rsid w:val="00A92BE2"/>
    <w:rsid w:val="00A92DD2"/>
    <w:rsid w:val="00A92DE7"/>
    <w:rsid w:val="00A92F27"/>
    <w:rsid w:val="00A9585C"/>
    <w:rsid w:val="00A95BCD"/>
    <w:rsid w:val="00A9687E"/>
    <w:rsid w:val="00AA1758"/>
    <w:rsid w:val="00AA23B6"/>
    <w:rsid w:val="00AA49D6"/>
    <w:rsid w:val="00AA5342"/>
    <w:rsid w:val="00AA57E6"/>
    <w:rsid w:val="00AA6485"/>
    <w:rsid w:val="00AA666D"/>
    <w:rsid w:val="00AA728F"/>
    <w:rsid w:val="00AB158D"/>
    <w:rsid w:val="00AB1970"/>
    <w:rsid w:val="00AB226E"/>
    <w:rsid w:val="00AB49A6"/>
    <w:rsid w:val="00AB611D"/>
    <w:rsid w:val="00AB74E4"/>
    <w:rsid w:val="00AB7DBC"/>
    <w:rsid w:val="00AC14BE"/>
    <w:rsid w:val="00AC5A2F"/>
    <w:rsid w:val="00AC7D27"/>
    <w:rsid w:val="00AD3331"/>
    <w:rsid w:val="00AD64B7"/>
    <w:rsid w:val="00AD7905"/>
    <w:rsid w:val="00AE0B95"/>
    <w:rsid w:val="00AE0D1B"/>
    <w:rsid w:val="00AE0EA6"/>
    <w:rsid w:val="00AE2C9A"/>
    <w:rsid w:val="00AE2F11"/>
    <w:rsid w:val="00AE670E"/>
    <w:rsid w:val="00AE706E"/>
    <w:rsid w:val="00AE713D"/>
    <w:rsid w:val="00AF0E0B"/>
    <w:rsid w:val="00AF6044"/>
    <w:rsid w:val="00AF6A17"/>
    <w:rsid w:val="00B00994"/>
    <w:rsid w:val="00B01947"/>
    <w:rsid w:val="00B0263F"/>
    <w:rsid w:val="00B05C2D"/>
    <w:rsid w:val="00B10111"/>
    <w:rsid w:val="00B1440E"/>
    <w:rsid w:val="00B14BBA"/>
    <w:rsid w:val="00B159A1"/>
    <w:rsid w:val="00B203E1"/>
    <w:rsid w:val="00B21E14"/>
    <w:rsid w:val="00B26EC1"/>
    <w:rsid w:val="00B30C13"/>
    <w:rsid w:val="00B314B6"/>
    <w:rsid w:val="00B33E7C"/>
    <w:rsid w:val="00B342F8"/>
    <w:rsid w:val="00B3553D"/>
    <w:rsid w:val="00B36490"/>
    <w:rsid w:val="00B372A8"/>
    <w:rsid w:val="00B402D2"/>
    <w:rsid w:val="00B402E8"/>
    <w:rsid w:val="00B416BB"/>
    <w:rsid w:val="00B4220D"/>
    <w:rsid w:val="00B51EFF"/>
    <w:rsid w:val="00B522C2"/>
    <w:rsid w:val="00B52986"/>
    <w:rsid w:val="00B52FEF"/>
    <w:rsid w:val="00B54BF3"/>
    <w:rsid w:val="00B54C40"/>
    <w:rsid w:val="00B54FA9"/>
    <w:rsid w:val="00B61037"/>
    <w:rsid w:val="00B618D9"/>
    <w:rsid w:val="00B64154"/>
    <w:rsid w:val="00B66BC7"/>
    <w:rsid w:val="00B66E61"/>
    <w:rsid w:val="00B6721D"/>
    <w:rsid w:val="00B67297"/>
    <w:rsid w:val="00B715FB"/>
    <w:rsid w:val="00B71C32"/>
    <w:rsid w:val="00B71EEF"/>
    <w:rsid w:val="00B750C7"/>
    <w:rsid w:val="00B76403"/>
    <w:rsid w:val="00B765C4"/>
    <w:rsid w:val="00B768C7"/>
    <w:rsid w:val="00B80521"/>
    <w:rsid w:val="00B8112D"/>
    <w:rsid w:val="00B81358"/>
    <w:rsid w:val="00B82289"/>
    <w:rsid w:val="00B83F08"/>
    <w:rsid w:val="00B84928"/>
    <w:rsid w:val="00B84BA5"/>
    <w:rsid w:val="00B9074C"/>
    <w:rsid w:val="00B941EF"/>
    <w:rsid w:val="00B94745"/>
    <w:rsid w:val="00BA148A"/>
    <w:rsid w:val="00BA1C45"/>
    <w:rsid w:val="00BA2938"/>
    <w:rsid w:val="00BA491C"/>
    <w:rsid w:val="00BA51E9"/>
    <w:rsid w:val="00BA5A4C"/>
    <w:rsid w:val="00BA6806"/>
    <w:rsid w:val="00BB150E"/>
    <w:rsid w:val="00BB18D4"/>
    <w:rsid w:val="00BB391E"/>
    <w:rsid w:val="00BB4AAB"/>
    <w:rsid w:val="00BC1121"/>
    <w:rsid w:val="00BC1E0C"/>
    <w:rsid w:val="00BC2FEC"/>
    <w:rsid w:val="00BC380E"/>
    <w:rsid w:val="00BC4A44"/>
    <w:rsid w:val="00BD0F4B"/>
    <w:rsid w:val="00BD286A"/>
    <w:rsid w:val="00BD2B68"/>
    <w:rsid w:val="00BD4A43"/>
    <w:rsid w:val="00BD768B"/>
    <w:rsid w:val="00BE02D8"/>
    <w:rsid w:val="00BE1CBD"/>
    <w:rsid w:val="00BE6789"/>
    <w:rsid w:val="00BE6AEC"/>
    <w:rsid w:val="00BE6DA6"/>
    <w:rsid w:val="00BF0F58"/>
    <w:rsid w:val="00BF1F05"/>
    <w:rsid w:val="00BF572E"/>
    <w:rsid w:val="00BF5F8C"/>
    <w:rsid w:val="00BF61BE"/>
    <w:rsid w:val="00BF7AF4"/>
    <w:rsid w:val="00C00F53"/>
    <w:rsid w:val="00C020A9"/>
    <w:rsid w:val="00C03196"/>
    <w:rsid w:val="00C0425F"/>
    <w:rsid w:val="00C04CAE"/>
    <w:rsid w:val="00C04EEC"/>
    <w:rsid w:val="00C06EB0"/>
    <w:rsid w:val="00C07997"/>
    <w:rsid w:val="00C07A89"/>
    <w:rsid w:val="00C101B5"/>
    <w:rsid w:val="00C10315"/>
    <w:rsid w:val="00C11071"/>
    <w:rsid w:val="00C11317"/>
    <w:rsid w:val="00C114E6"/>
    <w:rsid w:val="00C13E21"/>
    <w:rsid w:val="00C13F95"/>
    <w:rsid w:val="00C14254"/>
    <w:rsid w:val="00C15F49"/>
    <w:rsid w:val="00C20B5D"/>
    <w:rsid w:val="00C21D69"/>
    <w:rsid w:val="00C23EF2"/>
    <w:rsid w:val="00C30135"/>
    <w:rsid w:val="00C30433"/>
    <w:rsid w:val="00C371E4"/>
    <w:rsid w:val="00C37EA9"/>
    <w:rsid w:val="00C42FB6"/>
    <w:rsid w:val="00C470C1"/>
    <w:rsid w:val="00C5125A"/>
    <w:rsid w:val="00C56EE6"/>
    <w:rsid w:val="00C60375"/>
    <w:rsid w:val="00C61501"/>
    <w:rsid w:val="00C62546"/>
    <w:rsid w:val="00C6396C"/>
    <w:rsid w:val="00C640DB"/>
    <w:rsid w:val="00C64BC3"/>
    <w:rsid w:val="00C65791"/>
    <w:rsid w:val="00C70E05"/>
    <w:rsid w:val="00C710DB"/>
    <w:rsid w:val="00C71994"/>
    <w:rsid w:val="00C76611"/>
    <w:rsid w:val="00C770E8"/>
    <w:rsid w:val="00C77D46"/>
    <w:rsid w:val="00C902F9"/>
    <w:rsid w:val="00C90540"/>
    <w:rsid w:val="00C91A4C"/>
    <w:rsid w:val="00C92DEC"/>
    <w:rsid w:val="00C934D8"/>
    <w:rsid w:val="00C93915"/>
    <w:rsid w:val="00C948CA"/>
    <w:rsid w:val="00C96A64"/>
    <w:rsid w:val="00C97C57"/>
    <w:rsid w:val="00CA0B52"/>
    <w:rsid w:val="00CA3F38"/>
    <w:rsid w:val="00CA515A"/>
    <w:rsid w:val="00CA56BA"/>
    <w:rsid w:val="00CA5AA6"/>
    <w:rsid w:val="00CA6352"/>
    <w:rsid w:val="00CB0454"/>
    <w:rsid w:val="00CB1E64"/>
    <w:rsid w:val="00CB2B09"/>
    <w:rsid w:val="00CB2BA1"/>
    <w:rsid w:val="00CB4364"/>
    <w:rsid w:val="00CB4431"/>
    <w:rsid w:val="00CB4A8A"/>
    <w:rsid w:val="00CB50D7"/>
    <w:rsid w:val="00CB7719"/>
    <w:rsid w:val="00CC2C6C"/>
    <w:rsid w:val="00CC3820"/>
    <w:rsid w:val="00CC38CB"/>
    <w:rsid w:val="00CC4B8A"/>
    <w:rsid w:val="00CC6E34"/>
    <w:rsid w:val="00CD22C3"/>
    <w:rsid w:val="00CD2C35"/>
    <w:rsid w:val="00CD38FD"/>
    <w:rsid w:val="00CD46DB"/>
    <w:rsid w:val="00CD5242"/>
    <w:rsid w:val="00CD5E30"/>
    <w:rsid w:val="00CD6102"/>
    <w:rsid w:val="00CD6EA6"/>
    <w:rsid w:val="00CD70E3"/>
    <w:rsid w:val="00CD7813"/>
    <w:rsid w:val="00CE2804"/>
    <w:rsid w:val="00CE5039"/>
    <w:rsid w:val="00CE5D43"/>
    <w:rsid w:val="00CF1FB6"/>
    <w:rsid w:val="00D01A83"/>
    <w:rsid w:val="00D02192"/>
    <w:rsid w:val="00D03F39"/>
    <w:rsid w:val="00D04133"/>
    <w:rsid w:val="00D044C5"/>
    <w:rsid w:val="00D04BBD"/>
    <w:rsid w:val="00D05745"/>
    <w:rsid w:val="00D10DCC"/>
    <w:rsid w:val="00D1445D"/>
    <w:rsid w:val="00D15294"/>
    <w:rsid w:val="00D1701E"/>
    <w:rsid w:val="00D17ED5"/>
    <w:rsid w:val="00D2043A"/>
    <w:rsid w:val="00D211BC"/>
    <w:rsid w:val="00D21A51"/>
    <w:rsid w:val="00D22DD3"/>
    <w:rsid w:val="00D23EAE"/>
    <w:rsid w:val="00D259E7"/>
    <w:rsid w:val="00D27CDE"/>
    <w:rsid w:val="00D313DC"/>
    <w:rsid w:val="00D3221D"/>
    <w:rsid w:val="00D32E06"/>
    <w:rsid w:val="00D347FA"/>
    <w:rsid w:val="00D35DA8"/>
    <w:rsid w:val="00D35F15"/>
    <w:rsid w:val="00D37881"/>
    <w:rsid w:val="00D4095B"/>
    <w:rsid w:val="00D40C10"/>
    <w:rsid w:val="00D42361"/>
    <w:rsid w:val="00D4334E"/>
    <w:rsid w:val="00D43926"/>
    <w:rsid w:val="00D459D9"/>
    <w:rsid w:val="00D45E19"/>
    <w:rsid w:val="00D468E8"/>
    <w:rsid w:val="00D469A9"/>
    <w:rsid w:val="00D4783C"/>
    <w:rsid w:val="00D50D96"/>
    <w:rsid w:val="00D511C1"/>
    <w:rsid w:val="00D51A15"/>
    <w:rsid w:val="00D52246"/>
    <w:rsid w:val="00D52D88"/>
    <w:rsid w:val="00D5316E"/>
    <w:rsid w:val="00D53415"/>
    <w:rsid w:val="00D5408A"/>
    <w:rsid w:val="00D55913"/>
    <w:rsid w:val="00D56F53"/>
    <w:rsid w:val="00D60E8B"/>
    <w:rsid w:val="00D61A68"/>
    <w:rsid w:val="00D61B53"/>
    <w:rsid w:val="00D64F3A"/>
    <w:rsid w:val="00D67639"/>
    <w:rsid w:val="00D708B1"/>
    <w:rsid w:val="00D74358"/>
    <w:rsid w:val="00D75DA5"/>
    <w:rsid w:val="00D82563"/>
    <w:rsid w:val="00D837CB"/>
    <w:rsid w:val="00D83F75"/>
    <w:rsid w:val="00D9070B"/>
    <w:rsid w:val="00D90E1E"/>
    <w:rsid w:val="00D92826"/>
    <w:rsid w:val="00D9305D"/>
    <w:rsid w:val="00D953DE"/>
    <w:rsid w:val="00D96678"/>
    <w:rsid w:val="00D96E84"/>
    <w:rsid w:val="00DA0B12"/>
    <w:rsid w:val="00DA0E2D"/>
    <w:rsid w:val="00DA13B9"/>
    <w:rsid w:val="00DA1BAC"/>
    <w:rsid w:val="00DA228D"/>
    <w:rsid w:val="00DA3AF4"/>
    <w:rsid w:val="00DA6DE1"/>
    <w:rsid w:val="00DB10D7"/>
    <w:rsid w:val="00DB168D"/>
    <w:rsid w:val="00DB37C5"/>
    <w:rsid w:val="00DB5F51"/>
    <w:rsid w:val="00DB5FAE"/>
    <w:rsid w:val="00DB6EE1"/>
    <w:rsid w:val="00DB7ADE"/>
    <w:rsid w:val="00DC0C6C"/>
    <w:rsid w:val="00DC2938"/>
    <w:rsid w:val="00DC2E04"/>
    <w:rsid w:val="00DC5709"/>
    <w:rsid w:val="00DD0389"/>
    <w:rsid w:val="00DD0A0A"/>
    <w:rsid w:val="00DD1730"/>
    <w:rsid w:val="00DD233C"/>
    <w:rsid w:val="00DD3D56"/>
    <w:rsid w:val="00DD5A77"/>
    <w:rsid w:val="00DD5C22"/>
    <w:rsid w:val="00DD61FA"/>
    <w:rsid w:val="00DD72B3"/>
    <w:rsid w:val="00DE33FF"/>
    <w:rsid w:val="00DE5A70"/>
    <w:rsid w:val="00DE6B1B"/>
    <w:rsid w:val="00DE71B0"/>
    <w:rsid w:val="00DE786D"/>
    <w:rsid w:val="00DF2891"/>
    <w:rsid w:val="00DF376E"/>
    <w:rsid w:val="00DF540A"/>
    <w:rsid w:val="00DF6E9A"/>
    <w:rsid w:val="00E016F8"/>
    <w:rsid w:val="00E018E2"/>
    <w:rsid w:val="00E0399A"/>
    <w:rsid w:val="00E049F2"/>
    <w:rsid w:val="00E051BC"/>
    <w:rsid w:val="00E05570"/>
    <w:rsid w:val="00E11916"/>
    <w:rsid w:val="00E13924"/>
    <w:rsid w:val="00E16364"/>
    <w:rsid w:val="00E23456"/>
    <w:rsid w:val="00E25F56"/>
    <w:rsid w:val="00E26E08"/>
    <w:rsid w:val="00E31773"/>
    <w:rsid w:val="00E31A7D"/>
    <w:rsid w:val="00E3483B"/>
    <w:rsid w:val="00E357D7"/>
    <w:rsid w:val="00E41999"/>
    <w:rsid w:val="00E419C1"/>
    <w:rsid w:val="00E437FD"/>
    <w:rsid w:val="00E43927"/>
    <w:rsid w:val="00E44E97"/>
    <w:rsid w:val="00E4504C"/>
    <w:rsid w:val="00E45EBD"/>
    <w:rsid w:val="00E46F80"/>
    <w:rsid w:val="00E47ADB"/>
    <w:rsid w:val="00E5084D"/>
    <w:rsid w:val="00E57356"/>
    <w:rsid w:val="00E61BA5"/>
    <w:rsid w:val="00E65055"/>
    <w:rsid w:val="00E673E2"/>
    <w:rsid w:val="00E6771A"/>
    <w:rsid w:val="00E67F7A"/>
    <w:rsid w:val="00E702CF"/>
    <w:rsid w:val="00E71017"/>
    <w:rsid w:val="00E71127"/>
    <w:rsid w:val="00E73394"/>
    <w:rsid w:val="00E73793"/>
    <w:rsid w:val="00E75F47"/>
    <w:rsid w:val="00E76FA7"/>
    <w:rsid w:val="00E77CFF"/>
    <w:rsid w:val="00E82F18"/>
    <w:rsid w:val="00E867BD"/>
    <w:rsid w:val="00E8729F"/>
    <w:rsid w:val="00E87D20"/>
    <w:rsid w:val="00E87DCD"/>
    <w:rsid w:val="00E963EF"/>
    <w:rsid w:val="00E96B76"/>
    <w:rsid w:val="00EA00DD"/>
    <w:rsid w:val="00EA060B"/>
    <w:rsid w:val="00EA1AC2"/>
    <w:rsid w:val="00EA3243"/>
    <w:rsid w:val="00EA46B6"/>
    <w:rsid w:val="00EA5657"/>
    <w:rsid w:val="00EA58BF"/>
    <w:rsid w:val="00EA6BA5"/>
    <w:rsid w:val="00EA6FFC"/>
    <w:rsid w:val="00EA779D"/>
    <w:rsid w:val="00EA7F13"/>
    <w:rsid w:val="00EB3817"/>
    <w:rsid w:val="00EB3FA6"/>
    <w:rsid w:val="00EB5B95"/>
    <w:rsid w:val="00EB60CE"/>
    <w:rsid w:val="00EC022B"/>
    <w:rsid w:val="00EC18FB"/>
    <w:rsid w:val="00EC1B71"/>
    <w:rsid w:val="00EC1FA4"/>
    <w:rsid w:val="00EC2425"/>
    <w:rsid w:val="00EC3FD0"/>
    <w:rsid w:val="00EC485A"/>
    <w:rsid w:val="00EC532F"/>
    <w:rsid w:val="00ED152E"/>
    <w:rsid w:val="00ED58B8"/>
    <w:rsid w:val="00EE2576"/>
    <w:rsid w:val="00EE4709"/>
    <w:rsid w:val="00EE5D1E"/>
    <w:rsid w:val="00EF09C3"/>
    <w:rsid w:val="00EF10C0"/>
    <w:rsid w:val="00EF44B0"/>
    <w:rsid w:val="00F0094B"/>
    <w:rsid w:val="00F00982"/>
    <w:rsid w:val="00F00989"/>
    <w:rsid w:val="00F01D2B"/>
    <w:rsid w:val="00F037B5"/>
    <w:rsid w:val="00F03D4A"/>
    <w:rsid w:val="00F0603C"/>
    <w:rsid w:val="00F0712A"/>
    <w:rsid w:val="00F072B1"/>
    <w:rsid w:val="00F1445F"/>
    <w:rsid w:val="00F22121"/>
    <w:rsid w:val="00F24368"/>
    <w:rsid w:val="00F31C5D"/>
    <w:rsid w:val="00F32138"/>
    <w:rsid w:val="00F3226D"/>
    <w:rsid w:val="00F32D71"/>
    <w:rsid w:val="00F3315C"/>
    <w:rsid w:val="00F3330C"/>
    <w:rsid w:val="00F33BBD"/>
    <w:rsid w:val="00F33D86"/>
    <w:rsid w:val="00F33EDE"/>
    <w:rsid w:val="00F34070"/>
    <w:rsid w:val="00F35A63"/>
    <w:rsid w:val="00F36122"/>
    <w:rsid w:val="00F377D7"/>
    <w:rsid w:val="00F4015F"/>
    <w:rsid w:val="00F4087C"/>
    <w:rsid w:val="00F42612"/>
    <w:rsid w:val="00F44400"/>
    <w:rsid w:val="00F44877"/>
    <w:rsid w:val="00F46870"/>
    <w:rsid w:val="00F5086D"/>
    <w:rsid w:val="00F52588"/>
    <w:rsid w:val="00F53FC3"/>
    <w:rsid w:val="00F54B66"/>
    <w:rsid w:val="00F55FDB"/>
    <w:rsid w:val="00F60831"/>
    <w:rsid w:val="00F61B4A"/>
    <w:rsid w:val="00F6345B"/>
    <w:rsid w:val="00F65414"/>
    <w:rsid w:val="00F66242"/>
    <w:rsid w:val="00F70854"/>
    <w:rsid w:val="00F7691B"/>
    <w:rsid w:val="00F80003"/>
    <w:rsid w:val="00F806A5"/>
    <w:rsid w:val="00F8223F"/>
    <w:rsid w:val="00F86B33"/>
    <w:rsid w:val="00F90684"/>
    <w:rsid w:val="00F90B91"/>
    <w:rsid w:val="00F94799"/>
    <w:rsid w:val="00FA08E3"/>
    <w:rsid w:val="00FA284D"/>
    <w:rsid w:val="00FA2FDE"/>
    <w:rsid w:val="00FA38C7"/>
    <w:rsid w:val="00FA3F65"/>
    <w:rsid w:val="00FA49F6"/>
    <w:rsid w:val="00FA4FF8"/>
    <w:rsid w:val="00FA744B"/>
    <w:rsid w:val="00FB02D3"/>
    <w:rsid w:val="00FB0691"/>
    <w:rsid w:val="00FB2F6E"/>
    <w:rsid w:val="00FB3CBE"/>
    <w:rsid w:val="00FB4411"/>
    <w:rsid w:val="00FB4754"/>
    <w:rsid w:val="00FB7199"/>
    <w:rsid w:val="00FC07A4"/>
    <w:rsid w:val="00FC0B53"/>
    <w:rsid w:val="00FC2D86"/>
    <w:rsid w:val="00FC349B"/>
    <w:rsid w:val="00FC6E2C"/>
    <w:rsid w:val="00FC7196"/>
    <w:rsid w:val="00FD3757"/>
    <w:rsid w:val="00FD5BAF"/>
    <w:rsid w:val="00FD7233"/>
    <w:rsid w:val="00FD7C94"/>
    <w:rsid w:val="00FE0F23"/>
    <w:rsid w:val="00FE28CF"/>
    <w:rsid w:val="00FE65DF"/>
    <w:rsid w:val="00FE68C4"/>
    <w:rsid w:val="00FE71B9"/>
    <w:rsid w:val="00FE7F7A"/>
    <w:rsid w:val="00FF12DB"/>
    <w:rsid w:val="00FF15B5"/>
    <w:rsid w:val="00FF1A52"/>
    <w:rsid w:val="00FF1C29"/>
    <w:rsid w:val="00FF23B7"/>
    <w:rsid w:val="00FF2BE5"/>
    <w:rsid w:val="00FF3B08"/>
    <w:rsid w:val="00FF4913"/>
    <w:rsid w:val="00FF4D68"/>
    <w:rsid w:val="00FF53CE"/>
    <w:rsid w:val="00FF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A6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6E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17145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A17145"/>
    <w:rPr>
      <w:rFonts w:ascii="Times New Roman" w:hAnsi="Times New Roman" w:cs="Times New Roman"/>
      <w:b/>
      <w:spacing w:val="50"/>
      <w:sz w:val="24"/>
    </w:rPr>
  </w:style>
  <w:style w:type="paragraph" w:styleId="a3">
    <w:name w:val="No Spacing"/>
    <w:uiPriority w:val="99"/>
    <w:qFormat/>
    <w:rsid w:val="00BE6DA6"/>
    <w:rPr>
      <w:rFonts w:cs="Times New Roman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DD0389"/>
    <w:pPr>
      <w:ind w:left="720"/>
    </w:pPr>
  </w:style>
  <w:style w:type="table" w:styleId="a5">
    <w:name w:val="Table Grid"/>
    <w:basedOn w:val="a1"/>
    <w:uiPriority w:val="59"/>
    <w:rsid w:val="00BD768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D768B"/>
    <w:rPr>
      <w:rFonts w:cs="Times New Roman"/>
      <w:color w:val="0000FF"/>
      <w:u w:val="single"/>
    </w:rPr>
  </w:style>
  <w:style w:type="character" w:customStyle="1" w:styleId="a7">
    <w:name w:val="Гипертекстовая ссылка"/>
    <w:uiPriority w:val="99"/>
    <w:rsid w:val="00E71017"/>
    <w:rPr>
      <w:color w:val="008000"/>
    </w:rPr>
  </w:style>
  <w:style w:type="paragraph" w:styleId="a8">
    <w:name w:val="header"/>
    <w:basedOn w:val="a"/>
    <w:link w:val="a9"/>
    <w:uiPriority w:val="99"/>
    <w:unhideWhenUsed/>
    <w:rsid w:val="00564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64C95"/>
    <w:rPr>
      <w:rFonts w:ascii="Times New Roman" w:hAnsi="Times New Roman" w:cs="Times New Roman"/>
      <w:sz w:val="24"/>
      <w:lang w:val="x-none" w:eastAsia="ru-RU"/>
    </w:rPr>
  </w:style>
  <w:style w:type="paragraph" w:styleId="aa">
    <w:name w:val="footer"/>
    <w:basedOn w:val="a"/>
    <w:link w:val="ab"/>
    <w:uiPriority w:val="99"/>
    <w:unhideWhenUsed/>
    <w:rsid w:val="00564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64C95"/>
    <w:rPr>
      <w:rFonts w:ascii="Times New Roman" w:hAnsi="Times New Roman" w:cs="Times New Roman"/>
      <w:sz w:val="24"/>
      <w:lang w:val="x-none" w:eastAsia="ru-RU"/>
    </w:rPr>
  </w:style>
  <w:style w:type="character" w:customStyle="1" w:styleId="ac">
    <w:name w:val="Цветовое выделение"/>
    <w:uiPriority w:val="99"/>
    <w:rsid w:val="00824330"/>
    <w:rPr>
      <w:b/>
      <w:color w:val="000080"/>
    </w:rPr>
  </w:style>
  <w:style w:type="paragraph" w:customStyle="1" w:styleId="ad">
    <w:name w:val="Заголовок статьи"/>
    <w:basedOn w:val="a"/>
    <w:next w:val="a"/>
    <w:uiPriority w:val="99"/>
    <w:rsid w:val="0082433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uiPriority w:val="99"/>
    <w:rsid w:val="00824330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af">
    <w:name w:val="Не вступил в силу"/>
    <w:uiPriority w:val="99"/>
    <w:rsid w:val="00824330"/>
    <w:rPr>
      <w:b/>
      <w:color w:val="008080"/>
    </w:rPr>
  </w:style>
  <w:style w:type="paragraph" w:customStyle="1" w:styleId="ConsPlusNormal">
    <w:name w:val="ConsPlusNormal"/>
    <w:link w:val="ConsPlusNormal0"/>
    <w:rsid w:val="007026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unhideWhenUsed/>
    <w:rsid w:val="00C37EA9"/>
    <w:pPr>
      <w:spacing w:before="100" w:beforeAutospacing="1" w:after="100" w:afterAutospacing="1"/>
    </w:pPr>
  </w:style>
  <w:style w:type="paragraph" w:customStyle="1" w:styleId="11">
    <w:name w:val="Знак1"/>
    <w:basedOn w:val="a"/>
    <w:rsid w:val="00EA46B6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C04EE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3">
    <w:name w:val="Знак Знак Знак Знак Знак Знак Знак"/>
    <w:basedOn w:val="a"/>
    <w:rsid w:val="007D210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">
    <w:name w:val="Абзац списка2"/>
    <w:basedOn w:val="a"/>
    <w:rsid w:val="00FA3F65"/>
    <w:pPr>
      <w:ind w:left="720"/>
    </w:pPr>
  </w:style>
  <w:style w:type="paragraph" w:customStyle="1" w:styleId="ConsPlusNonformat">
    <w:name w:val="ConsPlusNonformat"/>
    <w:rsid w:val="00E82F1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 Знак Знак1 Знак"/>
    <w:basedOn w:val="a"/>
    <w:rsid w:val="008D478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rsid w:val="00A171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1714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Знак1 Знак Знак Знак Знак Знак"/>
    <w:basedOn w:val="a"/>
    <w:rsid w:val="00CE28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56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Body Text"/>
    <w:basedOn w:val="a"/>
    <w:link w:val="af5"/>
    <w:uiPriority w:val="99"/>
    <w:rsid w:val="00C56EE6"/>
    <w:pPr>
      <w:jc w:val="both"/>
    </w:pPr>
  </w:style>
  <w:style w:type="character" w:customStyle="1" w:styleId="af5">
    <w:name w:val="Основной текст Знак"/>
    <w:basedOn w:val="a0"/>
    <w:link w:val="af4"/>
    <w:uiPriority w:val="99"/>
    <w:rsid w:val="00C56E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 Знак Знак Знак"/>
    <w:basedOn w:val="a"/>
    <w:rsid w:val="00C56EE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6">
    <w:name w:val="page number"/>
    <w:basedOn w:val="a0"/>
    <w:uiPriority w:val="99"/>
    <w:rsid w:val="00C56EE6"/>
    <w:rPr>
      <w:rFonts w:cs="Times New Roman"/>
    </w:rPr>
  </w:style>
  <w:style w:type="paragraph" w:customStyle="1" w:styleId="af7">
    <w:name w:val="Стиль"/>
    <w:basedOn w:val="a"/>
    <w:uiPriority w:val="99"/>
    <w:rsid w:val="00C56EE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Strong"/>
    <w:basedOn w:val="a0"/>
    <w:uiPriority w:val="22"/>
    <w:qFormat/>
    <w:rsid w:val="00C56EE6"/>
    <w:rPr>
      <w:rFonts w:cs="Times New Roman"/>
      <w:b/>
    </w:rPr>
  </w:style>
  <w:style w:type="character" w:customStyle="1" w:styleId="apple-converted-space">
    <w:name w:val="apple-converted-space"/>
    <w:rsid w:val="00C56EE6"/>
  </w:style>
  <w:style w:type="paragraph" w:customStyle="1" w:styleId="15">
    <w:name w:val="Абзац списка1"/>
    <w:basedOn w:val="a"/>
    <w:rsid w:val="00C56EE6"/>
    <w:pPr>
      <w:ind w:left="720"/>
    </w:pPr>
  </w:style>
  <w:style w:type="table" w:customStyle="1" w:styleId="16">
    <w:name w:val="Сетка таблицы1"/>
    <w:basedOn w:val="a1"/>
    <w:next w:val="a5"/>
    <w:uiPriority w:val="99"/>
    <w:rsid w:val="00C56EE6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56EE6"/>
    <w:pPr>
      <w:widowControl w:val="0"/>
      <w:autoSpaceDE w:val="0"/>
      <w:autoSpaceDN w:val="0"/>
    </w:pPr>
    <w:rPr>
      <w:b/>
      <w:sz w:val="22"/>
    </w:rPr>
  </w:style>
  <w:style w:type="character" w:styleId="af9">
    <w:name w:val="FollowedHyperlink"/>
    <w:basedOn w:val="a0"/>
    <w:uiPriority w:val="99"/>
    <w:rsid w:val="00C56EE6"/>
    <w:rPr>
      <w:rFonts w:cs="Times New Roman"/>
      <w:color w:val="800080"/>
      <w:u w:val="single"/>
    </w:rPr>
  </w:style>
  <w:style w:type="paragraph" w:styleId="afa">
    <w:name w:val="footnote text"/>
    <w:basedOn w:val="a"/>
    <w:link w:val="afb"/>
    <w:uiPriority w:val="99"/>
    <w:rsid w:val="00C56EE6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C56EE6"/>
    <w:rPr>
      <w:rFonts w:ascii="Times New Roman" w:hAnsi="Times New Roman" w:cs="Times New Roman"/>
    </w:rPr>
  </w:style>
  <w:style w:type="character" w:styleId="afc">
    <w:name w:val="footnote reference"/>
    <w:basedOn w:val="a0"/>
    <w:uiPriority w:val="99"/>
    <w:rsid w:val="00C56EE6"/>
    <w:rPr>
      <w:vertAlign w:val="superscript"/>
    </w:rPr>
  </w:style>
  <w:style w:type="paragraph" w:customStyle="1" w:styleId="s1">
    <w:name w:val="s_1"/>
    <w:basedOn w:val="a"/>
    <w:rsid w:val="00C56EE6"/>
    <w:pPr>
      <w:spacing w:before="100" w:beforeAutospacing="1" w:after="100" w:afterAutospacing="1"/>
    </w:pPr>
  </w:style>
  <w:style w:type="character" w:customStyle="1" w:styleId="s10">
    <w:name w:val="s_10"/>
    <w:basedOn w:val="a0"/>
    <w:rsid w:val="00C56EE6"/>
  </w:style>
  <w:style w:type="paragraph" w:customStyle="1" w:styleId="indent1">
    <w:name w:val="indent_1"/>
    <w:basedOn w:val="a"/>
    <w:rsid w:val="00C56EE6"/>
    <w:pPr>
      <w:spacing w:before="100" w:beforeAutospacing="1" w:after="100" w:afterAutospacing="1"/>
    </w:pPr>
  </w:style>
  <w:style w:type="character" w:customStyle="1" w:styleId="blk">
    <w:name w:val="blk"/>
    <w:basedOn w:val="a0"/>
    <w:rsid w:val="00C56EE6"/>
  </w:style>
  <w:style w:type="character" w:customStyle="1" w:styleId="ConsPlusNormal0">
    <w:name w:val="ConsPlusNormal Знак"/>
    <w:link w:val="ConsPlusNormal"/>
    <w:locked/>
    <w:rsid w:val="00C56EE6"/>
    <w:rPr>
      <w:rFonts w:ascii="Arial" w:hAnsi="Arial" w:cs="Arial"/>
    </w:rPr>
  </w:style>
  <w:style w:type="paragraph" w:customStyle="1" w:styleId="afd">
    <w:name w:val="Прижатый влево"/>
    <w:basedOn w:val="a"/>
    <w:next w:val="a"/>
    <w:uiPriority w:val="99"/>
    <w:rsid w:val="008F5A8C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A6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6E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17145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A17145"/>
    <w:rPr>
      <w:rFonts w:ascii="Times New Roman" w:hAnsi="Times New Roman" w:cs="Times New Roman"/>
      <w:b/>
      <w:spacing w:val="50"/>
      <w:sz w:val="24"/>
    </w:rPr>
  </w:style>
  <w:style w:type="paragraph" w:styleId="a3">
    <w:name w:val="No Spacing"/>
    <w:uiPriority w:val="99"/>
    <w:qFormat/>
    <w:rsid w:val="00BE6DA6"/>
    <w:rPr>
      <w:rFonts w:cs="Times New Roman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DD0389"/>
    <w:pPr>
      <w:ind w:left="720"/>
    </w:pPr>
  </w:style>
  <w:style w:type="table" w:styleId="a5">
    <w:name w:val="Table Grid"/>
    <w:basedOn w:val="a1"/>
    <w:uiPriority w:val="59"/>
    <w:rsid w:val="00BD768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D768B"/>
    <w:rPr>
      <w:rFonts w:cs="Times New Roman"/>
      <w:color w:val="0000FF"/>
      <w:u w:val="single"/>
    </w:rPr>
  </w:style>
  <w:style w:type="character" w:customStyle="1" w:styleId="a7">
    <w:name w:val="Гипертекстовая ссылка"/>
    <w:uiPriority w:val="99"/>
    <w:rsid w:val="00E71017"/>
    <w:rPr>
      <w:color w:val="008000"/>
    </w:rPr>
  </w:style>
  <w:style w:type="paragraph" w:styleId="a8">
    <w:name w:val="header"/>
    <w:basedOn w:val="a"/>
    <w:link w:val="a9"/>
    <w:uiPriority w:val="99"/>
    <w:unhideWhenUsed/>
    <w:rsid w:val="00564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64C95"/>
    <w:rPr>
      <w:rFonts w:ascii="Times New Roman" w:hAnsi="Times New Roman" w:cs="Times New Roman"/>
      <w:sz w:val="24"/>
      <w:lang w:val="x-none" w:eastAsia="ru-RU"/>
    </w:rPr>
  </w:style>
  <w:style w:type="paragraph" w:styleId="aa">
    <w:name w:val="footer"/>
    <w:basedOn w:val="a"/>
    <w:link w:val="ab"/>
    <w:uiPriority w:val="99"/>
    <w:unhideWhenUsed/>
    <w:rsid w:val="00564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64C95"/>
    <w:rPr>
      <w:rFonts w:ascii="Times New Roman" w:hAnsi="Times New Roman" w:cs="Times New Roman"/>
      <w:sz w:val="24"/>
      <w:lang w:val="x-none" w:eastAsia="ru-RU"/>
    </w:rPr>
  </w:style>
  <w:style w:type="character" w:customStyle="1" w:styleId="ac">
    <w:name w:val="Цветовое выделение"/>
    <w:uiPriority w:val="99"/>
    <w:rsid w:val="00824330"/>
    <w:rPr>
      <w:b/>
      <w:color w:val="000080"/>
    </w:rPr>
  </w:style>
  <w:style w:type="paragraph" w:customStyle="1" w:styleId="ad">
    <w:name w:val="Заголовок статьи"/>
    <w:basedOn w:val="a"/>
    <w:next w:val="a"/>
    <w:uiPriority w:val="99"/>
    <w:rsid w:val="0082433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uiPriority w:val="99"/>
    <w:rsid w:val="00824330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af">
    <w:name w:val="Не вступил в силу"/>
    <w:uiPriority w:val="99"/>
    <w:rsid w:val="00824330"/>
    <w:rPr>
      <w:b/>
      <w:color w:val="008080"/>
    </w:rPr>
  </w:style>
  <w:style w:type="paragraph" w:customStyle="1" w:styleId="ConsPlusNormal">
    <w:name w:val="ConsPlusNormal"/>
    <w:link w:val="ConsPlusNormal0"/>
    <w:rsid w:val="007026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unhideWhenUsed/>
    <w:rsid w:val="00C37EA9"/>
    <w:pPr>
      <w:spacing w:before="100" w:beforeAutospacing="1" w:after="100" w:afterAutospacing="1"/>
    </w:pPr>
  </w:style>
  <w:style w:type="paragraph" w:customStyle="1" w:styleId="11">
    <w:name w:val="Знак1"/>
    <w:basedOn w:val="a"/>
    <w:rsid w:val="00EA46B6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C04EE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3">
    <w:name w:val="Знак Знак Знак Знак Знак Знак Знак"/>
    <w:basedOn w:val="a"/>
    <w:rsid w:val="007D210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">
    <w:name w:val="Абзац списка2"/>
    <w:basedOn w:val="a"/>
    <w:rsid w:val="00FA3F65"/>
    <w:pPr>
      <w:ind w:left="720"/>
    </w:pPr>
  </w:style>
  <w:style w:type="paragraph" w:customStyle="1" w:styleId="ConsPlusNonformat">
    <w:name w:val="ConsPlusNonformat"/>
    <w:rsid w:val="00E82F1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 Знак Знак1 Знак"/>
    <w:basedOn w:val="a"/>
    <w:rsid w:val="008D478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rmal">
    <w:name w:val="ConsNormal"/>
    <w:rsid w:val="00A171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1714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Знак1 Знак Знак Знак Знак Знак"/>
    <w:basedOn w:val="a"/>
    <w:rsid w:val="00CE28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56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Body Text"/>
    <w:basedOn w:val="a"/>
    <w:link w:val="af5"/>
    <w:uiPriority w:val="99"/>
    <w:rsid w:val="00C56EE6"/>
    <w:pPr>
      <w:jc w:val="both"/>
    </w:pPr>
  </w:style>
  <w:style w:type="character" w:customStyle="1" w:styleId="af5">
    <w:name w:val="Основной текст Знак"/>
    <w:basedOn w:val="a0"/>
    <w:link w:val="af4"/>
    <w:uiPriority w:val="99"/>
    <w:rsid w:val="00C56E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 Знак Знак Знак"/>
    <w:basedOn w:val="a"/>
    <w:rsid w:val="00C56EE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6">
    <w:name w:val="page number"/>
    <w:basedOn w:val="a0"/>
    <w:uiPriority w:val="99"/>
    <w:rsid w:val="00C56EE6"/>
    <w:rPr>
      <w:rFonts w:cs="Times New Roman"/>
    </w:rPr>
  </w:style>
  <w:style w:type="paragraph" w:customStyle="1" w:styleId="af7">
    <w:name w:val="Стиль"/>
    <w:basedOn w:val="a"/>
    <w:uiPriority w:val="99"/>
    <w:rsid w:val="00C56EE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Strong"/>
    <w:basedOn w:val="a0"/>
    <w:uiPriority w:val="22"/>
    <w:qFormat/>
    <w:rsid w:val="00C56EE6"/>
    <w:rPr>
      <w:rFonts w:cs="Times New Roman"/>
      <w:b/>
    </w:rPr>
  </w:style>
  <w:style w:type="character" w:customStyle="1" w:styleId="apple-converted-space">
    <w:name w:val="apple-converted-space"/>
    <w:rsid w:val="00C56EE6"/>
  </w:style>
  <w:style w:type="paragraph" w:customStyle="1" w:styleId="15">
    <w:name w:val="Абзац списка1"/>
    <w:basedOn w:val="a"/>
    <w:rsid w:val="00C56EE6"/>
    <w:pPr>
      <w:ind w:left="720"/>
    </w:pPr>
  </w:style>
  <w:style w:type="table" w:customStyle="1" w:styleId="16">
    <w:name w:val="Сетка таблицы1"/>
    <w:basedOn w:val="a1"/>
    <w:next w:val="a5"/>
    <w:uiPriority w:val="99"/>
    <w:rsid w:val="00C56EE6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56EE6"/>
    <w:pPr>
      <w:widowControl w:val="0"/>
      <w:autoSpaceDE w:val="0"/>
      <w:autoSpaceDN w:val="0"/>
    </w:pPr>
    <w:rPr>
      <w:b/>
      <w:sz w:val="22"/>
    </w:rPr>
  </w:style>
  <w:style w:type="character" w:styleId="af9">
    <w:name w:val="FollowedHyperlink"/>
    <w:basedOn w:val="a0"/>
    <w:uiPriority w:val="99"/>
    <w:rsid w:val="00C56EE6"/>
    <w:rPr>
      <w:rFonts w:cs="Times New Roman"/>
      <w:color w:val="800080"/>
      <w:u w:val="single"/>
    </w:rPr>
  </w:style>
  <w:style w:type="paragraph" w:styleId="afa">
    <w:name w:val="footnote text"/>
    <w:basedOn w:val="a"/>
    <w:link w:val="afb"/>
    <w:uiPriority w:val="99"/>
    <w:rsid w:val="00C56EE6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C56EE6"/>
    <w:rPr>
      <w:rFonts w:ascii="Times New Roman" w:hAnsi="Times New Roman" w:cs="Times New Roman"/>
    </w:rPr>
  </w:style>
  <w:style w:type="character" w:styleId="afc">
    <w:name w:val="footnote reference"/>
    <w:basedOn w:val="a0"/>
    <w:uiPriority w:val="99"/>
    <w:rsid w:val="00C56EE6"/>
    <w:rPr>
      <w:vertAlign w:val="superscript"/>
    </w:rPr>
  </w:style>
  <w:style w:type="paragraph" w:customStyle="1" w:styleId="s1">
    <w:name w:val="s_1"/>
    <w:basedOn w:val="a"/>
    <w:rsid w:val="00C56EE6"/>
    <w:pPr>
      <w:spacing w:before="100" w:beforeAutospacing="1" w:after="100" w:afterAutospacing="1"/>
    </w:pPr>
  </w:style>
  <w:style w:type="character" w:customStyle="1" w:styleId="s10">
    <w:name w:val="s_10"/>
    <w:basedOn w:val="a0"/>
    <w:rsid w:val="00C56EE6"/>
  </w:style>
  <w:style w:type="paragraph" w:customStyle="1" w:styleId="indent1">
    <w:name w:val="indent_1"/>
    <w:basedOn w:val="a"/>
    <w:rsid w:val="00C56EE6"/>
    <w:pPr>
      <w:spacing w:before="100" w:beforeAutospacing="1" w:after="100" w:afterAutospacing="1"/>
    </w:pPr>
  </w:style>
  <w:style w:type="character" w:customStyle="1" w:styleId="blk">
    <w:name w:val="blk"/>
    <w:basedOn w:val="a0"/>
    <w:rsid w:val="00C56EE6"/>
  </w:style>
  <w:style w:type="character" w:customStyle="1" w:styleId="ConsPlusNormal0">
    <w:name w:val="ConsPlusNormal Знак"/>
    <w:link w:val="ConsPlusNormal"/>
    <w:locked/>
    <w:rsid w:val="00C56EE6"/>
    <w:rPr>
      <w:rFonts w:ascii="Arial" w:hAnsi="Arial" w:cs="Arial"/>
    </w:rPr>
  </w:style>
  <w:style w:type="paragraph" w:customStyle="1" w:styleId="afd">
    <w:name w:val="Прижатый влево"/>
    <w:basedOn w:val="a"/>
    <w:next w:val="a"/>
    <w:uiPriority w:val="99"/>
    <w:rsid w:val="008F5A8C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38291.16403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12038291.164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ovayuni\Documents\&#1056;&#1045;&#1043;&#1051;&#1040;&#1052;&#1045;&#1053;&#1058;&#1067;\&#1058;&#1048;&#1055;&#1054;&#1042;&#1067;&#1045;%20&#1056;&#1045;&#1043;&#1051;&#1040;&#1052;&#1045;&#1053;&#1058;&#1067;\&#1059;&#1089;&#1083;&#1086;&#1074;&#1085;&#1086;-&#1088;&#1072;&#1079;&#1088;&#1077;&#1096;&#1077;&#1085;&#1085;&#1099;&#1081;%20&#1074;&#1080;&#1076;\&#1055;&#1086;&#1089;&#1090;&#1072;&#1085;&#1086;&#1074;&#1083;&#1077;&#1085;&#1080;&#1077;%20&#1086;%20&#1074;&#1085;&#1077;&#1089;&#1077;&#1085;&#1080;&#1080;%20&#1080;&#1079;&#1084;&#1077;&#1085;&#1077;&#1085;&#1080;&#1081;%20&#1074;%201062-&#1087;%20%20&#1087;&#1086;%20&#1090;&#1080;&#1087;&#1086;&#1074;&#1086;&#1084;&#1091;%2004-05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1F7C1-0F83-4B53-B848-B849BE6CD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о внесении изменений в 1062-п  по типовому 04-05-2017</Template>
  <TotalTime>297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Юлия Николаевна Давыдова</dc:creator>
  <cp:lastModifiedBy>Волненко Евгения Максимовна</cp:lastModifiedBy>
  <cp:revision>49</cp:revision>
  <cp:lastPrinted>2022-05-31T05:18:00Z</cp:lastPrinted>
  <dcterms:created xsi:type="dcterms:W3CDTF">2022-04-06T06:30:00Z</dcterms:created>
  <dcterms:modified xsi:type="dcterms:W3CDTF">2022-06-08T11:23:00Z</dcterms:modified>
</cp:coreProperties>
</file>