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7E42" w:rsidRPr="00B00544" w:rsidRDefault="00703685" w:rsidP="00267E42">
      <w:pPr>
        <w:tabs>
          <w:tab w:val="left" w:pos="4678"/>
        </w:tabs>
        <w:jc w:val="center"/>
        <w:rPr>
          <w:i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3" o:spid="_x0000_s1027" type="#_x0000_t202" style="position:absolute;left:0;text-align:left;margin-left:15.2pt;margin-top:49pt;width:468pt;height:48.65pt;z-index: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c1PwHgIAAPUDAAAOAAAAZHJzL2Uyb0RvYy54bWysU82O0zAQviPxDpbvNP3f3ajpaumqCGn5&#10;kRYewHGcxiLxmLHbZLlx31fgHThw4MYrdN+IsdMtBW4IHyyPZ/zNfN+MF5ddU7OdQqfBZHw0GHKm&#10;jIRCm03G379bPzvnzHlhClGDURm/U45fLp8+WbQ2VWOooC4UMgIxLm1txivvbZokTlaqEW4AVhly&#10;loCN8GTiJilQtITe1Ml4OJwnLWBhEaRyjm6veydfRvyyVNK/KUunPKszTrX5uGPc87Any4VINyhs&#10;peWhDPEPVTRCG0p6hLoWXrAt6r+gGi0RHJR+IKFJoCy1VJEDsRkN/2BzWwmrIhcSx9mjTO7/wcrX&#10;u7fIdJHxCWdGNNSi/Zf91/23/Y/994fPD/dsEjRqrUsp9NZSsO+eQ0e9jnydvQH5wTEDq0qYjbpC&#10;hLZSoqAaR+FlcvK0x3EBJG9fQUHJxNZDBOpKbIKAJAkjdOrV3bE/qvNM0uXsYjqZD8klyTcfnZ3P&#10;ZjGFSB9fW3T+hYKGhUPGkfof0cXuxvlQjUgfQ0IyB7Uu1rquo4GbfFUj2wmalXVcB/TfwmoTgg2E&#10;Zz1iuIk0A7Oeo+/y7iBbDsUdEUboZ4/+Ch0qwE+ctTR3GXcftwIVZ/VLQ6JdjKbTMKjRmM7OxmTg&#10;qSc/9QgjCSrjnrP+uPL9cG8t6k1Fmfo2GbgioUsdNQgd6as61E2zFaU5/IMwvKd2jPr1W5c/AQAA&#10;//8DAFBLAwQUAAYACAAAACEAb9TK/t0AAAAJAQAADwAAAGRycy9kb3ducmV2LnhtbEyPQU/CQBCF&#10;7yb+h82QeDGyVaDQ2i1RE41XkB8wbYe2oTvbdBda/r3jSY7z3pc372XbyXbqQoNvHRt4nkegiEtX&#10;tVwbOPx8Pm1A+YBcYeeYDFzJwza/v8swrdzIO7rsQ60khH2KBpoQ+lRrXzZk0c9dTyze0Q0Wg5xD&#10;rasBRwm3nX6JolhbbFk+NNjTR0PlaX+2Bo7f4+MqGYuvcFjvlvE7tuvCXY15mE1vr6ACTeEfhr/6&#10;Uh1y6VS4M1dedQYW0VJIA8lGJomfxLEIhYDJagE6z/TtgvwXAAD//wMAUEsBAi0AFAAGAAgAAAAh&#10;ALaDOJL+AAAA4QEAABMAAAAAAAAAAAAAAAAAAAAAAFtDb250ZW50X1R5cGVzXS54bWxQSwECLQAU&#10;AAYACAAAACEAOP0h/9YAAACUAQAACwAAAAAAAAAAAAAAAAAvAQAAX3JlbHMvLnJlbHNQSwECLQAU&#10;AAYACAAAACEAO3NT8B4CAAD1AwAADgAAAAAAAAAAAAAAAAAuAgAAZHJzL2Uyb0RvYy54bWxQSwEC&#10;LQAUAAYACAAAACEAb9TK/t0AAAAJAQAADwAAAAAAAAAAAAAAAAB4BAAAZHJzL2Rvd25yZXYueG1s&#10;UEsFBgAAAAAEAAQA8wAAAIIFAAAAAA==&#10;" stroked="f">
            <v:textbox>
              <w:txbxContent>
                <w:p w:rsidR="00267E42" w:rsidRDefault="00267E42" w:rsidP="00267E42">
                  <w:pPr>
                    <w:pStyle w:val="2"/>
                    <w:rPr>
                      <w:spacing w:val="36"/>
                    </w:rPr>
                  </w:pPr>
                  <w:r>
                    <w:rPr>
                      <w:spacing w:val="36"/>
                    </w:rPr>
                    <w:t>Администрация города Оренбурга</w:t>
                  </w:r>
                </w:p>
                <w:p w:rsidR="00267E42" w:rsidRPr="004D0AFE" w:rsidRDefault="00267E42" w:rsidP="00267E42">
                  <w:pPr>
                    <w:pStyle w:val="2"/>
                    <w:rPr>
                      <w:sz w:val="16"/>
                    </w:rPr>
                  </w:pPr>
                </w:p>
                <w:p w:rsidR="00267E42" w:rsidRDefault="00267E42" w:rsidP="00267E42">
                  <w:pPr>
                    <w:pStyle w:val="2"/>
                  </w:pPr>
                  <w:r>
                    <w:t xml:space="preserve">ПОСТАНОВЛЕНИЕ </w:t>
                  </w:r>
                </w:p>
                <w:p w:rsidR="00267E42" w:rsidRDefault="00267E42" w:rsidP="00267E42">
                  <w:pPr>
                    <w:jc w:val="center"/>
                    <w:rPr>
                      <w:b/>
                      <w:bCs/>
                      <w:sz w:val="8"/>
                    </w:rPr>
                  </w:pPr>
                </w:p>
                <w:p w:rsidR="00267E42" w:rsidRDefault="00267E42" w:rsidP="00267E42"/>
              </w:txbxContent>
            </v:textbox>
          </v:shape>
        </w:pict>
      </w:r>
      <w:r w:rsidR="00267E42" w:rsidRPr="00B00544">
        <w:rPr>
          <w:noProof/>
        </w:rPr>
        <w:t xml:space="preserve">   </w:t>
      </w: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Описание: C:\Documents and Settings\ilienaanva\Рабочий стол\герб новый\Оренбург-герб ВЕКТОРНЫЙ.jpg" style="width:41.25pt;height:51pt;visibility:visible">
            <v:imagedata r:id="rId9" o:title="Оренбург-герб ВЕКТОРНЫЙ"/>
          </v:shape>
        </w:pict>
      </w:r>
    </w:p>
    <w:p w:rsidR="00267E42" w:rsidRPr="00B00544" w:rsidRDefault="00267E42" w:rsidP="00267E42">
      <w:pPr>
        <w:jc w:val="center"/>
        <w:rPr>
          <w:i/>
        </w:rPr>
      </w:pPr>
    </w:p>
    <w:p w:rsidR="00267E42" w:rsidRPr="00B00544" w:rsidRDefault="00267E42" w:rsidP="00267E42">
      <w:pPr>
        <w:jc w:val="center"/>
        <w:rPr>
          <w:i/>
        </w:rPr>
      </w:pPr>
    </w:p>
    <w:p w:rsidR="00267E42" w:rsidRPr="00B00544" w:rsidRDefault="00267E42" w:rsidP="00267E42">
      <w:pPr>
        <w:rPr>
          <w:i/>
        </w:rPr>
      </w:pPr>
    </w:p>
    <w:p w:rsidR="00267E42" w:rsidRPr="00B00544" w:rsidRDefault="00703685" w:rsidP="00267E42">
      <w:pPr>
        <w:rPr>
          <w:sz w:val="28"/>
          <w:szCs w:val="28"/>
        </w:rPr>
      </w:pPr>
      <w:r>
        <w:rPr>
          <w:noProof/>
        </w:rPr>
        <w:pict>
          <v:line id="Прямая соединительная линия 2" o:spid="_x0000_s1026" style="position:absolute;z-index:1;visibility:visible" from="1.85pt,12.15pt" to="465.3pt,1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ri4zAgIAAKsDAAAOAAAAZHJzL2Uyb0RvYy54bWysU02O0zAU3iNxB8t7mrZSoYqazqLDsBmg&#10;0pQDuI7TWGP7WbbbtDtgjdQjcAUWjDTSAGdIbsSz+8MAO0QW1vv9/N7nL5OLrVZkI5yXYAo66PUp&#10;EYZDKc2qoO8WV8/GlPjATMkUGFHQnfD0Yvr0yaSxuRhCDaoUjiCI8XljC1qHYPMs87wWmvkeWGEw&#10;WYHTLKDrVlnpWIPoWmXDfv951oArrQMuvMfo5SFJpwm/qgQPb6vKi0BUQXG2kE6XzmU8s+mE5SvH&#10;bC35cQz2D1NoJg1eeoa6ZIGRtZN/QWnJHXioQo+DzqCqJBdpB9xm0P9jm5uaWZF2QXK8PdPk/x8s&#10;f7OZOyLLgg4pMUzjE7Wfu/fdvv3Wfun2pPvQ/mjv2q/tffu9ve8+ov3QfUI7JtuHY3hPhpHJxvoc&#10;AWdm7iIXfGtu7DXwW08MzGpmViJttNhZvGYQO7LfWqLjLc6zbF5DiTVsHSDRuq2cjpBIGNmm19ud&#10;X09sA+EYHI3Ho/FgRAk/5TKWnxqt8+GVAE2iUVAlTSSW5Wxz7UMchOWnkhg2cCWVSuJQhjQI/mIw&#10;Qv1wbZGqUEuzQMHcJggPSpaxPDZ6t1rOlCMbFgWXvrQnZh6XOVibMsHXgpUvj3ZgUh1sHEeZIz2R&#10;kQO3Syh3c3eiDRWR5j6qN0rusZ+6f/1j058AAAD//wMAUEsDBBQABgAIAAAAIQA3WaFt3QAAAAcB&#10;AAAPAAAAZHJzL2Rvd25yZXYueG1sTI69TsMwFIV3JN7BukgsVevQoDaEOBWqYGFAassAmxtfkoj4&#10;OvV1m8DT44oBxvOjc75iNdpOnNBz60jBzSwBgVQ501Kt4HX3NM1AcNBkdOcIFXwhw6q8vCh0btxA&#10;GzxtQy3iCHGuFTQh9LmUXDVoNc9cjxSzD+etDlH6WhqvhzhuOzlPkoW0uqX40Oge1w1Wn9ujVWA2&#10;zI/rMftOX/zz4fCWTd6H3USp66vx4R5EwDH8leGMH9GhjEx7dyTDolOQLmNRwfw2BRHjuzRZgNj/&#10;GrIs5H/+8gcAAP//AwBQSwECLQAUAAYACAAAACEAtoM4kv4AAADhAQAAEwAAAAAAAAAAAAAAAAAA&#10;AAAAW0NvbnRlbnRfVHlwZXNdLnhtbFBLAQItABQABgAIAAAAIQA4/SH/1gAAAJQBAAALAAAAAAAA&#10;AAAAAAAAAC8BAABfcmVscy8ucmVsc1BLAQItABQABgAIAAAAIQBRri4zAgIAAKsDAAAOAAAAAAAA&#10;AAAAAAAAAC4CAABkcnMvZTJvRG9jLnhtbFBLAQItABQABgAIAAAAIQA3WaFt3QAAAAcBAAAPAAAA&#10;AAAAAAAAAAAAAFwEAABkcnMvZG93bnJldi54bWxQSwUGAAAAAAQABADzAAAAZgUAAAAA&#10;" strokeweight="4.5pt">
            <v:stroke linestyle="thinThick"/>
          </v:line>
        </w:pict>
      </w:r>
    </w:p>
    <w:tbl>
      <w:tblPr>
        <w:tblpPr w:leftFromText="180" w:rightFromText="180" w:vertAnchor="text" w:tblpX="109" w:tblpY="30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68"/>
      </w:tblGrid>
      <w:tr w:rsidR="00267E42" w:rsidRPr="00B00544" w:rsidTr="001D76C2">
        <w:trPr>
          <w:trHeight w:val="320"/>
        </w:trPr>
        <w:tc>
          <w:tcPr>
            <w:tcW w:w="1668" w:type="dxa"/>
            <w:tcBorders>
              <w:top w:val="nil"/>
              <w:left w:val="nil"/>
              <w:right w:val="nil"/>
            </w:tcBorders>
          </w:tcPr>
          <w:p w:rsidR="00267E42" w:rsidRPr="00B00544" w:rsidRDefault="00267E42" w:rsidP="001D76C2">
            <w:pPr>
              <w:ind w:hanging="56"/>
              <w:rPr>
                <w:sz w:val="28"/>
                <w:szCs w:val="28"/>
              </w:rPr>
            </w:pPr>
          </w:p>
        </w:tc>
      </w:tr>
    </w:tbl>
    <w:p w:rsidR="00267E42" w:rsidRPr="00B00544" w:rsidRDefault="00267E42" w:rsidP="00267E42">
      <w:pPr>
        <w:rPr>
          <w:sz w:val="28"/>
          <w:szCs w:val="28"/>
        </w:rPr>
      </w:pPr>
    </w:p>
    <w:tbl>
      <w:tblPr>
        <w:tblpPr w:leftFromText="180" w:rightFromText="180" w:vertAnchor="text" w:horzAnchor="page" w:tblpX="9113" w:tblpY="-78"/>
        <w:tblW w:w="0" w:type="auto"/>
        <w:tblBorders>
          <w:bottom w:val="single" w:sz="4" w:space="0" w:color="auto"/>
        </w:tblBorders>
        <w:tblLook w:val="0000" w:firstRow="0" w:lastRow="0" w:firstColumn="0" w:lastColumn="0" w:noHBand="0" w:noVBand="0"/>
      </w:tblPr>
      <w:tblGrid>
        <w:gridCol w:w="1798"/>
      </w:tblGrid>
      <w:tr w:rsidR="00267E42" w:rsidRPr="00B00544" w:rsidTr="004F1A3F">
        <w:trPr>
          <w:trHeight w:val="72"/>
        </w:trPr>
        <w:tc>
          <w:tcPr>
            <w:tcW w:w="1798" w:type="dxa"/>
          </w:tcPr>
          <w:p w:rsidR="00267E42" w:rsidRPr="00B00544" w:rsidRDefault="00267E42" w:rsidP="001D76C2">
            <w:pPr>
              <w:ind w:right="136"/>
              <w:rPr>
                <w:sz w:val="28"/>
                <w:szCs w:val="28"/>
              </w:rPr>
            </w:pPr>
          </w:p>
        </w:tc>
      </w:tr>
    </w:tbl>
    <w:p w:rsidR="00267E42" w:rsidRPr="00B00544" w:rsidRDefault="00267E42" w:rsidP="00267E42">
      <w:pPr>
        <w:ind w:left="42" w:hanging="42"/>
        <w:rPr>
          <w:sz w:val="28"/>
          <w:szCs w:val="28"/>
        </w:rPr>
      </w:pPr>
      <w:r w:rsidRPr="00B00544">
        <w:rPr>
          <w:sz w:val="28"/>
          <w:szCs w:val="28"/>
        </w:rPr>
        <w:t xml:space="preserve">                                                                       №</w:t>
      </w:r>
      <w:r w:rsidRPr="00B00544">
        <w:rPr>
          <w:kern w:val="28"/>
          <w:sz w:val="28"/>
          <w:szCs w:val="28"/>
        </w:rPr>
        <w:t xml:space="preserve"> </w:t>
      </w:r>
    </w:p>
    <w:p w:rsidR="00267E42" w:rsidRDefault="00267E42" w:rsidP="00267E42">
      <w:pPr>
        <w:tabs>
          <w:tab w:val="left" w:pos="4395"/>
        </w:tabs>
        <w:ind w:firstLine="709"/>
        <w:jc w:val="both"/>
        <w:rPr>
          <w:sz w:val="28"/>
          <w:szCs w:val="28"/>
        </w:rPr>
      </w:pPr>
    </w:p>
    <w:p w:rsidR="00232BED" w:rsidRPr="00B00544" w:rsidRDefault="00232BED" w:rsidP="00267E42">
      <w:pPr>
        <w:tabs>
          <w:tab w:val="left" w:pos="4395"/>
        </w:tabs>
        <w:ind w:firstLine="709"/>
        <w:jc w:val="both"/>
        <w:rPr>
          <w:sz w:val="28"/>
          <w:szCs w:val="28"/>
        </w:rPr>
      </w:pPr>
    </w:p>
    <w:p w:rsidR="00355386" w:rsidRDefault="00355386" w:rsidP="00355386">
      <w:pPr>
        <w:ind w:right="-2" w:firstLine="708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внесении изменений в постановление </w:t>
      </w:r>
    </w:p>
    <w:p w:rsidR="00355386" w:rsidRPr="00743771" w:rsidRDefault="00355386" w:rsidP="00355386">
      <w:pPr>
        <w:ind w:right="-2" w:firstLine="708"/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Администрации города Оренбурга от 05.08.2021 № 1566</w:t>
      </w:r>
      <w:r w:rsidRPr="00743771">
        <w:rPr>
          <w:sz w:val="28"/>
          <w:szCs w:val="28"/>
        </w:rPr>
        <w:t>-п</w:t>
      </w:r>
    </w:p>
    <w:p w:rsidR="00064FEC" w:rsidRPr="00063A53" w:rsidRDefault="00064FEC" w:rsidP="00064FEC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267E42" w:rsidRPr="00063A53" w:rsidRDefault="00267E42" w:rsidP="00267E42">
      <w:pPr>
        <w:spacing w:after="1"/>
        <w:rPr>
          <w:sz w:val="28"/>
          <w:szCs w:val="28"/>
          <w:highlight w:val="yellow"/>
        </w:rPr>
      </w:pPr>
    </w:p>
    <w:p w:rsidR="00E95BC0" w:rsidRDefault="00B3309D" w:rsidP="00E95BC0">
      <w:pPr>
        <w:tabs>
          <w:tab w:val="left" w:pos="4395"/>
        </w:tabs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 соответствии с пунктом 3 статьи</w:t>
      </w:r>
      <w:r w:rsidRPr="00BA06A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78 Бюджетного кодекса Российской Федерации, </w:t>
      </w:r>
      <w:r w:rsidR="00C216CD">
        <w:rPr>
          <w:sz w:val="28"/>
          <w:szCs w:val="28"/>
        </w:rPr>
        <w:t xml:space="preserve">общими требованиями </w:t>
      </w:r>
      <w:r w:rsidR="000454D2" w:rsidRPr="002211BF">
        <w:rPr>
          <w:sz w:val="28"/>
          <w:szCs w:val="28"/>
        </w:rPr>
        <w:t xml:space="preserve">к нормативным правовым актам, муниципальным правовым актам, регулирующим предоставление субсидий, в том числе грантов в форме субсидий, юридическим лицам, индивидуальным предпринимателям, а также физическим лицам – производителям товаров, работ, услуг, </w:t>
      </w:r>
      <w:r w:rsidR="00C216CD">
        <w:rPr>
          <w:sz w:val="28"/>
          <w:szCs w:val="28"/>
        </w:rPr>
        <w:t>утвержденным</w:t>
      </w:r>
      <w:r w:rsidR="0080780D">
        <w:rPr>
          <w:sz w:val="28"/>
          <w:szCs w:val="28"/>
        </w:rPr>
        <w:t>и</w:t>
      </w:r>
      <w:r w:rsidR="00C216CD">
        <w:rPr>
          <w:sz w:val="28"/>
          <w:szCs w:val="28"/>
        </w:rPr>
        <w:t xml:space="preserve"> постановлением</w:t>
      </w:r>
      <w:r>
        <w:rPr>
          <w:sz w:val="28"/>
          <w:szCs w:val="28"/>
        </w:rPr>
        <w:t xml:space="preserve"> Правительства Российской Федерации </w:t>
      </w:r>
      <w:r w:rsidR="00C216CD">
        <w:rPr>
          <w:sz w:val="28"/>
          <w:szCs w:val="28"/>
        </w:rPr>
        <w:t>от 18.09.2020 № 1492</w:t>
      </w:r>
      <w:r w:rsidRPr="002211BF">
        <w:rPr>
          <w:sz w:val="28"/>
          <w:szCs w:val="28"/>
        </w:rPr>
        <w:t>,</w:t>
      </w:r>
      <w:r w:rsidR="00CB3622">
        <w:rPr>
          <w:sz w:val="28"/>
          <w:szCs w:val="28"/>
        </w:rPr>
        <w:t xml:space="preserve"> </w:t>
      </w:r>
      <w:r>
        <w:rPr>
          <w:sz w:val="28"/>
          <w:szCs w:val="28"/>
        </w:rPr>
        <w:t>пунктом 4</w:t>
      </w:r>
      <w:r w:rsidR="00232BED">
        <w:rPr>
          <w:sz w:val="28"/>
          <w:szCs w:val="28"/>
        </w:rPr>
        <w:t xml:space="preserve">     </w:t>
      </w:r>
      <w:r w:rsidR="00E02380">
        <w:rPr>
          <w:sz w:val="28"/>
          <w:szCs w:val="28"/>
        </w:rPr>
        <w:t xml:space="preserve"> части 1 статьи 33, частью</w:t>
      </w:r>
      <w:r>
        <w:rPr>
          <w:sz w:val="28"/>
          <w:szCs w:val="28"/>
        </w:rPr>
        <w:t xml:space="preserve"> 23 статьи 35</w:t>
      </w:r>
      <w:proofErr w:type="gramEnd"/>
      <w:r>
        <w:rPr>
          <w:sz w:val="28"/>
          <w:szCs w:val="28"/>
        </w:rPr>
        <w:t xml:space="preserve"> Устава муниципального образования «город Оренбург», принятого решением Оренбургского городского Совета</w:t>
      </w:r>
      <w:r w:rsidR="002449BD">
        <w:rPr>
          <w:sz w:val="28"/>
          <w:szCs w:val="28"/>
        </w:rPr>
        <w:t xml:space="preserve"> </w:t>
      </w:r>
      <w:r w:rsidR="001B0A2F">
        <w:rPr>
          <w:sz w:val="28"/>
          <w:szCs w:val="28"/>
        </w:rPr>
        <w:t xml:space="preserve">               </w:t>
      </w:r>
      <w:r>
        <w:rPr>
          <w:sz w:val="28"/>
          <w:szCs w:val="28"/>
        </w:rPr>
        <w:t>от 28.04.2015 № 1015:</w:t>
      </w:r>
      <w:r w:rsidR="004805D3">
        <w:rPr>
          <w:sz w:val="28"/>
          <w:szCs w:val="28"/>
        </w:rPr>
        <w:t xml:space="preserve"> </w:t>
      </w:r>
    </w:p>
    <w:p w:rsidR="00AB1AD0" w:rsidRDefault="00E95BC0" w:rsidP="00D53FFC">
      <w:pPr>
        <w:tabs>
          <w:tab w:val="left" w:pos="4395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Pr="000B5898">
        <w:rPr>
          <w:sz w:val="28"/>
          <w:szCs w:val="28"/>
        </w:rPr>
        <w:t> </w:t>
      </w:r>
      <w:r w:rsidR="00707DA2" w:rsidRPr="000B5898">
        <w:rPr>
          <w:sz w:val="28"/>
          <w:szCs w:val="28"/>
        </w:rPr>
        <w:t>Внести в постановление Администрации города Оренбурга                   от </w:t>
      </w:r>
      <w:r w:rsidR="00707DA2">
        <w:rPr>
          <w:sz w:val="28"/>
          <w:szCs w:val="28"/>
        </w:rPr>
        <w:t>05.08.2021 № 1566</w:t>
      </w:r>
      <w:r w:rsidR="00707DA2" w:rsidRPr="000B5898">
        <w:rPr>
          <w:sz w:val="28"/>
          <w:szCs w:val="28"/>
        </w:rPr>
        <w:t>-п «</w:t>
      </w:r>
      <w:r w:rsidR="00DF1CD9" w:rsidRPr="00DF1CD9">
        <w:rPr>
          <w:sz w:val="28"/>
          <w:szCs w:val="28"/>
        </w:rPr>
        <w:t xml:space="preserve">Об утверждении порядка предоставления за счет </w:t>
      </w:r>
      <w:proofErr w:type="gramStart"/>
      <w:r w:rsidR="00DF1CD9" w:rsidRPr="00DF1CD9">
        <w:rPr>
          <w:sz w:val="28"/>
          <w:szCs w:val="28"/>
        </w:rPr>
        <w:t>средств бюджета города Оренбурга субсидий</w:t>
      </w:r>
      <w:proofErr w:type="gramEnd"/>
      <w:r w:rsidR="00DF1CD9" w:rsidRPr="00DF1CD9">
        <w:rPr>
          <w:sz w:val="28"/>
          <w:szCs w:val="28"/>
        </w:rPr>
        <w:t xml:space="preserve"> организациям в сфере электронных и печатных средств массовой информации и признании утратившими силу отдельных постановлений администрации города Оренбурга</w:t>
      </w:r>
      <w:r w:rsidR="00DF1CD9">
        <w:rPr>
          <w:sz w:val="28"/>
          <w:szCs w:val="28"/>
        </w:rPr>
        <w:t xml:space="preserve">» </w:t>
      </w:r>
      <w:r w:rsidR="00707DA2" w:rsidRPr="00DF1CD9">
        <w:rPr>
          <w:sz w:val="28"/>
          <w:szCs w:val="28"/>
        </w:rPr>
        <w:t>следующие изменения:</w:t>
      </w:r>
      <w:r w:rsidR="00AB1AD0">
        <w:rPr>
          <w:sz w:val="28"/>
          <w:szCs w:val="28"/>
        </w:rPr>
        <w:t xml:space="preserve"> </w:t>
      </w:r>
    </w:p>
    <w:p w:rsidR="0080780D" w:rsidRDefault="00E02380" w:rsidP="00D53FFC">
      <w:pPr>
        <w:tabs>
          <w:tab w:val="left" w:pos="4395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1.1. Преамбулу</w:t>
      </w:r>
      <w:r w:rsidR="003F6CD7">
        <w:rPr>
          <w:sz w:val="28"/>
          <w:szCs w:val="28"/>
        </w:rPr>
        <w:t xml:space="preserve"> постановления</w:t>
      </w:r>
      <w:r w:rsidR="009334C8">
        <w:rPr>
          <w:sz w:val="28"/>
          <w:szCs w:val="28"/>
        </w:rPr>
        <w:t xml:space="preserve"> после слов «Бюджетного кодекса Российской Федерации</w:t>
      </w:r>
      <w:proofErr w:type="gramStart"/>
      <w:r w:rsidR="009334C8">
        <w:rPr>
          <w:sz w:val="28"/>
          <w:szCs w:val="28"/>
        </w:rPr>
        <w:t>,»</w:t>
      </w:r>
      <w:proofErr w:type="gramEnd"/>
      <w:r w:rsidR="003F6CD7">
        <w:rPr>
          <w:sz w:val="28"/>
          <w:szCs w:val="28"/>
        </w:rPr>
        <w:t xml:space="preserve"> </w:t>
      </w:r>
      <w:r>
        <w:rPr>
          <w:sz w:val="28"/>
          <w:szCs w:val="28"/>
        </w:rPr>
        <w:t>дополнить словами</w:t>
      </w:r>
      <w:r w:rsidR="0080780D">
        <w:rPr>
          <w:sz w:val="28"/>
          <w:szCs w:val="28"/>
        </w:rPr>
        <w:t xml:space="preserve"> «</w:t>
      </w:r>
      <w:r w:rsidR="0080780D" w:rsidRPr="00137258">
        <w:rPr>
          <w:sz w:val="28"/>
          <w:szCs w:val="28"/>
        </w:rPr>
        <w:t>Федеральным</w:t>
      </w:r>
      <w:r w:rsidR="0080780D">
        <w:rPr>
          <w:sz w:val="28"/>
          <w:szCs w:val="28"/>
        </w:rPr>
        <w:t xml:space="preserve"> </w:t>
      </w:r>
      <w:r w:rsidR="0080780D" w:rsidRPr="00137258">
        <w:rPr>
          <w:sz w:val="28"/>
          <w:szCs w:val="28"/>
        </w:rPr>
        <w:t>закон</w:t>
      </w:r>
      <w:r w:rsidR="0080780D">
        <w:rPr>
          <w:sz w:val="28"/>
          <w:szCs w:val="28"/>
        </w:rPr>
        <w:t xml:space="preserve">ом </w:t>
      </w:r>
      <w:r>
        <w:rPr>
          <w:sz w:val="28"/>
          <w:szCs w:val="28"/>
        </w:rPr>
        <w:t xml:space="preserve">                  </w:t>
      </w:r>
      <w:r w:rsidR="0080780D" w:rsidRPr="00137258">
        <w:rPr>
          <w:sz w:val="28"/>
          <w:szCs w:val="28"/>
        </w:rPr>
        <w:t>от</w:t>
      </w:r>
      <w:r w:rsidR="0080780D">
        <w:rPr>
          <w:sz w:val="28"/>
          <w:szCs w:val="28"/>
        </w:rPr>
        <w:t xml:space="preserve"> </w:t>
      </w:r>
      <w:r w:rsidR="0080780D" w:rsidRPr="00137258">
        <w:rPr>
          <w:sz w:val="28"/>
          <w:szCs w:val="28"/>
        </w:rPr>
        <w:t>09.02.2009</w:t>
      </w:r>
      <w:r w:rsidR="0080780D">
        <w:rPr>
          <w:sz w:val="28"/>
          <w:szCs w:val="28"/>
        </w:rPr>
        <w:t xml:space="preserve"> </w:t>
      </w:r>
      <w:r w:rsidR="0080780D" w:rsidRPr="00137258">
        <w:rPr>
          <w:sz w:val="28"/>
          <w:szCs w:val="28"/>
        </w:rPr>
        <w:t>№</w:t>
      </w:r>
      <w:r w:rsidR="0080780D">
        <w:rPr>
          <w:sz w:val="28"/>
          <w:szCs w:val="28"/>
        </w:rPr>
        <w:t xml:space="preserve"> </w:t>
      </w:r>
      <w:r w:rsidR="0080780D" w:rsidRPr="00137258">
        <w:rPr>
          <w:sz w:val="28"/>
          <w:szCs w:val="28"/>
        </w:rPr>
        <w:t>8-ФЗ</w:t>
      </w:r>
      <w:r w:rsidR="0080780D">
        <w:rPr>
          <w:sz w:val="28"/>
          <w:szCs w:val="28"/>
        </w:rPr>
        <w:t xml:space="preserve"> </w:t>
      </w:r>
      <w:r w:rsidR="009334C8">
        <w:rPr>
          <w:sz w:val="28"/>
          <w:szCs w:val="28"/>
        </w:rPr>
        <w:t>«Об обеспечении доступа</w:t>
      </w:r>
      <w:r w:rsidR="0080780D">
        <w:rPr>
          <w:sz w:val="28"/>
          <w:szCs w:val="28"/>
        </w:rPr>
        <w:t xml:space="preserve"> </w:t>
      </w:r>
      <w:r w:rsidR="0080780D" w:rsidRPr="00137258">
        <w:rPr>
          <w:sz w:val="28"/>
          <w:szCs w:val="28"/>
        </w:rPr>
        <w:t>к информации</w:t>
      </w:r>
      <w:r w:rsidR="0080780D">
        <w:rPr>
          <w:sz w:val="28"/>
          <w:szCs w:val="28"/>
        </w:rPr>
        <w:t xml:space="preserve"> </w:t>
      </w:r>
      <w:r w:rsidR="0076376D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                      </w:t>
      </w:r>
      <w:r w:rsidR="0076376D">
        <w:rPr>
          <w:sz w:val="28"/>
          <w:szCs w:val="28"/>
        </w:rPr>
        <w:t xml:space="preserve"> </w:t>
      </w:r>
      <w:r w:rsidR="0080780D" w:rsidRPr="00137258">
        <w:rPr>
          <w:sz w:val="28"/>
          <w:szCs w:val="28"/>
        </w:rPr>
        <w:t>о деятельности государственных органов и органов местного самоуправления</w:t>
      </w:r>
      <w:r w:rsidR="009334C8">
        <w:rPr>
          <w:sz w:val="28"/>
          <w:szCs w:val="28"/>
        </w:rPr>
        <w:t>,</w:t>
      </w:r>
      <w:r w:rsidR="0080780D" w:rsidRPr="00137258">
        <w:rPr>
          <w:sz w:val="28"/>
          <w:szCs w:val="28"/>
        </w:rPr>
        <w:t>»</w:t>
      </w:r>
      <w:r>
        <w:rPr>
          <w:sz w:val="28"/>
          <w:szCs w:val="28"/>
        </w:rPr>
        <w:t>.</w:t>
      </w:r>
    </w:p>
    <w:p w:rsidR="009564C7" w:rsidRDefault="00E02380" w:rsidP="00D53FFC">
      <w:pPr>
        <w:tabs>
          <w:tab w:val="left" w:pos="4395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1.2. В</w:t>
      </w:r>
      <w:r w:rsidR="009564C7">
        <w:rPr>
          <w:sz w:val="28"/>
          <w:szCs w:val="28"/>
        </w:rPr>
        <w:t xml:space="preserve"> приложении № 1 к постановлению:</w:t>
      </w:r>
    </w:p>
    <w:p w:rsidR="00AD2DDC" w:rsidRPr="00E02380" w:rsidRDefault="00E02380" w:rsidP="00E02380">
      <w:pPr>
        <w:tabs>
          <w:tab w:val="left" w:pos="4395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="00BB0B0B">
        <w:rPr>
          <w:sz w:val="28"/>
          <w:szCs w:val="28"/>
        </w:rPr>
        <w:t>п</w:t>
      </w:r>
      <w:r w:rsidR="0076376D">
        <w:rPr>
          <w:sz w:val="28"/>
          <w:szCs w:val="28"/>
        </w:rPr>
        <w:t>ункт 1.1</w:t>
      </w:r>
      <w:r>
        <w:rPr>
          <w:sz w:val="28"/>
          <w:szCs w:val="28"/>
        </w:rPr>
        <w:t xml:space="preserve"> после слов «Администрации города Оренбурга» дополнить словами </w:t>
      </w:r>
      <w:r w:rsidR="00BB0B0B">
        <w:rPr>
          <w:sz w:val="28"/>
          <w:szCs w:val="28"/>
        </w:rPr>
        <w:t>«</w:t>
      </w:r>
      <w:r w:rsidR="00C237C5">
        <w:rPr>
          <w:sz w:val="28"/>
          <w:szCs w:val="28"/>
        </w:rPr>
        <w:t>, а также публикацию муниципальных</w:t>
      </w:r>
      <w:r w:rsidR="00BB0B0B">
        <w:rPr>
          <w:sz w:val="28"/>
          <w:szCs w:val="28"/>
        </w:rPr>
        <w:t xml:space="preserve"> правовых актов</w:t>
      </w:r>
      <w:r w:rsidR="00261188">
        <w:rPr>
          <w:sz w:val="28"/>
          <w:szCs w:val="28"/>
        </w:rPr>
        <w:t xml:space="preserve"> города Оренбурга</w:t>
      </w:r>
      <w:r w:rsidR="00700A16">
        <w:rPr>
          <w:sz w:val="28"/>
          <w:szCs w:val="28"/>
        </w:rPr>
        <w:t>»;</w:t>
      </w:r>
      <w:r w:rsidR="00415558" w:rsidRPr="00415558">
        <w:rPr>
          <w:rFonts w:ascii="Arial" w:hAnsi="Arial" w:cs="Arial"/>
          <w:color w:val="444444"/>
          <w:shd w:val="clear" w:color="auto" w:fill="FFFFFF"/>
        </w:rPr>
        <w:t xml:space="preserve"> </w:t>
      </w:r>
    </w:p>
    <w:p w:rsidR="00E02380" w:rsidRDefault="00E02380" w:rsidP="00D53FFC">
      <w:pPr>
        <w:tabs>
          <w:tab w:val="left" w:pos="4395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в пункте 1.2: </w:t>
      </w:r>
    </w:p>
    <w:p w:rsidR="00AD2DDC" w:rsidRPr="00364A13" w:rsidRDefault="00364A13" w:rsidP="00D53FFC">
      <w:pPr>
        <w:tabs>
          <w:tab w:val="left" w:pos="4395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</w:t>
      </w:r>
      <w:r w:rsidR="00E02380">
        <w:rPr>
          <w:sz w:val="28"/>
          <w:szCs w:val="28"/>
        </w:rPr>
        <w:t xml:space="preserve">бзац первый изложить в новой </w:t>
      </w:r>
      <w:r w:rsidR="0015516F" w:rsidRPr="00364A13">
        <w:rPr>
          <w:sz w:val="28"/>
          <w:szCs w:val="28"/>
        </w:rPr>
        <w:t>редакции:</w:t>
      </w:r>
    </w:p>
    <w:p w:rsidR="00364A13" w:rsidRDefault="0015516F" w:rsidP="00532A16">
      <w:pPr>
        <w:tabs>
          <w:tab w:val="left" w:pos="4395"/>
        </w:tabs>
        <w:ind w:firstLine="709"/>
        <w:jc w:val="both"/>
        <w:rPr>
          <w:sz w:val="28"/>
          <w:szCs w:val="28"/>
        </w:rPr>
      </w:pPr>
      <w:r w:rsidRPr="00364A13">
        <w:rPr>
          <w:sz w:val="28"/>
          <w:szCs w:val="28"/>
        </w:rPr>
        <w:t xml:space="preserve">«1.2. </w:t>
      </w:r>
      <w:proofErr w:type="gramStart"/>
      <w:r w:rsidRPr="00364A13">
        <w:rPr>
          <w:sz w:val="28"/>
          <w:szCs w:val="28"/>
        </w:rPr>
        <w:t>Субсидии предоставляются на безвозмездной и безвозвратной основе в целях финансового возмещения затрат, свя</w:t>
      </w:r>
      <w:r w:rsidR="00C237C5">
        <w:rPr>
          <w:sz w:val="28"/>
          <w:szCs w:val="28"/>
        </w:rPr>
        <w:t>занных с публикацией муниципальных</w:t>
      </w:r>
      <w:r w:rsidRPr="00364A13">
        <w:rPr>
          <w:sz w:val="28"/>
          <w:szCs w:val="28"/>
        </w:rPr>
        <w:t xml:space="preserve"> правовых актов города Оренбурга, производством социально значимых телерадиопрограмм и проектов по освещению деятельности Главы города Оренбурга, Администрации города Оренбурга, наполнением ими </w:t>
      </w:r>
      <w:proofErr w:type="spellStart"/>
      <w:r w:rsidRPr="00364A13">
        <w:rPr>
          <w:sz w:val="28"/>
          <w:szCs w:val="28"/>
        </w:rPr>
        <w:lastRenderedPageBreak/>
        <w:t>телерадиоэфира</w:t>
      </w:r>
      <w:proofErr w:type="spellEnd"/>
      <w:r w:rsidRPr="00364A13">
        <w:rPr>
          <w:sz w:val="28"/>
          <w:szCs w:val="28"/>
        </w:rPr>
        <w:t xml:space="preserve">, обеспечением мероприятий по доведению </w:t>
      </w:r>
      <w:r w:rsidR="00BB2E1E">
        <w:rPr>
          <w:sz w:val="28"/>
          <w:szCs w:val="28"/>
        </w:rPr>
        <w:t xml:space="preserve">                           </w:t>
      </w:r>
      <w:r w:rsidRPr="00364A13">
        <w:rPr>
          <w:sz w:val="28"/>
          <w:szCs w:val="28"/>
        </w:rPr>
        <w:t>их до телезрителей и радиослушателей, пользователей информаци</w:t>
      </w:r>
      <w:r w:rsidR="00364A13">
        <w:rPr>
          <w:sz w:val="28"/>
          <w:szCs w:val="28"/>
        </w:rPr>
        <w:t xml:space="preserve">онно-телекоммуникационной сети «Интернет» (далее </w:t>
      </w:r>
      <w:r w:rsidR="00532A16">
        <w:rPr>
          <w:sz w:val="28"/>
          <w:szCs w:val="28"/>
        </w:rPr>
        <w:t>–</w:t>
      </w:r>
      <w:r w:rsidR="00364A13">
        <w:rPr>
          <w:sz w:val="28"/>
          <w:szCs w:val="28"/>
        </w:rPr>
        <w:t xml:space="preserve"> сеть «Интернет»</w:t>
      </w:r>
      <w:r w:rsidRPr="00364A13">
        <w:rPr>
          <w:sz w:val="28"/>
          <w:szCs w:val="28"/>
        </w:rPr>
        <w:t>), изготовлением и размещением пе</w:t>
      </w:r>
      <w:r w:rsidR="00BB2E1E">
        <w:rPr>
          <w:sz w:val="28"/>
          <w:szCs w:val="28"/>
        </w:rPr>
        <w:t>чатного продукта, изготовлением</w:t>
      </w:r>
      <w:proofErr w:type="gramEnd"/>
      <w:r w:rsidR="00BB2E1E">
        <w:rPr>
          <w:sz w:val="28"/>
          <w:szCs w:val="28"/>
        </w:rPr>
        <w:t xml:space="preserve">                    </w:t>
      </w:r>
      <w:r w:rsidRPr="00364A13">
        <w:rPr>
          <w:sz w:val="28"/>
          <w:szCs w:val="28"/>
        </w:rPr>
        <w:t>и размеще</w:t>
      </w:r>
      <w:r w:rsidR="001F2CF5">
        <w:rPr>
          <w:sz w:val="28"/>
          <w:szCs w:val="28"/>
        </w:rPr>
        <w:t>нием материала на сайте в сети «Интернет»</w:t>
      </w:r>
      <w:r w:rsidRPr="00364A13">
        <w:rPr>
          <w:sz w:val="28"/>
          <w:szCs w:val="28"/>
        </w:rPr>
        <w:t xml:space="preserve">, зарегистрированном </w:t>
      </w:r>
      <w:r w:rsidR="00BB2E1E">
        <w:rPr>
          <w:sz w:val="28"/>
          <w:szCs w:val="28"/>
        </w:rPr>
        <w:t xml:space="preserve">           </w:t>
      </w:r>
      <w:r w:rsidRPr="00364A13">
        <w:rPr>
          <w:sz w:val="28"/>
          <w:szCs w:val="28"/>
        </w:rPr>
        <w:t>в качестве средства массовой информации</w:t>
      </w:r>
      <w:proofErr w:type="gramStart"/>
      <w:r w:rsidR="00364A13">
        <w:rPr>
          <w:sz w:val="28"/>
          <w:szCs w:val="28"/>
        </w:rPr>
        <w:t>.</w:t>
      </w:r>
      <w:r w:rsidRPr="00364A13">
        <w:rPr>
          <w:sz w:val="28"/>
          <w:szCs w:val="28"/>
        </w:rPr>
        <w:t>»</w:t>
      </w:r>
      <w:r w:rsidR="00364A13">
        <w:rPr>
          <w:sz w:val="28"/>
          <w:szCs w:val="28"/>
        </w:rPr>
        <w:t>;</w:t>
      </w:r>
      <w:proofErr w:type="gramEnd"/>
    </w:p>
    <w:p w:rsidR="0049287A" w:rsidRDefault="0049287A" w:rsidP="00D53FFC">
      <w:pPr>
        <w:tabs>
          <w:tab w:val="left" w:pos="4395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дополнить абзацем следующего содержания:</w:t>
      </w:r>
    </w:p>
    <w:p w:rsidR="0049287A" w:rsidRDefault="0049287A" w:rsidP="002D183A">
      <w:pPr>
        <w:tabs>
          <w:tab w:val="left" w:pos="4395"/>
        </w:tabs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«</w:t>
      </w:r>
      <w:r w:rsidR="00C32DD5">
        <w:rPr>
          <w:sz w:val="28"/>
          <w:szCs w:val="28"/>
        </w:rPr>
        <w:t>Для целей настоящего П</w:t>
      </w:r>
      <w:r w:rsidR="00BC6141">
        <w:rPr>
          <w:sz w:val="28"/>
          <w:szCs w:val="28"/>
        </w:rPr>
        <w:t>орядка п</w:t>
      </w:r>
      <w:r>
        <w:rPr>
          <w:sz w:val="28"/>
          <w:szCs w:val="28"/>
        </w:rPr>
        <w:t xml:space="preserve">од социально значимыми телепрограммами и проектами понимаются представляющие общественные </w:t>
      </w:r>
      <w:r w:rsidR="005365A8">
        <w:rPr>
          <w:sz w:val="28"/>
          <w:szCs w:val="28"/>
        </w:rPr>
        <w:t xml:space="preserve"> </w:t>
      </w:r>
      <w:r>
        <w:rPr>
          <w:sz w:val="28"/>
          <w:szCs w:val="28"/>
        </w:rPr>
        <w:t>и муниципальные интересы и соответствующие основным направлениям муницип</w:t>
      </w:r>
      <w:r w:rsidR="005365A8">
        <w:rPr>
          <w:sz w:val="28"/>
          <w:szCs w:val="28"/>
        </w:rPr>
        <w:t xml:space="preserve">альной информационной политики </w:t>
      </w:r>
      <w:r>
        <w:rPr>
          <w:sz w:val="28"/>
          <w:szCs w:val="28"/>
        </w:rPr>
        <w:t>и долгосрочным приоритетам развития города Оренбурга и общества информационные, информационно-аналитические, публицистические, культурно-просветительские, образовательные телевизионные и радиопрограммы, телевизионные докум</w:t>
      </w:r>
      <w:r w:rsidR="002D183A">
        <w:rPr>
          <w:sz w:val="28"/>
          <w:szCs w:val="28"/>
        </w:rPr>
        <w:t>ентальные фильмы</w:t>
      </w:r>
      <w:r w:rsidR="0016394A">
        <w:rPr>
          <w:sz w:val="28"/>
          <w:szCs w:val="28"/>
        </w:rPr>
        <w:t xml:space="preserve"> </w:t>
      </w:r>
      <w:r w:rsidR="00D71929">
        <w:rPr>
          <w:sz w:val="28"/>
          <w:szCs w:val="28"/>
        </w:rPr>
        <w:t>и публикации</w:t>
      </w:r>
      <w:r w:rsidR="0016394A">
        <w:rPr>
          <w:sz w:val="28"/>
          <w:szCs w:val="28"/>
        </w:rPr>
        <w:t>,</w:t>
      </w:r>
      <w:r w:rsidR="00D71929">
        <w:rPr>
          <w:sz w:val="28"/>
          <w:szCs w:val="28"/>
        </w:rPr>
        <w:t xml:space="preserve"> </w:t>
      </w:r>
      <w:r w:rsidR="0016394A">
        <w:rPr>
          <w:sz w:val="28"/>
          <w:szCs w:val="28"/>
        </w:rPr>
        <w:t>в</w:t>
      </w:r>
      <w:r w:rsidR="00D71929">
        <w:rPr>
          <w:sz w:val="28"/>
          <w:szCs w:val="28"/>
        </w:rPr>
        <w:t xml:space="preserve"> том числе в</w:t>
      </w:r>
      <w:r w:rsidR="0016394A">
        <w:rPr>
          <w:sz w:val="28"/>
          <w:szCs w:val="28"/>
        </w:rPr>
        <w:t xml:space="preserve"> сети «Инт</w:t>
      </w:r>
      <w:r w:rsidR="00C232AF">
        <w:rPr>
          <w:sz w:val="28"/>
          <w:szCs w:val="28"/>
        </w:rPr>
        <w:t>е</w:t>
      </w:r>
      <w:r w:rsidR="0016394A">
        <w:rPr>
          <w:sz w:val="28"/>
          <w:szCs w:val="28"/>
        </w:rPr>
        <w:t>рнет»</w:t>
      </w:r>
      <w:r w:rsidR="0093180E">
        <w:rPr>
          <w:sz w:val="28"/>
          <w:szCs w:val="28"/>
        </w:rPr>
        <w:t>.»</w:t>
      </w:r>
      <w:r w:rsidR="001D20D9">
        <w:rPr>
          <w:sz w:val="28"/>
          <w:szCs w:val="28"/>
        </w:rPr>
        <w:t>;</w:t>
      </w:r>
      <w:proofErr w:type="gramEnd"/>
    </w:p>
    <w:p w:rsidR="00364A13" w:rsidRDefault="0039230D" w:rsidP="002D183A">
      <w:pPr>
        <w:tabs>
          <w:tab w:val="left" w:pos="4395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r w:rsidR="0076376D">
        <w:rPr>
          <w:sz w:val="28"/>
          <w:szCs w:val="28"/>
        </w:rPr>
        <w:t>пункт 1.4</w:t>
      </w:r>
      <w:r>
        <w:rPr>
          <w:sz w:val="28"/>
          <w:szCs w:val="28"/>
        </w:rPr>
        <w:t xml:space="preserve"> изложить в новой</w:t>
      </w:r>
      <w:r w:rsidR="00364A13">
        <w:rPr>
          <w:sz w:val="28"/>
          <w:szCs w:val="28"/>
        </w:rPr>
        <w:t xml:space="preserve"> редакции:</w:t>
      </w:r>
    </w:p>
    <w:p w:rsidR="00364A13" w:rsidRDefault="00364A13" w:rsidP="002D183A">
      <w:pPr>
        <w:tabs>
          <w:tab w:val="left" w:pos="4395"/>
        </w:tabs>
        <w:ind w:firstLine="709"/>
        <w:jc w:val="both"/>
        <w:rPr>
          <w:sz w:val="28"/>
          <w:szCs w:val="28"/>
        </w:rPr>
      </w:pPr>
      <w:r w:rsidRPr="00364A13">
        <w:rPr>
          <w:sz w:val="28"/>
          <w:szCs w:val="28"/>
        </w:rPr>
        <w:t xml:space="preserve">«1.4. </w:t>
      </w:r>
      <w:proofErr w:type="gramStart"/>
      <w:r w:rsidRPr="00364A13">
        <w:rPr>
          <w:sz w:val="28"/>
          <w:szCs w:val="28"/>
        </w:rPr>
        <w:t>На получение субсидии могут претендовать организации в сфере электронных и печатных средств массовой информации независимо</w:t>
      </w:r>
      <w:r w:rsidR="00BB2E1E">
        <w:rPr>
          <w:sz w:val="28"/>
          <w:szCs w:val="28"/>
        </w:rPr>
        <w:t xml:space="preserve">                 </w:t>
      </w:r>
      <w:r w:rsidRPr="00364A13">
        <w:rPr>
          <w:sz w:val="28"/>
          <w:szCs w:val="28"/>
        </w:rPr>
        <w:t xml:space="preserve"> от их организационно-правовой формы</w:t>
      </w:r>
      <w:r w:rsidR="00C237C5">
        <w:rPr>
          <w:sz w:val="28"/>
          <w:szCs w:val="28"/>
        </w:rPr>
        <w:t>,</w:t>
      </w:r>
      <w:r w:rsidR="00575DAE">
        <w:rPr>
          <w:sz w:val="28"/>
          <w:szCs w:val="28"/>
        </w:rPr>
        <w:t xml:space="preserve"> осуществляющие</w:t>
      </w:r>
      <w:r w:rsidR="00D71929">
        <w:rPr>
          <w:sz w:val="28"/>
          <w:szCs w:val="28"/>
        </w:rPr>
        <w:t xml:space="preserve"> </w:t>
      </w:r>
      <w:r w:rsidR="00F80338">
        <w:rPr>
          <w:sz w:val="28"/>
          <w:szCs w:val="28"/>
        </w:rPr>
        <w:t>публикацию</w:t>
      </w:r>
      <w:r w:rsidR="00D71929">
        <w:rPr>
          <w:sz w:val="28"/>
          <w:szCs w:val="28"/>
        </w:rPr>
        <w:t xml:space="preserve"> </w:t>
      </w:r>
      <w:r w:rsidR="00C237C5">
        <w:rPr>
          <w:sz w:val="28"/>
          <w:szCs w:val="28"/>
        </w:rPr>
        <w:t>муниципальных</w:t>
      </w:r>
      <w:r w:rsidRPr="00364A13">
        <w:rPr>
          <w:sz w:val="28"/>
          <w:szCs w:val="28"/>
        </w:rPr>
        <w:t xml:space="preserve"> правовых актов города Оренбурга</w:t>
      </w:r>
      <w:r>
        <w:rPr>
          <w:sz w:val="28"/>
          <w:szCs w:val="28"/>
        </w:rPr>
        <w:t xml:space="preserve">, </w:t>
      </w:r>
      <w:r w:rsidR="00252378">
        <w:rPr>
          <w:sz w:val="28"/>
          <w:szCs w:val="28"/>
        </w:rPr>
        <w:t>распространение</w:t>
      </w:r>
      <w:r w:rsidRPr="00364A13">
        <w:rPr>
          <w:sz w:val="28"/>
          <w:szCs w:val="28"/>
        </w:rPr>
        <w:t xml:space="preserve"> социально значимых телерадиопрограмм, печатных изданий, аудио-, видеопрограмм и проектов по освещению деятельности Главы города Оренбурга, Администрации города Оренбурга </w:t>
      </w:r>
      <w:r w:rsidR="00076554">
        <w:rPr>
          <w:sz w:val="28"/>
          <w:szCs w:val="28"/>
        </w:rPr>
        <w:t xml:space="preserve">на территории города Оренбурга, </w:t>
      </w:r>
      <w:r w:rsidR="009800BD">
        <w:rPr>
          <w:sz w:val="28"/>
          <w:szCs w:val="28"/>
        </w:rPr>
        <w:t>не являющие</w:t>
      </w:r>
      <w:r w:rsidRPr="00364A13">
        <w:rPr>
          <w:sz w:val="28"/>
          <w:szCs w:val="28"/>
        </w:rPr>
        <w:t>ся специализированными, справочными, развлекательными, рекламными и эротическими изданиями, изданиями политических</w:t>
      </w:r>
      <w:proofErr w:type="gramEnd"/>
      <w:r w:rsidRPr="00364A13">
        <w:rPr>
          <w:sz w:val="28"/>
          <w:szCs w:val="28"/>
        </w:rPr>
        <w:t xml:space="preserve"> партий, политических общественных движений и религиозных объединений</w:t>
      </w:r>
      <w:proofErr w:type="gramStart"/>
      <w:r w:rsidR="000072AF">
        <w:rPr>
          <w:sz w:val="28"/>
          <w:szCs w:val="28"/>
        </w:rPr>
        <w:t>.</w:t>
      </w:r>
      <w:r w:rsidRPr="00364A13">
        <w:rPr>
          <w:sz w:val="28"/>
          <w:szCs w:val="28"/>
        </w:rPr>
        <w:t>»</w:t>
      </w:r>
      <w:r>
        <w:rPr>
          <w:sz w:val="28"/>
          <w:szCs w:val="28"/>
        </w:rPr>
        <w:t>;</w:t>
      </w:r>
      <w:proofErr w:type="gramEnd"/>
    </w:p>
    <w:p w:rsidR="008D53BC" w:rsidRDefault="0039230D" w:rsidP="002D183A">
      <w:pPr>
        <w:tabs>
          <w:tab w:val="left" w:pos="4395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4) </w:t>
      </w:r>
      <w:r w:rsidR="00FE1138">
        <w:rPr>
          <w:sz w:val="28"/>
          <w:szCs w:val="28"/>
        </w:rPr>
        <w:t>п</w:t>
      </w:r>
      <w:r w:rsidR="005E1AFB">
        <w:rPr>
          <w:sz w:val="28"/>
          <w:szCs w:val="28"/>
        </w:rPr>
        <w:t>ункт 1.6 дополнить абзацем следующего содержания:</w:t>
      </w:r>
    </w:p>
    <w:p w:rsidR="005E1AFB" w:rsidRDefault="005E1AFB" w:rsidP="002D183A">
      <w:pPr>
        <w:tabs>
          <w:tab w:val="left" w:pos="4395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«Сведения о</w:t>
      </w:r>
      <w:r w:rsidR="009800BD">
        <w:rPr>
          <w:sz w:val="28"/>
          <w:szCs w:val="28"/>
        </w:rPr>
        <w:t xml:space="preserve"> </w:t>
      </w:r>
      <w:r>
        <w:rPr>
          <w:sz w:val="28"/>
          <w:szCs w:val="28"/>
        </w:rPr>
        <w:t>субсидии включаются в размещаемый на едином портале реестр субсидий, формирование и ведение которого осуществляется Мин</w:t>
      </w:r>
      <w:r w:rsidR="00365086">
        <w:rPr>
          <w:sz w:val="28"/>
          <w:szCs w:val="28"/>
        </w:rPr>
        <w:t>истерством финансов Российской Ф</w:t>
      </w:r>
      <w:r>
        <w:rPr>
          <w:sz w:val="28"/>
          <w:szCs w:val="28"/>
        </w:rPr>
        <w:t xml:space="preserve">едерации в установленном </w:t>
      </w:r>
      <w:r w:rsidR="0020520E">
        <w:rPr>
          <w:sz w:val="28"/>
          <w:szCs w:val="28"/>
        </w:rPr>
        <w:t xml:space="preserve">              </w:t>
      </w:r>
      <w:r>
        <w:rPr>
          <w:sz w:val="28"/>
          <w:szCs w:val="28"/>
        </w:rPr>
        <w:t>им порядке</w:t>
      </w:r>
      <w:proofErr w:type="gramStart"/>
      <w:r w:rsidR="00B602CC">
        <w:rPr>
          <w:sz w:val="28"/>
          <w:szCs w:val="28"/>
        </w:rPr>
        <w:t>.</w:t>
      </w:r>
      <w:r>
        <w:rPr>
          <w:sz w:val="28"/>
          <w:szCs w:val="28"/>
        </w:rPr>
        <w:t>»;</w:t>
      </w:r>
      <w:proofErr w:type="gramEnd"/>
    </w:p>
    <w:p w:rsidR="0039230D" w:rsidRDefault="0039230D" w:rsidP="002D183A">
      <w:pPr>
        <w:tabs>
          <w:tab w:val="left" w:pos="4395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5) в пункте 2.2:</w:t>
      </w:r>
    </w:p>
    <w:p w:rsidR="00914162" w:rsidRDefault="00291B7C" w:rsidP="009374F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B602CC">
        <w:rPr>
          <w:rFonts w:ascii="Times New Roman" w:hAnsi="Times New Roman" w:cs="Times New Roman"/>
          <w:sz w:val="28"/>
          <w:szCs w:val="28"/>
        </w:rPr>
        <w:t xml:space="preserve">одпункт 1 </w:t>
      </w:r>
      <w:r w:rsidR="0039230D">
        <w:rPr>
          <w:rFonts w:ascii="Times New Roman" w:hAnsi="Times New Roman" w:cs="Times New Roman"/>
          <w:sz w:val="28"/>
          <w:szCs w:val="28"/>
        </w:rPr>
        <w:t xml:space="preserve">изложить в новой </w:t>
      </w:r>
      <w:r>
        <w:rPr>
          <w:rFonts w:ascii="Times New Roman" w:hAnsi="Times New Roman" w:cs="Times New Roman"/>
          <w:sz w:val="28"/>
          <w:szCs w:val="28"/>
        </w:rPr>
        <w:t>редакции:</w:t>
      </w:r>
    </w:p>
    <w:p w:rsidR="00291B7C" w:rsidRPr="009334C8" w:rsidRDefault="00291B7C" w:rsidP="00151E1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«1) даты начала подачи или окончания приема заявок участников конкурсного отбора, которая не может быть ранее 30-го календарного дня, следующего за днем размещения объявления о проведении конкурсного отбора</w:t>
      </w:r>
      <w:r w:rsidR="008D5519">
        <w:rPr>
          <w:rFonts w:ascii="Times New Roman" w:hAnsi="Times New Roman" w:cs="Times New Roman"/>
          <w:sz w:val="28"/>
          <w:szCs w:val="28"/>
        </w:rPr>
        <w:t xml:space="preserve"> и сроки проведения отбора, а также информация о возможности проведения нескольких этапов отбора с указанием сроков и порядка </w:t>
      </w:r>
      <w:r w:rsidR="007B0DE3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8D5519">
        <w:rPr>
          <w:rFonts w:ascii="Times New Roman" w:hAnsi="Times New Roman" w:cs="Times New Roman"/>
          <w:sz w:val="28"/>
          <w:szCs w:val="28"/>
        </w:rPr>
        <w:t>их проведения</w:t>
      </w:r>
      <w:proofErr w:type="gramStart"/>
      <w:r w:rsidR="0039230D">
        <w:rPr>
          <w:rFonts w:ascii="Times New Roman" w:hAnsi="Times New Roman" w:cs="Times New Roman"/>
          <w:sz w:val="28"/>
          <w:szCs w:val="28"/>
        </w:rPr>
        <w:t>;</w:t>
      </w:r>
      <w:r w:rsidR="00151E12">
        <w:rPr>
          <w:rFonts w:ascii="Times New Roman" w:hAnsi="Times New Roman" w:cs="Times New Roman"/>
          <w:sz w:val="28"/>
          <w:szCs w:val="28"/>
        </w:rPr>
        <w:t>»</w:t>
      </w:r>
      <w:proofErr w:type="gramEnd"/>
      <w:r w:rsidR="00151E12">
        <w:rPr>
          <w:rFonts w:ascii="Times New Roman" w:hAnsi="Times New Roman" w:cs="Times New Roman"/>
          <w:sz w:val="28"/>
          <w:szCs w:val="28"/>
        </w:rPr>
        <w:t>;</w:t>
      </w:r>
    </w:p>
    <w:p w:rsidR="00A26392" w:rsidRDefault="00A61309" w:rsidP="00A61309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39230D">
        <w:rPr>
          <w:rFonts w:ascii="Times New Roman" w:hAnsi="Times New Roman" w:cs="Times New Roman"/>
          <w:sz w:val="28"/>
          <w:szCs w:val="28"/>
        </w:rPr>
        <w:t>одпункт 4 изложить в новой</w:t>
      </w:r>
      <w:r w:rsidR="00A26392">
        <w:rPr>
          <w:rFonts w:ascii="Times New Roman" w:hAnsi="Times New Roman" w:cs="Times New Roman"/>
          <w:sz w:val="28"/>
          <w:szCs w:val="28"/>
        </w:rPr>
        <w:t xml:space="preserve"> редакции:</w:t>
      </w:r>
    </w:p>
    <w:p w:rsidR="00A26392" w:rsidRDefault="00A26392" w:rsidP="009374F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125823">
        <w:rPr>
          <w:rFonts w:ascii="Times New Roman" w:hAnsi="Times New Roman" w:cs="Times New Roman"/>
          <w:sz w:val="28"/>
          <w:szCs w:val="28"/>
        </w:rPr>
        <w:t xml:space="preserve">4) </w:t>
      </w:r>
      <w:r w:rsidR="00E72DBE">
        <w:rPr>
          <w:rFonts w:ascii="Times New Roman" w:hAnsi="Times New Roman" w:cs="Times New Roman"/>
          <w:sz w:val="28"/>
          <w:szCs w:val="28"/>
        </w:rPr>
        <w:t>доменное имя и (или) указатели</w:t>
      </w:r>
      <w:r w:rsidR="00A61309">
        <w:rPr>
          <w:rFonts w:ascii="Times New Roman" w:hAnsi="Times New Roman" w:cs="Times New Roman"/>
          <w:sz w:val="28"/>
          <w:szCs w:val="28"/>
        </w:rPr>
        <w:t xml:space="preserve"> страниц системы «Электронный бюджет» или иного сайта в сети «Интернет», на котором обеспечивается проведение отбора</w:t>
      </w:r>
      <w:proofErr w:type="gramStart"/>
      <w:r w:rsidR="00A61309">
        <w:rPr>
          <w:rFonts w:ascii="Times New Roman" w:hAnsi="Times New Roman" w:cs="Times New Roman"/>
          <w:sz w:val="28"/>
          <w:szCs w:val="28"/>
        </w:rPr>
        <w:t>;»</w:t>
      </w:r>
      <w:proofErr w:type="gramEnd"/>
      <w:r w:rsidR="00A61309">
        <w:rPr>
          <w:rFonts w:ascii="Times New Roman" w:hAnsi="Times New Roman" w:cs="Times New Roman"/>
          <w:sz w:val="28"/>
          <w:szCs w:val="28"/>
        </w:rPr>
        <w:t>;</w:t>
      </w:r>
    </w:p>
    <w:p w:rsidR="00A61309" w:rsidRDefault="00A61309" w:rsidP="009374F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подпункт 12 изложить в </w:t>
      </w:r>
      <w:r w:rsidR="0039230D">
        <w:rPr>
          <w:rFonts w:ascii="Times New Roman" w:hAnsi="Times New Roman" w:cs="Times New Roman"/>
          <w:sz w:val="28"/>
          <w:szCs w:val="28"/>
        </w:rPr>
        <w:t xml:space="preserve">новой </w:t>
      </w:r>
      <w:r>
        <w:rPr>
          <w:rFonts w:ascii="Times New Roman" w:hAnsi="Times New Roman" w:cs="Times New Roman"/>
          <w:sz w:val="28"/>
          <w:szCs w:val="28"/>
        </w:rPr>
        <w:t>редакции:</w:t>
      </w:r>
    </w:p>
    <w:p w:rsidR="001E4A23" w:rsidRPr="009334C8" w:rsidRDefault="00A61309" w:rsidP="00DB48F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«</w:t>
      </w:r>
      <w:r w:rsidR="00125823">
        <w:rPr>
          <w:rFonts w:ascii="Times New Roman" w:hAnsi="Times New Roman" w:cs="Times New Roman"/>
          <w:sz w:val="28"/>
          <w:szCs w:val="28"/>
        </w:rPr>
        <w:t xml:space="preserve">12) </w:t>
      </w:r>
      <w:r>
        <w:rPr>
          <w:rFonts w:ascii="Times New Roman" w:hAnsi="Times New Roman" w:cs="Times New Roman"/>
          <w:sz w:val="28"/>
          <w:szCs w:val="28"/>
        </w:rPr>
        <w:t>дата размещения результатов конкурсного отбора на едином портале (в случае проведения конкурсного отбора в сист</w:t>
      </w:r>
      <w:r w:rsidR="00D23561">
        <w:rPr>
          <w:rFonts w:ascii="Times New Roman" w:hAnsi="Times New Roman" w:cs="Times New Roman"/>
          <w:sz w:val="28"/>
          <w:szCs w:val="28"/>
        </w:rPr>
        <w:t>еме «Э</w:t>
      </w:r>
      <w:r>
        <w:rPr>
          <w:rFonts w:ascii="Times New Roman" w:hAnsi="Times New Roman" w:cs="Times New Roman"/>
          <w:sz w:val="28"/>
          <w:szCs w:val="28"/>
        </w:rPr>
        <w:t>лектронны</w:t>
      </w:r>
      <w:r w:rsidR="00B602CC">
        <w:rPr>
          <w:rFonts w:ascii="Times New Roman" w:hAnsi="Times New Roman" w:cs="Times New Roman"/>
          <w:sz w:val="28"/>
          <w:szCs w:val="28"/>
        </w:rPr>
        <w:t>й бюджет») или на ином сайте, на</w:t>
      </w:r>
      <w:r>
        <w:rPr>
          <w:rFonts w:ascii="Times New Roman" w:hAnsi="Times New Roman" w:cs="Times New Roman"/>
          <w:sz w:val="28"/>
          <w:szCs w:val="28"/>
        </w:rPr>
        <w:t xml:space="preserve"> котором обеспечивается проведение отбора (с размещением указателя страни</w:t>
      </w:r>
      <w:r w:rsidR="005561B3">
        <w:rPr>
          <w:rFonts w:ascii="Times New Roman" w:hAnsi="Times New Roman" w:cs="Times New Roman"/>
          <w:sz w:val="28"/>
          <w:szCs w:val="28"/>
        </w:rPr>
        <w:t xml:space="preserve">цы сайта на едином портале), а </w:t>
      </w:r>
      <w:r>
        <w:rPr>
          <w:rFonts w:ascii="Times New Roman" w:hAnsi="Times New Roman" w:cs="Times New Roman"/>
          <w:sz w:val="28"/>
          <w:szCs w:val="28"/>
        </w:rPr>
        <w:t>также при необходимости на официальном Интернет-портале города Оренбурга, которая не может быть позднее 14-го календарного дня, следующего за днем определения победителя отбора</w:t>
      </w:r>
      <w:r w:rsidR="00D65953">
        <w:rPr>
          <w:rFonts w:ascii="Times New Roman" w:hAnsi="Times New Roman" w:cs="Times New Roman"/>
          <w:sz w:val="28"/>
          <w:szCs w:val="28"/>
        </w:rPr>
        <w:t>;</w:t>
      </w:r>
      <w:r>
        <w:rPr>
          <w:rFonts w:ascii="Times New Roman" w:hAnsi="Times New Roman" w:cs="Times New Roman"/>
          <w:sz w:val="28"/>
          <w:szCs w:val="28"/>
        </w:rPr>
        <w:t>»</w:t>
      </w:r>
      <w:r w:rsidR="00125823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D60F84" w:rsidRDefault="00C7108A" w:rsidP="00D60F84">
      <w:pPr>
        <w:pStyle w:val="ConsPlusNormal"/>
        <w:ind w:firstLine="709"/>
        <w:jc w:val="both"/>
        <w:rPr>
          <w:rFonts w:ascii="Times New Roman" w:hAnsi="Times New Roman" w:cs="Times New Roman"/>
          <w:spacing w:val="-3"/>
          <w:sz w:val="28"/>
          <w:szCs w:val="28"/>
        </w:rPr>
      </w:pPr>
      <w:r>
        <w:rPr>
          <w:rFonts w:ascii="Times New Roman" w:hAnsi="Times New Roman" w:cs="Times New Roman"/>
          <w:spacing w:val="-3"/>
          <w:sz w:val="28"/>
          <w:szCs w:val="28"/>
        </w:rPr>
        <w:t xml:space="preserve">6) </w:t>
      </w:r>
      <w:r w:rsidR="00D60F84">
        <w:rPr>
          <w:rFonts w:ascii="Times New Roman" w:hAnsi="Times New Roman" w:cs="Times New Roman"/>
          <w:spacing w:val="-3"/>
          <w:sz w:val="28"/>
          <w:szCs w:val="28"/>
        </w:rPr>
        <w:t xml:space="preserve">в пункте 3.2 слова «с 16 по 25 декабря» заменить словами «с 20 по 30 декабря»; </w:t>
      </w:r>
    </w:p>
    <w:p w:rsidR="00D60F84" w:rsidRDefault="00C7108A" w:rsidP="00D60F8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7) </w:t>
      </w:r>
      <w:r w:rsidR="00D60F84">
        <w:rPr>
          <w:rFonts w:ascii="Times New Roman" w:hAnsi="Times New Roman" w:cs="Times New Roman"/>
          <w:sz w:val="28"/>
          <w:szCs w:val="28"/>
        </w:rPr>
        <w:t>пункт 3.7</w:t>
      </w:r>
      <w:r w:rsidR="00D60F84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="00D60F84">
        <w:rPr>
          <w:rFonts w:ascii="Times New Roman" w:hAnsi="Times New Roman" w:cs="Times New Roman"/>
          <w:sz w:val="28"/>
          <w:szCs w:val="28"/>
        </w:rPr>
        <w:t xml:space="preserve">дополнить абзацами следующего содержания: </w:t>
      </w:r>
    </w:p>
    <w:p w:rsidR="00D60F84" w:rsidRDefault="00D60F84" w:rsidP="00D60F8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2E9D">
        <w:rPr>
          <w:rFonts w:ascii="Times New Roman" w:hAnsi="Times New Roman" w:cs="Times New Roman"/>
          <w:sz w:val="28"/>
          <w:szCs w:val="28"/>
        </w:rPr>
        <w:t>«При предоставлении субсидий, указанных в настоящем Порядке, обязательным</w:t>
      </w:r>
      <w:r w:rsidRPr="000B7BA3">
        <w:rPr>
          <w:rFonts w:ascii="Times New Roman" w:hAnsi="Times New Roman" w:cs="Times New Roman"/>
          <w:sz w:val="28"/>
          <w:szCs w:val="28"/>
        </w:rPr>
        <w:t xml:space="preserve"> условием их предост</w:t>
      </w:r>
      <w:r>
        <w:rPr>
          <w:rFonts w:ascii="Times New Roman" w:hAnsi="Times New Roman" w:cs="Times New Roman"/>
          <w:sz w:val="28"/>
          <w:szCs w:val="28"/>
        </w:rPr>
        <w:t>авления, включаемым в Договор, является согласие п</w:t>
      </w:r>
      <w:r w:rsidRPr="000B7BA3">
        <w:rPr>
          <w:rFonts w:ascii="Times New Roman" w:hAnsi="Times New Roman" w:cs="Times New Roman"/>
          <w:sz w:val="28"/>
          <w:szCs w:val="28"/>
        </w:rPr>
        <w:t>олучателей субсидий на осуществление главным распорядителем бюджетных средств, предоставляющих субсидии, и органом муниципального финансового контроля провер</w:t>
      </w:r>
      <w:r>
        <w:rPr>
          <w:rFonts w:ascii="Times New Roman" w:hAnsi="Times New Roman" w:cs="Times New Roman"/>
          <w:sz w:val="28"/>
          <w:szCs w:val="28"/>
        </w:rPr>
        <w:t>ок соблюдения ими</w:t>
      </w:r>
      <w:r w:rsidRPr="000B7BA3">
        <w:rPr>
          <w:rFonts w:ascii="Times New Roman" w:hAnsi="Times New Roman" w:cs="Times New Roman"/>
          <w:sz w:val="28"/>
          <w:szCs w:val="28"/>
        </w:rPr>
        <w:t xml:space="preserve"> порядка</w:t>
      </w:r>
      <w:r>
        <w:rPr>
          <w:rFonts w:ascii="Times New Roman" w:hAnsi="Times New Roman" w:cs="Times New Roman"/>
          <w:sz w:val="28"/>
          <w:szCs w:val="28"/>
        </w:rPr>
        <w:t xml:space="preserve"> и условий предоставления субсидий, в том числе в части достижения результатов          их предоставления.</w:t>
      </w:r>
    </w:p>
    <w:p w:rsidR="00D17270" w:rsidRDefault="00D60F84" w:rsidP="00A36DE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Получателям</w:t>
      </w:r>
      <w:r w:rsidRPr="00B15850">
        <w:rPr>
          <w:rFonts w:ascii="Times New Roman" w:hAnsi="Times New Roman" w:cs="Times New Roman"/>
          <w:sz w:val="28"/>
          <w:szCs w:val="28"/>
        </w:rPr>
        <w:t xml:space="preserve"> субсидии</w:t>
      </w:r>
      <w:r>
        <w:rPr>
          <w:rFonts w:ascii="Times New Roman" w:hAnsi="Times New Roman" w:cs="Times New Roman"/>
          <w:sz w:val="28"/>
          <w:szCs w:val="28"/>
        </w:rPr>
        <w:t xml:space="preserve"> – юридическим лицам</w:t>
      </w:r>
      <w:r w:rsidRPr="00B15850">
        <w:rPr>
          <w:rFonts w:ascii="Times New Roman" w:hAnsi="Times New Roman" w:cs="Times New Roman"/>
          <w:sz w:val="28"/>
          <w:szCs w:val="28"/>
        </w:rPr>
        <w:t xml:space="preserve"> запрещается приобретать за счет </w:t>
      </w:r>
      <w:r>
        <w:rPr>
          <w:rFonts w:ascii="Times New Roman" w:hAnsi="Times New Roman" w:cs="Times New Roman"/>
          <w:sz w:val="28"/>
          <w:szCs w:val="28"/>
        </w:rPr>
        <w:t>полученных средств</w:t>
      </w:r>
      <w:r w:rsidRPr="00B15850">
        <w:rPr>
          <w:rFonts w:ascii="Times New Roman" w:hAnsi="Times New Roman" w:cs="Times New Roman"/>
          <w:sz w:val="28"/>
          <w:szCs w:val="28"/>
        </w:rPr>
        <w:t xml:space="preserve"> иностранную валюту, за исключением операций, осуществляемых в соответствии с валютным законодательством Российской Федерации при закупке (поставке) высокотехнологичного импортного оборудования, сырья и комплектующих изделий, а также связанных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B15850">
        <w:rPr>
          <w:rFonts w:ascii="Times New Roman" w:hAnsi="Times New Roman" w:cs="Times New Roman"/>
          <w:sz w:val="28"/>
          <w:szCs w:val="28"/>
        </w:rPr>
        <w:t>с достижением целей предос</w:t>
      </w:r>
      <w:r w:rsidR="00D17270">
        <w:rPr>
          <w:rFonts w:ascii="Times New Roman" w:hAnsi="Times New Roman" w:cs="Times New Roman"/>
          <w:sz w:val="28"/>
          <w:szCs w:val="28"/>
        </w:rPr>
        <w:t>тавления субсидии о</w:t>
      </w:r>
      <w:r w:rsidR="00262E9D">
        <w:rPr>
          <w:rFonts w:ascii="Times New Roman" w:hAnsi="Times New Roman" w:cs="Times New Roman"/>
          <w:sz w:val="28"/>
          <w:szCs w:val="28"/>
        </w:rPr>
        <w:t xml:space="preserve">пераций, </w:t>
      </w:r>
      <w:r w:rsidR="006E750E">
        <w:rPr>
          <w:rFonts w:ascii="Times New Roman" w:hAnsi="Times New Roman" w:cs="Times New Roman"/>
          <w:sz w:val="28"/>
          <w:szCs w:val="28"/>
        </w:rPr>
        <w:t>определенных настоящим</w:t>
      </w:r>
      <w:r w:rsidR="00262E9D">
        <w:rPr>
          <w:rFonts w:ascii="Times New Roman" w:hAnsi="Times New Roman" w:cs="Times New Roman"/>
          <w:sz w:val="28"/>
          <w:szCs w:val="28"/>
        </w:rPr>
        <w:t xml:space="preserve"> П</w:t>
      </w:r>
      <w:r w:rsidR="00F56EC1">
        <w:rPr>
          <w:rFonts w:ascii="Times New Roman" w:hAnsi="Times New Roman" w:cs="Times New Roman"/>
          <w:sz w:val="28"/>
          <w:szCs w:val="28"/>
        </w:rPr>
        <w:t>орядком</w:t>
      </w:r>
      <w:proofErr w:type="gramStart"/>
      <w:r w:rsidR="00C7108A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»;</w:t>
      </w:r>
      <w:proofErr w:type="gramEnd"/>
    </w:p>
    <w:p w:rsidR="00C7108A" w:rsidRDefault="00C7108A" w:rsidP="0099631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8) в пункте 3.8:</w:t>
      </w:r>
    </w:p>
    <w:p w:rsidR="000F25C9" w:rsidRDefault="00BC1947" w:rsidP="0099631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r w:rsidR="00996317">
        <w:rPr>
          <w:rFonts w:ascii="Times New Roman" w:hAnsi="Times New Roman" w:cs="Times New Roman"/>
          <w:sz w:val="28"/>
          <w:szCs w:val="28"/>
        </w:rPr>
        <w:t>одпункт</w:t>
      </w:r>
      <w:proofErr w:type="gramEnd"/>
      <w:r w:rsidR="00996317">
        <w:rPr>
          <w:rFonts w:ascii="Times New Roman" w:hAnsi="Times New Roman" w:cs="Times New Roman"/>
          <w:sz w:val="28"/>
          <w:szCs w:val="28"/>
        </w:rPr>
        <w:t xml:space="preserve"> а после слов «телепродукции и </w:t>
      </w:r>
      <w:proofErr w:type="spellStart"/>
      <w:r w:rsidR="00996317">
        <w:rPr>
          <w:rFonts w:ascii="Times New Roman" w:hAnsi="Times New Roman" w:cs="Times New Roman"/>
          <w:sz w:val="28"/>
          <w:szCs w:val="28"/>
        </w:rPr>
        <w:t>радиопродукции</w:t>
      </w:r>
      <w:proofErr w:type="spellEnd"/>
      <w:r w:rsidR="00996317">
        <w:rPr>
          <w:rFonts w:ascii="Times New Roman" w:hAnsi="Times New Roman" w:cs="Times New Roman"/>
          <w:sz w:val="28"/>
          <w:szCs w:val="28"/>
        </w:rPr>
        <w:t>»</w:t>
      </w:r>
      <w:r w:rsidR="000F25C9">
        <w:rPr>
          <w:rFonts w:ascii="Times New Roman" w:hAnsi="Times New Roman" w:cs="Times New Roman"/>
          <w:sz w:val="28"/>
          <w:szCs w:val="28"/>
        </w:rPr>
        <w:t xml:space="preserve"> </w:t>
      </w:r>
      <w:r w:rsidR="001C7D34">
        <w:rPr>
          <w:rFonts w:ascii="Times New Roman" w:hAnsi="Times New Roman" w:cs="Times New Roman"/>
          <w:sz w:val="28"/>
          <w:szCs w:val="28"/>
        </w:rPr>
        <w:t>дополнить словами</w:t>
      </w:r>
      <w:r w:rsidR="00996317">
        <w:rPr>
          <w:rFonts w:ascii="Times New Roman" w:hAnsi="Times New Roman" w:cs="Times New Roman"/>
          <w:sz w:val="28"/>
          <w:szCs w:val="28"/>
        </w:rPr>
        <w:t xml:space="preserve"> </w:t>
      </w:r>
      <w:r w:rsidR="000F25C9">
        <w:rPr>
          <w:rFonts w:ascii="Times New Roman" w:hAnsi="Times New Roman" w:cs="Times New Roman"/>
          <w:sz w:val="28"/>
          <w:szCs w:val="28"/>
        </w:rPr>
        <w:t>«</w:t>
      </w:r>
      <w:r w:rsidR="001C7D34">
        <w:rPr>
          <w:rFonts w:ascii="Times New Roman" w:hAnsi="Times New Roman" w:cs="Times New Roman"/>
          <w:sz w:val="28"/>
          <w:szCs w:val="28"/>
        </w:rPr>
        <w:t xml:space="preserve">, </w:t>
      </w:r>
      <w:r w:rsidR="000F25C9">
        <w:rPr>
          <w:rFonts w:ascii="Times New Roman" w:hAnsi="Times New Roman" w:cs="Times New Roman"/>
          <w:sz w:val="28"/>
          <w:szCs w:val="28"/>
        </w:rPr>
        <w:t>количес</w:t>
      </w:r>
      <w:r w:rsidR="001C7D34">
        <w:rPr>
          <w:rFonts w:ascii="Times New Roman" w:hAnsi="Times New Roman" w:cs="Times New Roman"/>
          <w:sz w:val="28"/>
          <w:szCs w:val="28"/>
        </w:rPr>
        <w:t>тво</w:t>
      </w:r>
      <w:r w:rsidR="000F25C9">
        <w:rPr>
          <w:rFonts w:ascii="Times New Roman" w:hAnsi="Times New Roman" w:cs="Times New Roman"/>
          <w:sz w:val="28"/>
          <w:szCs w:val="28"/>
        </w:rPr>
        <w:t xml:space="preserve"> </w:t>
      </w:r>
      <w:r w:rsidR="001C7D34">
        <w:rPr>
          <w:rFonts w:ascii="Times New Roman" w:hAnsi="Times New Roman" w:cs="Times New Roman"/>
          <w:sz w:val="28"/>
          <w:szCs w:val="28"/>
        </w:rPr>
        <w:t>телепрограмм и радиопрограмм»</w:t>
      </w:r>
      <w:r w:rsidR="00996317">
        <w:rPr>
          <w:rFonts w:ascii="Times New Roman" w:hAnsi="Times New Roman" w:cs="Times New Roman"/>
          <w:sz w:val="28"/>
          <w:szCs w:val="28"/>
        </w:rPr>
        <w:t>;</w:t>
      </w:r>
    </w:p>
    <w:p w:rsidR="000F25C9" w:rsidRDefault="000F25C9" w:rsidP="009374F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дополнить абзацем следующего содержания:</w:t>
      </w:r>
    </w:p>
    <w:p w:rsidR="000F25C9" w:rsidRDefault="000F25C9" w:rsidP="009374F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«Результаты предоставления субсидии должны соответствовать типам результатов предоставления субсидии, определенным в соответствии</w:t>
      </w:r>
      <w:r w:rsidR="00CD033C">
        <w:rPr>
          <w:rFonts w:ascii="Times New Roman" w:hAnsi="Times New Roman" w:cs="Times New Roman"/>
          <w:sz w:val="28"/>
          <w:szCs w:val="28"/>
        </w:rPr>
        <w:t xml:space="preserve">             </w:t>
      </w:r>
      <w:r>
        <w:rPr>
          <w:rFonts w:ascii="Times New Roman" w:hAnsi="Times New Roman" w:cs="Times New Roman"/>
          <w:sz w:val="28"/>
          <w:szCs w:val="28"/>
        </w:rPr>
        <w:t xml:space="preserve"> с установленным Министерством финансов Российской Федерации порядком проведения </w:t>
      </w:r>
      <w:proofErr w:type="gramStart"/>
      <w:r>
        <w:rPr>
          <w:rFonts w:ascii="Times New Roman" w:hAnsi="Times New Roman" w:cs="Times New Roman"/>
          <w:sz w:val="28"/>
          <w:szCs w:val="28"/>
        </w:rPr>
        <w:t>мониторинга достижения резуль</w:t>
      </w:r>
      <w:r w:rsidR="00996317">
        <w:rPr>
          <w:rFonts w:ascii="Times New Roman" w:hAnsi="Times New Roman" w:cs="Times New Roman"/>
          <w:sz w:val="28"/>
          <w:szCs w:val="28"/>
        </w:rPr>
        <w:t>татов предоставления субсидии</w:t>
      </w:r>
      <w:proofErr w:type="gramEnd"/>
      <w:r w:rsidR="00996317">
        <w:rPr>
          <w:rFonts w:ascii="Times New Roman" w:hAnsi="Times New Roman" w:cs="Times New Roman"/>
          <w:sz w:val="28"/>
          <w:szCs w:val="28"/>
        </w:rPr>
        <w:t>.»;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2A500A" w:rsidRDefault="002A500A" w:rsidP="002A500A">
      <w:pPr>
        <w:tabs>
          <w:tab w:val="left" w:pos="709"/>
          <w:tab w:val="left" w:pos="993"/>
        </w:tabs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ab/>
      </w:r>
      <w:r w:rsidR="00996317">
        <w:rPr>
          <w:sz w:val="28"/>
          <w:szCs w:val="28"/>
          <w:shd w:val="clear" w:color="auto" w:fill="FFFFFF"/>
        </w:rPr>
        <w:t xml:space="preserve">9) </w:t>
      </w:r>
      <w:r>
        <w:rPr>
          <w:sz w:val="28"/>
          <w:szCs w:val="28"/>
          <w:shd w:val="clear" w:color="auto" w:fill="FFFFFF"/>
        </w:rPr>
        <w:t>абзац второй подпункта 3 пункта 4.1</w:t>
      </w:r>
      <w:r w:rsidRPr="00063AEC">
        <w:rPr>
          <w:sz w:val="28"/>
          <w:szCs w:val="28"/>
          <w:shd w:val="clear" w:color="auto" w:fill="FFFFFF"/>
        </w:rPr>
        <w:t xml:space="preserve"> изложить в новой редакции:</w:t>
      </w:r>
    </w:p>
    <w:p w:rsidR="002A500A" w:rsidRPr="00141DF4" w:rsidRDefault="002A500A" w:rsidP="006D74B5">
      <w:pPr>
        <w:tabs>
          <w:tab w:val="left" w:pos="709"/>
          <w:tab w:val="left" w:pos="993"/>
        </w:tabs>
        <w:jc w:val="both"/>
        <w:rPr>
          <w:rFonts w:eastAsia="Calibri"/>
          <w:sz w:val="28"/>
          <w:szCs w:val="28"/>
        </w:rPr>
      </w:pPr>
      <w:r>
        <w:rPr>
          <w:sz w:val="28"/>
          <w:szCs w:val="28"/>
          <w:shd w:val="clear" w:color="auto" w:fill="FFFFFF"/>
        </w:rPr>
        <w:tab/>
        <w:t>«</w:t>
      </w:r>
      <w:r w:rsidR="00DA5C89">
        <w:rPr>
          <w:sz w:val="28"/>
          <w:szCs w:val="28"/>
          <w:shd w:val="clear" w:color="auto" w:fill="FFFFFF"/>
        </w:rPr>
        <w:t>О</w:t>
      </w:r>
      <w:r w:rsidRPr="00063AEC">
        <w:rPr>
          <w:sz w:val="28"/>
          <w:szCs w:val="28"/>
          <w:shd w:val="clear" w:color="auto" w:fill="FFFFFF"/>
        </w:rPr>
        <w:t xml:space="preserve">тчет о достижении значений результатов и показателей, указанных </w:t>
      </w:r>
      <w:r w:rsidRPr="00063AEC">
        <w:rPr>
          <w:sz w:val="28"/>
          <w:szCs w:val="28"/>
          <w:shd w:val="clear" w:color="auto" w:fill="FFFFFF"/>
        </w:rPr>
        <w:br/>
        <w:t xml:space="preserve">в </w:t>
      </w:r>
      <w:hyperlink r:id="rId10" w:anchor="/document/45838116/entry/1038" w:history="1">
        <w:r w:rsidRPr="00063AEC">
          <w:rPr>
            <w:sz w:val="28"/>
            <w:szCs w:val="28"/>
            <w:shd w:val="clear" w:color="auto" w:fill="FFFFFF"/>
          </w:rPr>
          <w:t>пункте 3.8</w:t>
        </w:r>
      </w:hyperlink>
      <w:r w:rsidRPr="00063AEC">
        <w:rPr>
          <w:sz w:val="28"/>
          <w:szCs w:val="28"/>
          <w:shd w:val="clear" w:color="auto" w:fill="FFFFFF"/>
        </w:rPr>
        <w:t xml:space="preserve"> </w:t>
      </w:r>
      <w:r>
        <w:rPr>
          <w:sz w:val="28"/>
          <w:szCs w:val="28"/>
          <w:shd w:val="clear" w:color="auto" w:fill="FFFFFF"/>
        </w:rPr>
        <w:t>настоящего Порядка</w:t>
      </w:r>
      <w:r w:rsidR="006D74B5">
        <w:rPr>
          <w:sz w:val="28"/>
          <w:szCs w:val="28"/>
          <w:shd w:val="clear" w:color="auto" w:fill="FFFFFF"/>
        </w:rPr>
        <w:t xml:space="preserve"> и в Договоре</w:t>
      </w:r>
      <w:r w:rsidRPr="00063AEC">
        <w:rPr>
          <w:sz w:val="28"/>
          <w:szCs w:val="28"/>
          <w:shd w:val="clear" w:color="auto" w:fill="FFFFFF"/>
        </w:rPr>
        <w:t>, по форме</w:t>
      </w:r>
      <w:r>
        <w:rPr>
          <w:sz w:val="28"/>
          <w:szCs w:val="28"/>
          <w:shd w:val="clear" w:color="auto" w:fill="FFFFFF"/>
        </w:rPr>
        <w:t>,</w:t>
      </w:r>
      <w:r w:rsidRPr="00063AEC">
        <w:rPr>
          <w:sz w:val="28"/>
          <w:szCs w:val="28"/>
          <w:shd w:val="clear" w:color="auto" w:fill="FFFFFF"/>
        </w:rPr>
        <w:t xml:space="preserve"> утвержденной финансовым управлением администрации города Оренбурга</w:t>
      </w:r>
      <w:r w:rsidR="00042C5C">
        <w:rPr>
          <w:sz w:val="28"/>
          <w:szCs w:val="28"/>
          <w:shd w:val="clear" w:color="auto" w:fill="FFFFFF"/>
        </w:rPr>
        <w:t>,</w:t>
      </w:r>
      <w:r w:rsidRPr="00063AEC">
        <w:rPr>
          <w:sz w:val="28"/>
          <w:szCs w:val="28"/>
          <w:shd w:val="clear" w:color="auto" w:fill="FFFFFF"/>
        </w:rPr>
        <w:t xml:space="preserve"> </w:t>
      </w:r>
      <w:r w:rsidR="00E31CA2">
        <w:rPr>
          <w:sz w:val="28"/>
          <w:szCs w:val="28"/>
          <w:shd w:val="clear" w:color="auto" w:fill="FFFFFF"/>
        </w:rPr>
        <w:t xml:space="preserve">предоставляется </w:t>
      </w:r>
      <w:r w:rsidR="00E31CA2" w:rsidRPr="00141DF4">
        <w:rPr>
          <w:sz w:val="28"/>
          <w:szCs w:val="28"/>
          <w:shd w:val="clear" w:color="auto" w:fill="FFFFFF"/>
        </w:rPr>
        <w:t xml:space="preserve">не </w:t>
      </w:r>
      <w:r w:rsidR="00CF248F" w:rsidRPr="00141DF4">
        <w:rPr>
          <w:sz w:val="28"/>
          <w:szCs w:val="28"/>
          <w:shd w:val="clear" w:color="auto" w:fill="FFFFFF"/>
        </w:rPr>
        <w:t>реже одного раза в квартал</w:t>
      </w:r>
      <w:proofErr w:type="gramStart"/>
      <w:r w:rsidR="00996317">
        <w:rPr>
          <w:sz w:val="28"/>
          <w:szCs w:val="28"/>
          <w:shd w:val="clear" w:color="auto" w:fill="FFFFFF"/>
        </w:rPr>
        <w:t>.</w:t>
      </w:r>
      <w:r w:rsidRPr="00141DF4">
        <w:rPr>
          <w:sz w:val="28"/>
          <w:szCs w:val="28"/>
          <w:shd w:val="clear" w:color="auto" w:fill="FFFFFF"/>
        </w:rPr>
        <w:t>»;</w:t>
      </w:r>
      <w:proofErr w:type="gramEnd"/>
    </w:p>
    <w:p w:rsidR="00C2549C" w:rsidRDefault="00996317" w:rsidP="009374F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10) </w:t>
      </w:r>
      <w:r w:rsidR="00C2549C">
        <w:rPr>
          <w:rFonts w:ascii="Times New Roman" w:hAnsi="Times New Roman" w:cs="Times New Roman"/>
          <w:sz w:val="28"/>
          <w:szCs w:val="28"/>
        </w:rPr>
        <w:t>наименование раздела 5 после слова «контроля» дополнить словом «(мониторинга)»;</w:t>
      </w:r>
    </w:p>
    <w:p w:rsidR="00AB1AD0" w:rsidRDefault="00996317" w:rsidP="00D53FFC">
      <w:pPr>
        <w:pStyle w:val="ConsPlusNormal"/>
        <w:ind w:firstLine="708"/>
        <w:jc w:val="both"/>
        <w:rPr>
          <w:rFonts w:ascii="Times New Roman" w:hAnsi="Times New Roman" w:cs="Times New Roman"/>
          <w:spacing w:val="-3"/>
          <w:sz w:val="28"/>
          <w:szCs w:val="28"/>
        </w:rPr>
      </w:pPr>
      <w:r>
        <w:rPr>
          <w:rFonts w:ascii="Times New Roman" w:hAnsi="Times New Roman" w:cs="Times New Roman"/>
          <w:spacing w:val="-3"/>
          <w:sz w:val="28"/>
          <w:szCs w:val="28"/>
        </w:rPr>
        <w:t xml:space="preserve">11) </w:t>
      </w:r>
      <w:r w:rsidR="00A711FC">
        <w:rPr>
          <w:rFonts w:ascii="Times New Roman" w:hAnsi="Times New Roman" w:cs="Times New Roman"/>
          <w:spacing w:val="-3"/>
          <w:sz w:val="28"/>
          <w:szCs w:val="28"/>
        </w:rPr>
        <w:t>пункт 5.1</w:t>
      </w:r>
      <w:r w:rsidR="005D3C2F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hAnsi="Times New Roman" w:cs="Times New Roman"/>
          <w:spacing w:val="-3"/>
          <w:sz w:val="28"/>
          <w:szCs w:val="28"/>
        </w:rPr>
        <w:t>изложить в новой</w:t>
      </w:r>
      <w:r w:rsidR="00954F14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="005D3C2F">
        <w:rPr>
          <w:rFonts w:ascii="Times New Roman" w:hAnsi="Times New Roman" w:cs="Times New Roman"/>
          <w:spacing w:val="-3"/>
          <w:sz w:val="28"/>
          <w:szCs w:val="28"/>
        </w:rPr>
        <w:t>редакции:</w:t>
      </w:r>
    </w:p>
    <w:p w:rsidR="00845D55" w:rsidRDefault="005D3C2F" w:rsidP="005D3C2F">
      <w:pPr>
        <w:pStyle w:val="ConsPlusNormal"/>
        <w:jc w:val="both"/>
        <w:rPr>
          <w:rFonts w:ascii="Times New Roman" w:hAnsi="Times New Roman" w:cs="Times New Roman"/>
          <w:spacing w:val="-3"/>
          <w:sz w:val="28"/>
          <w:szCs w:val="28"/>
        </w:rPr>
      </w:pPr>
      <w:r>
        <w:rPr>
          <w:rFonts w:ascii="Times New Roman" w:hAnsi="Times New Roman" w:cs="Times New Roman"/>
          <w:spacing w:val="-3"/>
          <w:sz w:val="28"/>
          <w:szCs w:val="28"/>
        </w:rPr>
        <w:tab/>
        <w:t>«</w:t>
      </w:r>
      <w:r w:rsidR="00AB1AD0">
        <w:rPr>
          <w:rFonts w:ascii="Times New Roman" w:hAnsi="Times New Roman" w:cs="Times New Roman"/>
          <w:spacing w:val="-3"/>
          <w:sz w:val="28"/>
          <w:szCs w:val="28"/>
        </w:rPr>
        <w:t>5</w:t>
      </w:r>
      <w:r w:rsidR="0017073E">
        <w:rPr>
          <w:rFonts w:ascii="Times New Roman" w:hAnsi="Times New Roman" w:cs="Times New Roman"/>
          <w:spacing w:val="-3"/>
          <w:sz w:val="28"/>
          <w:szCs w:val="28"/>
        </w:rPr>
        <w:t xml:space="preserve">.1. Управление по информационной политике </w:t>
      </w:r>
      <w:r w:rsidR="001F70C7">
        <w:rPr>
          <w:rFonts w:ascii="Times New Roman" w:hAnsi="Times New Roman" w:cs="Times New Roman"/>
          <w:spacing w:val="-3"/>
          <w:sz w:val="28"/>
          <w:szCs w:val="28"/>
        </w:rPr>
        <w:t>а</w:t>
      </w:r>
      <w:r w:rsidR="008129E4">
        <w:rPr>
          <w:rFonts w:ascii="Times New Roman" w:hAnsi="Times New Roman" w:cs="Times New Roman"/>
          <w:spacing w:val="-3"/>
          <w:sz w:val="28"/>
          <w:szCs w:val="28"/>
        </w:rPr>
        <w:t xml:space="preserve">дминистрации города Оренбурга </w:t>
      </w:r>
      <w:r w:rsidR="0017073E">
        <w:rPr>
          <w:rFonts w:ascii="Times New Roman" w:hAnsi="Times New Roman" w:cs="Times New Roman"/>
          <w:spacing w:val="-3"/>
          <w:sz w:val="28"/>
          <w:szCs w:val="28"/>
        </w:rPr>
        <w:t xml:space="preserve">и органы муниципального финансового контроля проводят </w:t>
      </w:r>
      <w:r w:rsidR="0017073E">
        <w:rPr>
          <w:rFonts w:ascii="Times New Roman" w:hAnsi="Times New Roman" w:cs="Times New Roman"/>
          <w:spacing w:val="-3"/>
          <w:sz w:val="28"/>
          <w:szCs w:val="28"/>
        </w:rPr>
        <w:lastRenderedPageBreak/>
        <w:t xml:space="preserve">проверку соблюдения условий, целей и порядка предоставления субсидии, </w:t>
      </w:r>
      <w:r w:rsidR="003A1A7E">
        <w:rPr>
          <w:rFonts w:ascii="Times New Roman" w:hAnsi="Times New Roman" w:cs="Times New Roman"/>
          <w:spacing w:val="-3"/>
          <w:sz w:val="28"/>
          <w:szCs w:val="28"/>
        </w:rPr>
        <w:t xml:space="preserve">              </w:t>
      </w:r>
      <w:r w:rsidR="0017073E">
        <w:rPr>
          <w:rFonts w:ascii="Times New Roman" w:hAnsi="Times New Roman" w:cs="Times New Roman"/>
          <w:spacing w:val="-3"/>
          <w:sz w:val="28"/>
          <w:szCs w:val="28"/>
        </w:rPr>
        <w:t>в том числе в части достижения результатов их предоставления</w:t>
      </w:r>
      <w:r w:rsidR="008129E4">
        <w:rPr>
          <w:rFonts w:ascii="Times New Roman" w:hAnsi="Times New Roman" w:cs="Times New Roman"/>
          <w:spacing w:val="-3"/>
          <w:sz w:val="28"/>
          <w:szCs w:val="28"/>
        </w:rPr>
        <w:t xml:space="preserve"> получателями субсидии</w:t>
      </w:r>
      <w:r w:rsidR="003A1A7E">
        <w:rPr>
          <w:rFonts w:ascii="Times New Roman" w:hAnsi="Times New Roman" w:cs="Times New Roman"/>
          <w:spacing w:val="-3"/>
          <w:sz w:val="28"/>
          <w:szCs w:val="28"/>
        </w:rPr>
        <w:t>.</w:t>
      </w:r>
    </w:p>
    <w:p w:rsidR="00076C95" w:rsidRDefault="00123903" w:rsidP="005D3C2F">
      <w:pPr>
        <w:pStyle w:val="ConsPlusNormal"/>
        <w:jc w:val="both"/>
        <w:rPr>
          <w:rFonts w:ascii="Times New Roman" w:hAnsi="Times New Roman" w:cs="Times New Roman"/>
          <w:spacing w:val="-3"/>
          <w:sz w:val="28"/>
          <w:szCs w:val="28"/>
        </w:rPr>
      </w:pPr>
      <w:r>
        <w:rPr>
          <w:rFonts w:ascii="Times New Roman" w:hAnsi="Times New Roman" w:cs="Times New Roman"/>
          <w:spacing w:val="-3"/>
          <w:sz w:val="28"/>
          <w:szCs w:val="28"/>
        </w:rPr>
        <w:tab/>
      </w:r>
      <w:proofErr w:type="gramStart"/>
      <w:r w:rsidR="00C32DD5" w:rsidRPr="00C32DD5">
        <w:rPr>
          <w:rFonts w:ascii="Times New Roman" w:hAnsi="Times New Roman" w:cs="Times New Roman"/>
          <w:spacing w:val="-3"/>
          <w:sz w:val="28"/>
          <w:szCs w:val="28"/>
        </w:rPr>
        <w:t xml:space="preserve">Лица, указанные в пункте 3 Порядка проведения мониторинга достижения результатов предоставления субсидий, в том числе грантов </w:t>
      </w:r>
      <w:r w:rsidR="004B5030">
        <w:rPr>
          <w:rFonts w:ascii="Times New Roman" w:hAnsi="Times New Roman" w:cs="Times New Roman"/>
          <w:spacing w:val="-3"/>
          <w:sz w:val="28"/>
          <w:szCs w:val="28"/>
        </w:rPr>
        <w:t xml:space="preserve">                   </w:t>
      </w:r>
      <w:r w:rsidR="00C32DD5" w:rsidRPr="00C32DD5">
        <w:rPr>
          <w:rFonts w:ascii="Times New Roman" w:hAnsi="Times New Roman" w:cs="Times New Roman"/>
          <w:spacing w:val="-3"/>
          <w:sz w:val="28"/>
          <w:szCs w:val="28"/>
        </w:rPr>
        <w:t>в форме субсидий, юридическим лицам, индивидуальным предпринимателям, физическим лицам – производителям товаров, работ, услуг, утвержденного приказом Минфина России от 29.09.2021 № 138н, проводят мониторинг достижения результатов предоставления субсидии исходя из достижения значений результатов предоставления субсидии, определенных соглашением,</w:t>
      </w:r>
      <w:r w:rsidR="004B5030">
        <w:rPr>
          <w:rFonts w:ascii="Times New Roman" w:hAnsi="Times New Roman" w:cs="Times New Roman"/>
          <w:spacing w:val="-3"/>
          <w:sz w:val="28"/>
          <w:szCs w:val="28"/>
        </w:rPr>
        <w:t xml:space="preserve">          </w:t>
      </w:r>
      <w:r w:rsidR="00C32DD5" w:rsidRPr="00C32DD5">
        <w:rPr>
          <w:rFonts w:ascii="Times New Roman" w:hAnsi="Times New Roman" w:cs="Times New Roman"/>
          <w:spacing w:val="-3"/>
          <w:sz w:val="28"/>
          <w:szCs w:val="28"/>
        </w:rPr>
        <w:t xml:space="preserve"> и событий, отражающих факт завершения соответствующего мероприятия</w:t>
      </w:r>
      <w:r w:rsidR="004B5030">
        <w:rPr>
          <w:rFonts w:ascii="Times New Roman" w:hAnsi="Times New Roman" w:cs="Times New Roman"/>
          <w:spacing w:val="-3"/>
          <w:sz w:val="28"/>
          <w:szCs w:val="28"/>
        </w:rPr>
        <w:t xml:space="preserve">              </w:t>
      </w:r>
      <w:r w:rsidR="00C32DD5" w:rsidRPr="00C32DD5">
        <w:rPr>
          <w:rFonts w:ascii="Times New Roman" w:hAnsi="Times New Roman" w:cs="Times New Roman"/>
          <w:spacing w:val="-3"/>
          <w:sz w:val="28"/>
          <w:szCs w:val="28"/>
        </w:rPr>
        <w:t xml:space="preserve"> по получению</w:t>
      </w:r>
      <w:proofErr w:type="gramEnd"/>
      <w:r w:rsidR="00C32DD5" w:rsidRPr="00C32DD5">
        <w:rPr>
          <w:rFonts w:ascii="Times New Roman" w:hAnsi="Times New Roman" w:cs="Times New Roman"/>
          <w:spacing w:val="-3"/>
          <w:sz w:val="28"/>
          <w:szCs w:val="28"/>
        </w:rPr>
        <w:t xml:space="preserve"> результата предоставления субсидии (контрольная точка), </w:t>
      </w:r>
      <w:r w:rsidR="004B5030">
        <w:rPr>
          <w:rFonts w:ascii="Times New Roman" w:hAnsi="Times New Roman" w:cs="Times New Roman"/>
          <w:spacing w:val="-3"/>
          <w:sz w:val="28"/>
          <w:szCs w:val="28"/>
        </w:rPr>
        <w:t xml:space="preserve">          </w:t>
      </w:r>
      <w:r w:rsidR="00C32DD5" w:rsidRPr="00C32DD5">
        <w:rPr>
          <w:rFonts w:ascii="Times New Roman" w:hAnsi="Times New Roman" w:cs="Times New Roman"/>
          <w:spacing w:val="-3"/>
          <w:sz w:val="28"/>
          <w:szCs w:val="28"/>
        </w:rPr>
        <w:t xml:space="preserve">в порядке, сроки и по формам, которые установлены Министерством </w:t>
      </w:r>
      <w:r w:rsidR="00C32DD5">
        <w:rPr>
          <w:rFonts w:ascii="Times New Roman" w:hAnsi="Times New Roman" w:cs="Times New Roman"/>
          <w:spacing w:val="-3"/>
          <w:sz w:val="28"/>
          <w:szCs w:val="28"/>
        </w:rPr>
        <w:t>фи</w:t>
      </w:r>
      <w:r w:rsidR="00996317">
        <w:rPr>
          <w:rFonts w:ascii="Times New Roman" w:hAnsi="Times New Roman" w:cs="Times New Roman"/>
          <w:spacing w:val="-3"/>
          <w:sz w:val="28"/>
          <w:szCs w:val="28"/>
        </w:rPr>
        <w:t>нансов Российской Федерации</w:t>
      </w:r>
      <w:proofErr w:type="gramStart"/>
      <w:r w:rsidR="00996317">
        <w:rPr>
          <w:rFonts w:ascii="Times New Roman" w:hAnsi="Times New Roman" w:cs="Times New Roman"/>
          <w:spacing w:val="-3"/>
          <w:sz w:val="28"/>
          <w:szCs w:val="28"/>
        </w:rPr>
        <w:t>.».</w:t>
      </w:r>
      <w:proofErr w:type="gramEnd"/>
    </w:p>
    <w:p w:rsidR="002641AB" w:rsidRDefault="00996317" w:rsidP="0053139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141DF4">
        <w:rPr>
          <w:sz w:val="28"/>
          <w:szCs w:val="28"/>
        </w:rPr>
        <w:t>3</w:t>
      </w:r>
      <w:r w:rsidR="003572A7">
        <w:rPr>
          <w:sz w:val="28"/>
          <w:szCs w:val="28"/>
        </w:rPr>
        <w:t>.</w:t>
      </w:r>
      <w:r w:rsidR="00633374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="00531398" w:rsidRPr="00531398">
        <w:rPr>
          <w:sz w:val="28"/>
          <w:szCs w:val="28"/>
        </w:rPr>
        <w:t xml:space="preserve">риложение </w:t>
      </w:r>
      <w:r w:rsidR="00531398">
        <w:rPr>
          <w:sz w:val="28"/>
          <w:szCs w:val="28"/>
        </w:rPr>
        <w:t xml:space="preserve">к порядку предоставления за счет </w:t>
      </w:r>
      <w:proofErr w:type="gramStart"/>
      <w:r w:rsidR="00531398">
        <w:rPr>
          <w:sz w:val="28"/>
          <w:szCs w:val="28"/>
        </w:rPr>
        <w:t>средств</w:t>
      </w:r>
      <w:r w:rsidR="00531398" w:rsidRPr="00BF6BFA">
        <w:rPr>
          <w:sz w:val="28"/>
          <w:szCs w:val="28"/>
        </w:rPr>
        <w:t xml:space="preserve"> </w:t>
      </w:r>
      <w:r w:rsidR="00531398">
        <w:rPr>
          <w:sz w:val="28"/>
          <w:szCs w:val="28"/>
        </w:rPr>
        <w:t>бюджета города Оренбурга субсидий</w:t>
      </w:r>
      <w:proofErr w:type="gramEnd"/>
      <w:r w:rsidR="00531398">
        <w:rPr>
          <w:sz w:val="28"/>
          <w:szCs w:val="28"/>
        </w:rPr>
        <w:t xml:space="preserve"> организациям в сфере электронных и печатных средств массовой информации</w:t>
      </w:r>
      <w:r w:rsidR="00531398" w:rsidRPr="00531398">
        <w:rPr>
          <w:sz w:val="28"/>
          <w:szCs w:val="28"/>
        </w:rPr>
        <w:t xml:space="preserve"> изложить в новой редакции согласно приложению к настоящему постановлению.</w:t>
      </w:r>
    </w:p>
    <w:p w:rsidR="002641AB" w:rsidRDefault="002641AB" w:rsidP="002641A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Pr="00B7744F">
        <w:rPr>
          <w:sz w:val="28"/>
          <w:szCs w:val="28"/>
        </w:rPr>
        <w:t xml:space="preserve"> Настоящее постановление подлежит</w:t>
      </w:r>
      <w:r>
        <w:rPr>
          <w:sz w:val="28"/>
          <w:szCs w:val="28"/>
        </w:rPr>
        <w:t>:</w:t>
      </w:r>
    </w:p>
    <w:p w:rsidR="002641AB" w:rsidRDefault="002641AB" w:rsidP="002641AB">
      <w:pPr>
        <w:tabs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размещению на </w:t>
      </w:r>
      <w:proofErr w:type="gramStart"/>
      <w:r>
        <w:rPr>
          <w:sz w:val="28"/>
          <w:szCs w:val="28"/>
        </w:rPr>
        <w:t>официальном</w:t>
      </w:r>
      <w:proofErr w:type="gramEnd"/>
      <w:r>
        <w:rPr>
          <w:sz w:val="28"/>
          <w:szCs w:val="28"/>
        </w:rPr>
        <w:t xml:space="preserve"> Интернет-портале города Оренбурга;</w:t>
      </w:r>
    </w:p>
    <w:p w:rsidR="002641AB" w:rsidRDefault="002641AB" w:rsidP="002641AB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B7744F">
        <w:rPr>
          <w:sz w:val="28"/>
          <w:szCs w:val="28"/>
        </w:rPr>
        <w:t xml:space="preserve">передаче в уполномоченный орган исполнительной власти Оренбургской области по ведению областного регистра муниципальных нормативных правовых актов.  </w:t>
      </w:r>
    </w:p>
    <w:p w:rsidR="002641AB" w:rsidRDefault="002641AB" w:rsidP="002641AB">
      <w:pPr>
        <w:tabs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B7744F">
        <w:rPr>
          <w:sz w:val="28"/>
          <w:szCs w:val="28"/>
        </w:rPr>
        <w:t xml:space="preserve">Поручить организацию исполнения настоящего постановления </w:t>
      </w:r>
      <w:r w:rsidRPr="00B7744F">
        <w:rPr>
          <w:sz w:val="28"/>
          <w:szCs w:val="28"/>
        </w:rPr>
        <w:br/>
        <w:t xml:space="preserve">начальнику </w:t>
      </w:r>
      <w:r>
        <w:rPr>
          <w:sz w:val="28"/>
          <w:szCs w:val="28"/>
        </w:rPr>
        <w:t>управления по информационной политике</w:t>
      </w:r>
      <w:r w:rsidR="00996317">
        <w:rPr>
          <w:sz w:val="28"/>
          <w:szCs w:val="28"/>
        </w:rPr>
        <w:t xml:space="preserve"> администрации города Оренбурга</w:t>
      </w:r>
      <w:r>
        <w:rPr>
          <w:sz w:val="28"/>
          <w:szCs w:val="28"/>
        </w:rPr>
        <w:t>.</w:t>
      </w:r>
    </w:p>
    <w:p w:rsidR="002641AB" w:rsidRDefault="002641AB" w:rsidP="002641AB">
      <w:pPr>
        <w:tabs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Pr="00133F2D">
        <w:rPr>
          <w:sz w:val="28"/>
          <w:szCs w:val="28"/>
        </w:rPr>
        <w:t>Настоящее постановление вступает в силу после его официального опубликования в газете «Вечерний Оренбург».</w:t>
      </w:r>
    </w:p>
    <w:p w:rsidR="000910B3" w:rsidRPr="00B7744F" w:rsidRDefault="009E4D29" w:rsidP="002641AB">
      <w:pPr>
        <w:tabs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Действие </w:t>
      </w:r>
      <w:r w:rsidR="00996317">
        <w:rPr>
          <w:sz w:val="28"/>
          <w:szCs w:val="28"/>
        </w:rPr>
        <w:t>абзацев четвертого, шестого подпункта 5</w:t>
      </w:r>
      <w:r w:rsidR="000910B3">
        <w:rPr>
          <w:sz w:val="28"/>
          <w:szCs w:val="28"/>
        </w:rPr>
        <w:t xml:space="preserve"> пункт</w:t>
      </w:r>
      <w:r w:rsidR="00FE1138">
        <w:rPr>
          <w:sz w:val="28"/>
          <w:szCs w:val="28"/>
        </w:rPr>
        <w:t>а</w:t>
      </w:r>
      <w:r w:rsidR="000910B3">
        <w:rPr>
          <w:sz w:val="28"/>
          <w:szCs w:val="28"/>
        </w:rPr>
        <w:t xml:space="preserve"> </w:t>
      </w:r>
      <w:r w:rsidR="004F7914">
        <w:rPr>
          <w:sz w:val="28"/>
          <w:szCs w:val="28"/>
        </w:rPr>
        <w:t>1</w:t>
      </w:r>
      <w:r w:rsidR="00996317">
        <w:rPr>
          <w:sz w:val="28"/>
          <w:szCs w:val="28"/>
        </w:rPr>
        <w:t>.2</w:t>
      </w:r>
      <w:r w:rsidR="000910B3">
        <w:rPr>
          <w:sz w:val="28"/>
          <w:szCs w:val="28"/>
        </w:rPr>
        <w:t xml:space="preserve"> насто</w:t>
      </w:r>
      <w:r>
        <w:rPr>
          <w:sz w:val="28"/>
          <w:szCs w:val="28"/>
        </w:rPr>
        <w:t>ящего постановления применяется в отношении субсидии, предоставляемой из бюджета города Оренбурга, начиная с 01.01.2025</w:t>
      </w:r>
      <w:r w:rsidR="000910B3">
        <w:rPr>
          <w:sz w:val="28"/>
          <w:szCs w:val="28"/>
        </w:rPr>
        <w:t>.</w:t>
      </w:r>
    </w:p>
    <w:p w:rsidR="003D27D4" w:rsidRPr="00B7744F" w:rsidRDefault="00CC309C" w:rsidP="003D27D4">
      <w:pPr>
        <w:tabs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</w:t>
      </w:r>
      <w:r w:rsidR="0064077A">
        <w:rPr>
          <w:sz w:val="28"/>
          <w:szCs w:val="28"/>
        </w:rPr>
        <w:t xml:space="preserve">Действие абзаца </w:t>
      </w:r>
      <w:r w:rsidR="00542C98">
        <w:rPr>
          <w:sz w:val="28"/>
          <w:szCs w:val="28"/>
        </w:rPr>
        <w:t>третьего</w:t>
      </w:r>
      <w:r w:rsidR="004E7935">
        <w:rPr>
          <w:sz w:val="28"/>
          <w:szCs w:val="28"/>
        </w:rPr>
        <w:t xml:space="preserve"> </w:t>
      </w:r>
      <w:r w:rsidR="000B4F68">
        <w:rPr>
          <w:sz w:val="28"/>
          <w:szCs w:val="28"/>
        </w:rPr>
        <w:t xml:space="preserve">подпункта </w:t>
      </w:r>
      <w:r w:rsidR="00542C98">
        <w:rPr>
          <w:sz w:val="28"/>
          <w:szCs w:val="28"/>
        </w:rPr>
        <w:t>11</w:t>
      </w:r>
      <w:bookmarkStart w:id="0" w:name="_GoBack"/>
      <w:bookmarkEnd w:id="0"/>
      <w:r w:rsidR="003D27D4">
        <w:rPr>
          <w:sz w:val="28"/>
          <w:szCs w:val="28"/>
        </w:rPr>
        <w:t xml:space="preserve"> пункта </w:t>
      </w:r>
      <w:r w:rsidR="004F7914">
        <w:rPr>
          <w:sz w:val="28"/>
          <w:szCs w:val="28"/>
        </w:rPr>
        <w:t>1</w:t>
      </w:r>
      <w:r w:rsidR="000B4F68">
        <w:rPr>
          <w:sz w:val="28"/>
          <w:szCs w:val="28"/>
        </w:rPr>
        <w:t>.2</w:t>
      </w:r>
      <w:r w:rsidR="003D27D4">
        <w:rPr>
          <w:sz w:val="28"/>
          <w:szCs w:val="28"/>
        </w:rPr>
        <w:t xml:space="preserve"> настоящего постановления применяется в отношении субсидии, предоставляемой</w:t>
      </w:r>
      <w:r w:rsidR="004B5030">
        <w:rPr>
          <w:sz w:val="28"/>
          <w:szCs w:val="28"/>
        </w:rPr>
        <w:t xml:space="preserve">  </w:t>
      </w:r>
      <w:r w:rsidR="003D27D4">
        <w:rPr>
          <w:sz w:val="28"/>
          <w:szCs w:val="28"/>
        </w:rPr>
        <w:t>из бюджета города Оренбурга, начиная с 01.01.2023.</w:t>
      </w:r>
    </w:p>
    <w:p w:rsidR="00CC309C" w:rsidRPr="00B7744F" w:rsidRDefault="00CC309C" w:rsidP="00CC309C">
      <w:pPr>
        <w:tabs>
          <w:tab w:val="left" w:pos="1134"/>
        </w:tabs>
        <w:ind w:firstLine="709"/>
        <w:jc w:val="both"/>
        <w:rPr>
          <w:sz w:val="28"/>
          <w:szCs w:val="28"/>
        </w:rPr>
      </w:pPr>
    </w:p>
    <w:p w:rsidR="002641AB" w:rsidRDefault="002641AB" w:rsidP="002641A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96317" w:rsidRDefault="00996317" w:rsidP="002641A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627B1" w:rsidRDefault="00076C95" w:rsidP="0054260C">
      <w:pPr>
        <w:pStyle w:val="ConsPlusNorma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  <w:r w:rsidR="002641AB">
        <w:rPr>
          <w:rFonts w:ascii="Times New Roman" w:hAnsi="Times New Roman" w:cs="Times New Roman"/>
          <w:sz w:val="28"/>
          <w:szCs w:val="28"/>
        </w:rPr>
        <w:t xml:space="preserve"> города Оренбурга                                                                 </w:t>
      </w:r>
      <w:r w:rsidR="00531398">
        <w:rPr>
          <w:rFonts w:ascii="Times New Roman" w:hAnsi="Times New Roman" w:cs="Times New Roman"/>
          <w:sz w:val="28"/>
          <w:szCs w:val="28"/>
        </w:rPr>
        <w:t xml:space="preserve">  </w:t>
      </w:r>
      <w:r w:rsidR="000B4F68">
        <w:rPr>
          <w:rFonts w:ascii="Times New Roman" w:hAnsi="Times New Roman" w:cs="Times New Roman"/>
          <w:sz w:val="28"/>
          <w:szCs w:val="28"/>
        </w:rPr>
        <w:t xml:space="preserve"> </w:t>
      </w:r>
      <w:r w:rsidR="002641AB">
        <w:rPr>
          <w:rFonts w:ascii="Times New Roman" w:hAnsi="Times New Roman" w:cs="Times New Roman"/>
          <w:sz w:val="28"/>
          <w:szCs w:val="28"/>
        </w:rPr>
        <w:t xml:space="preserve">  С.А. </w:t>
      </w:r>
      <w:proofErr w:type="spellStart"/>
      <w:r w:rsidR="002641AB">
        <w:rPr>
          <w:rFonts w:ascii="Times New Roman" w:hAnsi="Times New Roman" w:cs="Times New Roman"/>
          <w:sz w:val="28"/>
          <w:szCs w:val="28"/>
        </w:rPr>
        <w:t>Салмин</w:t>
      </w:r>
      <w:proofErr w:type="spellEnd"/>
    </w:p>
    <w:p w:rsidR="0064077A" w:rsidRDefault="0064077A" w:rsidP="0054260C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64077A" w:rsidRDefault="0064077A" w:rsidP="0054260C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64077A" w:rsidRDefault="0064077A" w:rsidP="0054260C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64077A" w:rsidRDefault="0064077A" w:rsidP="0054260C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7B0DE3" w:rsidRDefault="007B0DE3" w:rsidP="0054260C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0B4F68" w:rsidRDefault="000B4F68" w:rsidP="0054260C">
      <w:pPr>
        <w:pStyle w:val="ConsPlusNormal"/>
      </w:pPr>
    </w:p>
    <w:p w:rsidR="007B0DE3" w:rsidRPr="0054260C" w:rsidRDefault="007B0DE3" w:rsidP="0054260C">
      <w:pPr>
        <w:pStyle w:val="ConsPlusNormal"/>
      </w:pPr>
    </w:p>
    <w:p w:rsidR="00E87F76" w:rsidRPr="000B4F68" w:rsidRDefault="00E87F76" w:rsidP="000B4F68">
      <w:pPr>
        <w:rPr>
          <w:sz w:val="28"/>
          <w:szCs w:val="28"/>
        </w:rPr>
      </w:pPr>
      <w:r>
        <w:lastRenderedPageBreak/>
        <w:t xml:space="preserve">                                                                         </w:t>
      </w:r>
      <w:r w:rsidR="000B4F68">
        <w:t xml:space="preserve">             </w:t>
      </w:r>
      <w:r w:rsidRPr="000B4F68">
        <w:rPr>
          <w:sz w:val="28"/>
          <w:szCs w:val="28"/>
        </w:rPr>
        <w:t>Приложение</w:t>
      </w:r>
    </w:p>
    <w:p w:rsidR="00E87F76" w:rsidRPr="000B4F68" w:rsidRDefault="00E87F76" w:rsidP="000B4F68">
      <w:pPr>
        <w:rPr>
          <w:sz w:val="28"/>
          <w:szCs w:val="28"/>
        </w:rPr>
      </w:pPr>
      <w:r w:rsidRPr="000B4F68">
        <w:rPr>
          <w:sz w:val="28"/>
          <w:szCs w:val="28"/>
        </w:rPr>
        <w:t xml:space="preserve">                                                                         </w:t>
      </w:r>
      <w:r w:rsidR="002E0365">
        <w:rPr>
          <w:sz w:val="28"/>
          <w:szCs w:val="28"/>
        </w:rPr>
        <w:t xml:space="preserve"> </w:t>
      </w:r>
      <w:r w:rsidRPr="000B4F68">
        <w:rPr>
          <w:sz w:val="28"/>
          <w:szCs w:val="28"/>
        </w:rPr>
        <w:t xml:space="preserve">к </w:t>
      </w:r>
      <w:r w:rsidR="000B4F68" w:rsidRPr="000B4F68">
        <w:rPr>
          <w:sz w:val="28"/>
          <w:szCs w:val="28"/>
        </w:rPr>
        <w:t>постановлению</w:t>
      </w:r>
    </w:p>
    <w:p w:rsidR="00E87F76" w:rsidRPr="00420D3F" w:rsidRDefault="000B4F68" w:rsidP="00420D3F">
      <w:pPr>
        <w:rPr>
          <w:sz w:val="28"/>
          <w:szCs w:val="28"/>
        </w:rPr>
      </w:pPr>
      <w:r w:rsidRPr="000B4F68">
        <w:tab/>
      </w:r>
      <w:r w:rsidRPr="000B4F68">
        <w:tab/>
      </w:r>
      <w:r w:rsidRPr="000B4F68">
        <w:tab/>
      </w:r>
      <w:r w:rsidRPr="000B4F68">
        <w:tab/>
        <w:t xml:space="preserve">                                 </w:t>
      </w:r>
      <w:r w:rsidR="00420D3F">
        <w:t xml:space="preserve">      </w:t>
      </w:r>
      <w:r w:rsidRPr="00420D3F">
        <w:rPr>
          <w:sz w:val="28"/>
          <w:szCs w:val="28"/>
        </w:rPr>
        <w:t>Администрации города Оренбурга</w:t>
      </w:r>
    </w:p>
    <w:p w:rsidR="000B4F68" w:rsidRPr="000B4F68" w:rsidRDefault="000B4F68" w:rsidP="00420D3F">
      <w:pPr>
        <w:tabs>
          <w:tab w:val="left" w:pos="4253"/>
          <w:tab w:val="left" w:pos="5245"/>
        </w:tabs>
      </w:pPr>
      <w:r w:rsidRPr="00420D3F">
        <w:rPr>
          <w:sz w:val="28"/>
          <w:szCs w:val="28"/>
        </w:rPr>
        <w:t xml:space="preserve">                                                                          от</w:t>
      </w:r>
      <w:r w:rsidR="00420D3F">
        <w:rPr>
          <w:sz w:val="28"/>
          <w:szCs w:val="28"/>
        </w:rPr>
        <w:t xml:space="preserve"> </w:t>
      </w:r>
      <w:r>
        <w:t xml:space="preserve">_______ № _______________ </w:t>
      </w:r>
    </w:p>
    <w:p w:rsidR="00E87F76" w:rsidRDefault="00E87F76" w:rsidP="00E87F76">
      <w:pPr>
        <w:pStyle w:val="ConsPlusNormal"/>
        <w:jc w:val="both"/>
      </w:pPr>
    </w:p>
    <w:p w:rsidR="00E87F76" w:rsidRPr="00B07BFE" w:rsidRDefault="00E87F76" w:rsidP="00E87F76">
      <w:pPr>
        <w:pStyle w:val="ConsPlusNormal"/>
        <w:jc w:val="center"/>
      </w:pPr>
      <w:bookmarkStart w:id="1" w:name="P168"/>
      <w:bookmarkEnd w:id="1"/>
    </w:p>
    <w:p w:rsidR="00E87F76" w:rsidRPr="00B07BFE" w:rsidRDefault="00E87F76" w:rsidP="00E87F76">
      <w:pPr>
        <w:jc w:val="center"/>
        <w:rPr>
          <w:sz w:val="28"/>
          <w:szCs w:val="28"/>
        </w:rPr>
      </w:pPr>
      <w:r w:rsidRPr="00B07BFE">
        <w:rPr>
          <w:sz w:val="28"/>
          <w:szCs w:val="28"/>
        </w:rPr>
        <w:t>ЗАКЛЮЧЕНИЕ</w:t>
      </w:r>
    </w:p>
    <w:p w:rsidR="00E87F76" w:rsidRPr="00B07BFE" w:rsidRDefault="00E87F76" w:rsidP="00E87F76">
      <w:pPr>
        <w:jc w:val="center"/>
        <w:rPr>
          <w:sz w:val="28"/>
          <w:szCs w:val="28"/>
        </w:rPr>
      </w:pPr>
      <w:r w:rsidRPr="00B07BFE">
        <w:rPr>
          <w:sz w:val="28"/>
          <w:szCs w:val="28"/>
        </w:rPr>
        <w:t>управления по информационной политике</w:t>
      </w:r>
    </w:p>
    <w:p w:rsidR="00E87F76" w:rsidRDefault="00E87F76" w:rsidP="00E87F76">
      <w:pPr>
        <w:jc w:val="center"/>
        <w:rPr>
          <w:sz w:val="28"/>
          <w:szCs w:val="28"/>
        </w:rPr>
      </w:pPr>
      <w:r w:rsidRPr="00B07BFE">
        <w:rPr>
          <w:sz w:val="28"/>
          <w:szCs w:val="28"/>
        </w:rPr>
        <w:t xml:space="preserve"> администрации города Оренбурга о предоставлении субсидии</w:t>
      </w:r>
    </w:p>
    <w:p w:rsidR="00B07BFE" w:rsidRDefault="00B07BFE" w:rsidP="00E87F76">
      <w:pPr>
        <w:jc w:val="center"/>
        <w:rPr>
          <w:sz w:val="28"/>
          <w:szCs w:val="28"/>
        </w:rPr>
      </w:pPr>
    </w:p>
    <w:p w:rsidR="00B07BFE" w:rsidRPr="00B07BFE" w:rsidRDefault="00B07BFE" w:rsidP="00E87F76">
      <w:pPr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</w:t>
      </w:r>
    </w:p>
    <w:p w:rsidR="00B07BFE" w:rsidRPr="00B07BFE" w:rsidRDefault="00B07BFE" w:rsidP="00B07BFE">
      <w:pPr>
        <w:jc w:val="center"/>
        <w:rPr>
          <w:sz w:val="28"/>
          <w:szCs w:val="28"/>
        </w:rPr>
      </w:pPr>
      <w:r w:rsidRPr="00B07BFE">
        <w:rPr>
          <w:sz w:val="28"/>
          <w:szCs w:val="28"/>
        </w:rPr>
        <w:t>(наименование получателя субсидии)</w:t>
      </w:r>
    </w:p>
    <w:p w:rsidR="00B07BFE" w:rsidRPr="00B07BFE" w:rsidRDefault="00B07BFE" w:rsidP="00B07BFE">
      <w:pPr>
        <w:jc w:val="center"/>
        <w:rPr>
          <w:sz w:val="28"/>
          <w:szCs w:val="28"/>
        </w:rPr>
      </w:pPr>
      <w:r w:rsidRPr="00B07BFE">
        <w:rPr>
          <w:sz w:val="28"/>
          <w:szCs w:val="28"/>
        </w:rPr>
        <w:t>за ______________20___ года</w:t>
      </w:r>
    </w:p>
    <w:p w:rsidR="00B07BFE" w:rsidRPr="00B07BFE" w:rsidRDefault="00B07BFE" w:rsidP="00B07BFE">
      <w:pPr>
        <w:ind w:firstLine="3544"/>
        <w:rPr>
          <w:sz w:val="28"/>
          <w:szCs w:val="28"/>
        </w:rPr>
      </w:pPr>
      <w:r w:rsidRPr="00B07BFE">
        <w:rPr>
          <w:sz w:val="28"/>
          <w:szCs w:val="28"/>
        </w:rPr>
        <w:t xml:space="preserve"> (месяц)</w:t>
      </w:r>
    </w:p>
    <w:p w:rsidR="00B07BFE" w:rsidRPr="00E22CB5" w:rsidRDefault="00B07BFE" w:rsidP="00B07BFE">
      <w:pPr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15"/>
        <w:gridCol w:w="2765"/>
        <w:gridCol w:w="2590"/>
      </w:tblGrid>
      <w:tr w:rsidR="00B07BFE" w:rsidRPr="0046030B" w:rsidTr="00703101">
        <w:tc>
          <w:tcPr>
            <w:tcW w:w="4215" w:type="dxa"/>
          </w:tcPr>
          <w:p w:rsidR="00B07BFE" w:rsidRPr="0046030B" w:rsidRDefault="00B07BFE" w:rsidP="0070310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65" w:type="dxa"/>
          </w:tcPr>
          <w:p w:rsidR="00B07BFE" w:rsidRPr="0046030B" w:rsidRDefault="00B07BFE" w:rsidP="00703101">
            <w:pPr>
              <w:jc w:val="center"/>
              <w:rPr>
                <w:sz w:val="28"/>
                <w:szCs w:val="28"/>
              </w:rPr>
            </w:pPr>
            <w:r w:rsidRPr="0046030B">
              <w:rPr>
                <w:sz w:val="28"/>
                <w:szCs w:val="28"/>
              </w:rPr>
              <w:t>Отчетный месяц</w:t>
            </w:r>
          </w:p>
        </w:tc>
        <w:tc>
          <w:tcPr>
            <w:tcW w:w="2590" w:type="dxa"/>
          </w:tcPr>
          <w:p w:rsidR="00B07BFE" w:rsidRPr="0046030B" w:rsidRDefault="00B07BFE" w:rsidP="00703101">
            <w:pPr>
              <w:jc w:val="center"/>
              <w:rPr>
                <w:sz w:val="28"/>
                <w:szCs w:val="28"/>
              </w:rPr>
            </w:pPr>
            <w:r w:rsidRPr="0046030B">
              <w:rPr>
                <w:sz w:val="28"/>
                <w:szCs w:val="28"/>
              </w:rPr>
              <w:t>С начала года</w:t>
            </w:r>
          </w:p>
        </w:tc>
      </w:tr>
      <w:tr w:rsidR="00B07BFE" w:rsidRPr="0046030B" w:rsidTr="00703101">
        <w:tc>
          <w:tcPr>
            <w:tcW w:w="4215" w:type="dxa"/>
          </w:tcPr>
          <w:p w:rsidR="00B07BFE" w:rsidRPr="0046030B" w:rsidRDefault="00B07BFE" w:rsidP="0070310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Размер субсидий, предусмотренных в бюджете города на текущий год</w:t>
            </w:r>
          </w:p>
        </w:tc>
        <w:tc>
          <w:tcPr>
            <w:tcW w:w="2765" w:type="dxa"/>
          </w:tcPr>
          <w:p w:rsidR="00B07BFE" w:rsidRPr="0046030B" w:rsidRDefault="00B07BFE" w:rsidP="0070310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90" w:type="dxa"/>
          </w:tcPr>
          <w:p w:rsidR="00B07BFE" w:rsidRPr="0046030B" w:rsidRDefault="00B07BFE" w:rsidP="00703101">
            <w:pPr>
              <w:jc w:val="center"/>
              <w:rPr>
                <w:sz w:val="28"/>
                <w:szCs w:val="28"/>
              </w:rPr>
            </w:pPr>
          </w:p>
        </w:tc>
      </w:tr>
      <w:tr w:rsidR="00B07BFE" w:rsidRPr="0046030B" w:rsidTr="00703101">
        <w:tc>
          <w:tcPr>
            <w:tcW w:w="4215" w:type="dxa"/>
          </w:tcPr>
          <w:p w:rsidR="00B07BFE" w:rsidRPr="0046030B" w:rsidRDefault="00B07BFE" w:rsidP="00703101">
            <w:pPr>
              <w:jc w:val="center"/>
              <w:rPr>
                <w:sz w:val="28"/>
                <w:szCs w:val="28"/>
              </w:rPr>
            </w:pPr>
            <w:r w:rsidRPr="0046030B">
              <w:rPr>
                <w:sz w:val="28"/>
                <w:szCs w:val="28"/>
              </w:rPr>
              <w:t>Сумма субсидии к возмещению</w:t>
            </w:r>
            <w:r>
              <w:rPr>
                <w:sz w:val="28"/>
                <w:szCs w:val="28"/>
              </w:rPr>
              <w:t xml:space="preserve"> затрат</w:t>
            </w:r>
            <w:r w:rsidRPr="0046030B">
              <w:rPr>
                <w:sz w:val="28"/>
                <w:szCs w:val="28"/>
              </w:rPr>
              <w:t xml:space="preserve"> из бюджета города</w:t>
            </w:r>
          </w:p>
        </w:tc>
        <w:tc>
          <w:tcPr>
            <w:tcW w:w="2765" w:type="dxa"/>
          </w:tcPr>
          <w:p w:rsidR="00B07BFE" w:rsidRPr="0046030B" w:rsidRDefault="00B07BFE" w:rsidP="00703101">
            <w:pPr>
              <w:rPr>
                <w:sz w:val="28"/>
                <w:szCs w:val="28"/>
              </w:rPr>
            </w:pPr>
          </w:p>
        </w:tc>
        <w:tc>
          <w:tcPr>
            <w:tcW w:w="2590" w:type="dxa"/>
          </w:tcPr>
          <w:p w:rsidR="00B07BFE" w:rsidRPr="0046030B" w:rsidRDefault="00B07BFE" w:rsidP="00703101">
            <w:pPr>
              <w:rPr>
                <w:sz w:val="28"/>
                <w:szCs w:val="28"/>
              </w:rPr>
            </w:pPr>
          </w:p>
        </w:tc>
      </w:tr>
      <w:tr w:rsidR="00B07BFE" w:rsidRPr="0046030B" w:rsidTr="00703101">
        <w:tc>
          <w:tcPr>
            <w:tcW w:w="4215" w:type="dxa"/>
          </w:tcPr>
          <w:p w:rsidR="00B07BFE" w:rsidRPr="0046030B" w:rsidRDefault="00B07BFE" w:rsidP="00703101">
            <w:pPr>
              <w:jc w:val="center"/>
              <w:rPr>
                <w:sz w:val="28"/>
                <w:szCs w:val="28"/>
              </w:rPr>
            </w:pPr>
            <w:r w:rsidRPr="0046030B">
              <w:rPr>
                <w:sz w:val="28"/>
                <w:szCs w:val="28"/>
              </w:rPr>
              <w:t xml:space="preserve">Остаток </w:t>
            </w:r>
            <w:r>
              <w:rPr>
                <w:sz w:val="28"/>
                <w:szCs w:val="28"/>
              </w:rPr>
              <w:t xml:space="preserve">предусмотренной </w:t>
            </w:r>
            <w:r w:rsidRPr="0046030B">
              <w:rPr>
                <w:sz w:val="28"/>
                <w:szCs w:val="28"/>
              </w:rPr>
              <w:t>субсидии</w:t>
            </w:r>
          </w:p>
        </w:tc>
        <w:tc>
          <w:tcPr>
            <w:tcW w:w="2765" w:type="dxa"/>
          </w:tcPr>
          <w:p w:rsidR="00B07BFE" w:rsidRPr="0046030B" w:rsidRDefault="00B07BFE" w:rsidP="00703101">
            <w:pPr>
              <w:rPr>
                <w:sz w:val="28"/>
                <w:szCs w:val="28"/>
              </w:rPr>
            </w:pPr>
          </w:p>
        </w:tc>
        <w:tc>
          <w:tcPr>
            <w:tcW w:w="2590" w:type="dxa"/>
          </w:tcPr>
          <w:p w:rsidR="00B07BFE" w:rsidRPr="0046030B" w:rsidRDefault="00B07BFE" w:rsidP="00703101">
            <w:pPr>
              <w:rPr>
                <w:sz w:val="28"/>
                <w:szCs w:val="28"/>
              </w:rPr>
            </w:pPr>
          </w:p>
        </w:tc>
      </w:tr>
    </w:tbl>
    <w:p w:rsidR="00B07BFE" w:rsidRDefault="00B07BFE" w:rsidP="00B07BFE">
      <w:pPr>
        <w:rPr>
          <w:sz w:val="28"/>
          <w:szCs w:val="28"/>
        </w:rPr>
      </w:pPr>
    </w:p>
    <w:p w:rsidR="00B07BFE" w:rsidRPr="00E22CB5" w:rsidRDefault="00B07BFE" w:rsidP="00B07BFE">
      <w:pPr>
        <w:rPr>
          <w:sz w:val="28"/>
          <w:szCs w:val="28"/>
        </w:rPr>
      </w:pPr>
    </w:p>
    <w:p w:rsidR="00B07BFE" w:rsidRDefault="00B07BFE" w:rsidP="00B07BFE">
      <w:pPr>
        <w:rPr>
          <w:sz w:val="28"/>
          <w:szCs w:val="28"/>
        </w:rPr>
      </w:pPr>
    </w:p>
    <w:p w:rsidR="00B07BFE" w:rsidRPr="00E22CB5" w:rsidRDefault="00B07BFE" w:rsidP="00B07BFE">
      <w:pPr>
        <w:rPr>
          <w:sz w:val="28"/>
          <w:szCs w:val="28"/>
        </w:rPr>
      </w:pPr>
      <w:r w:rsidRPr="00E22CB5">
        <w:rPr>
          <w:sz w:val="28"/>
          <w:szCs w:val="28"/>
        </w:rPr>
        <w:t xml:space="preserve">Начальник управления </w:t>
      </w:r>
    </w:p>
    <w:p w:rsidR="00B07BFE" w:rsidRPr="00E22CB5" w:rsidRDefault="00B07BFE" w:rsidP="00B07BFE">
      <w:pPr>
        <w:ind w:right="-144"/>
        <w:rPr>
          <w:sz w:val="28"/>
          <w:szCs w:val="28"/>
        </w:rPr>
      </w:pPr>
      <w:r>
        <w:rPr>
          <w:sz w:val="28"/>
          <w:szCs w:val="28"/>
        </w:rPr>
        <w:t>по информационной политике               ______________                  ___________</w:t>
      </w:r>
    </w:p>
    <w:p w:rsidR="00B07BFE" w:rsidRPr="00E22CB5" w:rsidRDefault="00B07BFE" w:rsidP="00B07BFE">
      <w:pPr>
        <w:rPr>
          <w:sz w:val="28"/>
          <w:szCs w:val="28"/>
        </w:rPr>
      </w:pPr>
      <w:r w:rsidRPr="00E22CB5">
        <w:rPr>
          <w:sz w:val="28"/>
          <w:szCs w:val="28"/>
        </w:rPr>
        <w:t>администрации города Оренбур</w:t>
      </w:r>
      <w:r>
        <w:rPr>
          <w:sz w:val="28"/>
          <w:szCs w:val="28"/>
        </w:rPr>
        <w:t xml:space="preserve">га                 подпись       </w:t>
      </w:r>
      <w:r w:rsidRPr="00E22CB5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     </w:t>
      </w:r>
      <w:r w:rsidRPr="00E22CB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Ф</w:t>
      </w:r>
      <w:r w:rsidRPr="00E22CB5">
        <w:rPr>
          <w:sz w:val="28"/>
          <w:szCs w:val="28"/>
        </w:rPr>
        <w:t>.</w:t>
      </w:r>
      <w:r>
        <w:rPr>
          <w:sz w:val="28"/>
          <w:szCs w:val="28"/>
        </w:rPr>
        <w:t>И.</w:t>
      </w:r>
      <w:r w:rsidRPr="00E22CB5">
        <w:rPr>
          <w:sz w:val="28"/>
          <w:szCs w:val="28"/>
        </w:rPr>
        <w:t xml:space="preserve">О. </w:t>
      </w:r>
    </w:p>
    <w:p w:rsidR="00B07BFE" w:rsidRDefault="00B07BFE" w:rsidP="00B07BFE">
      <w:pPr>
        <w:pStyle w:val="ConsPlusNormal"/>
        <w:jc w:val="center"/>
      </w:pPr>
    </w:p>
    <w:p w:rsidR="00E87F76" w:rsidRDefault="00E87F76" w:rsidP="00E87F76">
      <w:pPr>
        <w:pStyle w:val="ConsPlusNormal"/>
        <w:jc w:val="center"/>
      </w:pPr>
    </w:p>
    <w:p w:rsidR="00E87F76" w:rsidRDefault="00E87F76" w:rsidP="00E87F76">
      <w:pPr>
        <w:pStyle w:val="ConsPlusNormal"/>
        <w:jc w:val="center"/>
      </w:pPr>
    </w:p>
    <w:p w:rsidR="00E87F76" w:rsidRDefault="00E87F76" w:rsidP="0015510E">
      <w:pPr>
        <w:pStyle w:val="ConsPlusNormal"/>
      </w:pPr>
    </w:p>
    <w:p w:rsidR="00E87F76" w:rsidRDefault="00E87F76" w:rsidP="00E87F76">
      <w:pPr>
        <w:pStyle w:val="ConsPlusNormal"/>
        <w:jc w:val="center"/>
      </w:pPr>
    </w:p>
    <w:p w:rsidR="00E87F76" w:rsidRDefault="00E87F76" w:rsidP="00E87F76">
      <w:pPr>
        <w:pStyle w:val="ConsPlusNormal"/>
        <w:jc w:val="center"/>
      </w:pPr>
    </w:p>
    <w:p w:rsidR="00E87F76" w:rsidRDefault="00E87F76" w:rsidP="00E87F76">
      <w:pPr>
        <w:pStyle w:val="ConsPlusNormal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E87F76" w:rsidRDefault="00E87F76" w:rsidP="002641A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87F76" w:rsidRDefault="00E87F76" w:rsidP="002641A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87F76" w:rsidRDefault="00E87F76" w:rsidP="002641A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87F76" w:rsidRDefault="00E87F76" w:rsidP="002641A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87F76" w:rsidRDefault="00E87F76" w:rsidP="002641A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87F76" w:rsidRDefault="00E87F76" w:rsidP="002641A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E87F76" w:rsidSect="000B4F68">
      <w:headerReference w:type="default" r:id="rId11"/>
      <w:pgSz w:w="11906" w:h="16838"/>
      <w:pgMar w:top="561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3685" w:rsidRDefault="00703685">
      <w:r>
        <w:separator/>
      </w:r>
    </w:p>
  </w:endnote>
  <w:endnote w:type="continuationSeparator" w:id="0">
    <w:p w:rsidR="00703685" w:rsidRDefault="007036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3685" w:rsidRDefault="00703685">
      <w:r>
        <w:separator/>
      </w:r>
    </w:p>
  </w:footnote>
  <w:footnote w:type="continuationSeparator" w:id="0">
    <w:p w:rsidR="00703685" w:rsidRDefault="0070368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76C2" w:rsidRDefault="00697FC3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542C98">
      <w:rPr>
        <w:noProof/>
      </w:rPr>
      <w:t>4</w:t>
    </w:r>
    <w:r>
      <w:fldChar w:fldCharType="end"/>
    </w:r>
  </w:p>
  <w:p w:rsidR="001D76C2" w:rsidRDefault="001D76C2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572332"/>
    <w:multiLevelType w:val="hybridMultilevel"/>
    <w:tmpl w:val="5D969A24"/>
    <w:lvl w:ilvl="0" w:tplc="7DB404B2">
      <w:start w:val="1"/>
      <w:numFmt w:val="decimal"/>
      <w:lvlText w:val="%1)"/>
      <w:lvlJc w:val="left"/>
      <w:pPr>
        <w:ind w:left="2231" w:hanging="13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12D63E58"/>
    <w:multiLevelType w:val="hybridMultilevel"/>
    <w:tmpl w:val="3224F8DA"/>
    <w:lvl w:ilvl="0" w:tplc="FFC4B73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F9742E3"/>
    <w:multiLevelType w:val="hybridMultilevel"/>
    <w:tmpl w:val="6DFCFE32"/>
    <w:lvl w:ilvl="0" w:tplc="9C58833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01F16DD"/>
    <w:multiLevelType w:val="multilevel"/>
    <w:tmpl w:val="306CEF4A"/>
    <w:lvl w:ilvl="0">
      <w:start w:val="1"/>
      <w:numFmt w:val="decimal"/>
      <w:lvlText w:val="%1."/>
      <w:lvlJc w:val="left"/>
      <w:pPr>
        <w:ind w:left="1140" w:hanging="390"/>
      </w:pPr>
      <w:rPr>
        <w:rFonts w:cs="Times New Roman" w:hint="default"/>
      </w:rPr>
    </w:lvl>
    <w:lvl w:ilvl="1">
      <w:start w:val="5"/>
      <w:numFmt w:val="decimal"/>
      <w:isLgl/>
      <w:lvlText w:val="%1.%2."/>
      <w:lvlJc w:val="left"/>
      <w:pPr>
        <w:ind w:left="15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3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5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9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310" w:hanging="2160"/>
      </w:pPr>
      <w:rPr>
        <w:rFonts w:hint="default"/>
      </w:rPr>
    </w:lvl>
  </w:abstractNum>
  <w:abstractNum w:abstractNumId="4">
    <w:nsid w:val="5773D474"/>
    <w:multiLevelType w:val="hybridMultilevel"/>
    <w:tmpl w:val="63481C4E"/>
    <w:lvl w:ilvl="0" w:tplc="FFFFFFFF">
      <w:start w:val="1"/>
      <w:numFmt w:val="decimal"/>
      <w:suff w:val="space"/>
      <w:lvlText w:val="%1."/>
      <w:lvlJc w:val="left"/>
      <w:rPr>
        <w:rFonts w:ascii="Times New Roman" w:eastAsia="SimSun" w:hAnsi="Times New Roman" w:cs="Times New Roman"/>
      </w:rPr>
    </w:lvl>
    <w:lvl w:ilvl="1" w:tplc="FFFFFFFF">
      <w:start w:val="1"/>
      <w:numFmt w:val="decimal"/>
      <w:lvlText w:val="."/>
      <w:lvlJc w:val="left"/>
      <w:rPr>
        <w:rFonts w:ascii="Times New Roman" w:eastAsia="SimSun" w:hAnsi="Times New Roman" w:cs="Times New Roman"/>
      </w:rPr>
    </w:lvl>
    <w:lvl w:ilvl="2" w:tplc="FFFFFFFF">
      <w:start w:val="1"/>
      <w:numFmt w:val="decimal"/>
      <w:lvlText w:val="."/>
      <w:lvlJc w:val="left"/>
      <w:rPr>
        <w:rFonts w:ascii="Times New Roman" w:eastAsia="SimSun" w:hAnsi="Times New Roman" w:cs="Times New Roman"/>
      </w:rPr>
    </w:lvl>
    <w:lvl w:ilvl="3" w:tplc="FFFFFFFF">
      <w:start w:val="1"/>
      <w:numFmt w:val="decimal"/>
      <w:lvlText w:val="."/>
      <w:lvlJc w:val="left"/>
      <w:rPr>
        <w:rFonts w:ascii="Times New Roman" w:eastAsia="SimSun" w:hAnsi="Times New Roman" w:cs="Times New Roman"/>
      </w:rPr>
    </w:lvl>
    <w:lvl w:ilvl="4" w:tplc="FFFFFFFF">
      <w:start w:val="1"/>
      <w:numFmt w:val="decimal"/>
      <w:lvlText w:val="."/>
      <w:lvlJc w:val="left"/>
      <w:rPr>
        <w:rFonts w:ascii="Times New Roman" w:eastAsia="SimSun" w:hAnsi="Times New Roman" w:cs="Times New Roman"/>
      </w:rPr>
    </w:lvl>
    <w:lvl w:ilvl="5" w:tplc="FFFFFFFF">
      <w:start w:val="1"/>
      <w:numFmt w:val="decimal"/>
      <w:lvlText w:val="."/>
      <w:lvlJc w:val="left"/>
      <w:rPr>
        <w:rFonts w:ascii="Times New Roman" w:eastAsia="SimSun" w:hAnsi="Times New Roman" w:cs="Times New Roman"/>
      </w:rPr>
    </w:lvl>
    <w:lvl w:ilvl="6" w:tplc="FFFFFFFF">
      <w:start w:val="1"/>
      <w:numFmt w:val="decimal"/>
      <w:lvlText w:val="."/>
      <w:lvlJc w:val="left"/>
      <w:rPr>
        <w:rFonts w:ascii="Times New Roman" w:eastAsia="SimSun" w:hAnsi="Times New Roman" w:cs="Times New Roman"/>
      </w:rPr>
    </w:lvl>
    <w:lvl w:ilvl="7" w:tplc="FFFFFFFF">
      <w:start w:val="1"/>
      <w:numFmt w:val="decimal"/>
      <w:lvlText w:val="."/>
      <w:lvlJc w:val="left"/>
      <w:rPr>
        <w:rFonts w:ascii="Times New Roman" w:eastAsia="SimSun" w:hAnsi="Times New Roman" w:cs="Times New Roman"/>
      </w:rPr>
    </w:lvl>
    <w:lvl w:ilvl="8" w:tplc="FFFFFFFF">
      <w:start w:val="1"/>
      <w:numFmt w:val="decimal"/>
      <w:lvlText w:val="."/>
      <w:lvlJc w:val="left"/>
      <w:rPr>
        <w:rFonts w:ascii="Times New Roman" w:eastAsia="SimSun" w:hAnsi="Times New Roman" w:cs="Times New Roman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0780D"/>
    <w:rsid w:val="000003E8"/>
    <w:rsid w:val="000072AF"/>
    <w:rsid w:val="000215E5"/>
    <w:rsid w:val="00027FED"/>
    <w:rsid w:val="00042C5C"/>
    <w:rsid w:val="000454D2"/>
    <w:rsid w:val="0004560E"/>
    <w:rsid w:val="00060722"/>
    <w:rsid w:val="00063A53"/>
    <w:rsid w:val="00064FEC"/>
    <w:rsid w:val="00070CE1"/>
    <w:rsid w:val="0007135C"/>
    <w:rsid w:val="00076554"/>
    <w:rsid w:val="00076C95"/>
    <w:rsid w:val="000801D7"/>
    <w:rsid w:val="000910B3"/>
    <w:rsid w:val="000B2E5A"/>
    <w:rsid w:val="000B4F68"/>
    <w:rsid w:val="000B7BA3"/>
    <w:rsid w:val="000F2154"/>
    <w:rsid w:val="000F25C9"/>
    <w:rsid w:val="00101F57"/>
    <w:rsid w:val="00104962"/>
    <w:rsid w:val="00113970"/>
    <w:rsid w:val="00122164"/>
    <w:rsid w:val="00123903"/>
    <w:rsid w:val="00125823"/>
    <w:rsid w:val="0012678C"/>
    <w:rsid w:val="00133F2D"/>
    <w:rsid w:val="00137258"/>
    <w:rsid w:val="00141DF4"/>
    <w:rsid w:val="00151E12"/>
    <w:rsid w:val="0015510E"/>
    <w:rsid w:val="0015516F"/>
    <w:rsid w:val="00160A4F"/>
    <w:rsid w:val="0016394A"/>
    <w:rsid w:val="0017073E"/>
    <w:rsid w:val="00174B8F"/>
    <w:rsid w:val="00175BA0"/>
    <w:rsid w:val="00187D7F"/>
    <w:rsid w:val="001B0A2F"/>
    <w:rsid w:val="001C7D34"/>
    <w:rsid w:val="001D20D9"/>
    <w:rsid w:val="001D7576"/>
    <w:rsid w:val="001D76C2"/>
    <w:rsid w:val="001E4A23"/>
    <w:rsid w:val="001F2CF5"/>
    <w:rsid w:val="001F70C7"/>
    <w:rsid w:val="0020520E"/>
    <w:rsid w:val="002271BD"/>
    <w:rsid w:val="00232BED"/>
    <w:rsid w:val="00233744"/>
    <w:rsid w:val="002449BD"/>
    <w:rsid w:val="00246BFA"/>
    <w:rsid w:val="00252378"/>
    <w:rsid w:val="0025580A"/>
    <w:rsid w:val="00261188"/>
    <w:rsid w:val="00262E9D"/>
    <w:rsid w:val="00263910"/>
    <w:rsid w:val="00264141"/>
    <w:rsid w:val="002641AB"/>
    <w:rsid w:val="00267E42"/>
    <w:rsid w:val="002821A5"/>
    <w:rsid w:val="002839F2"/>
    <w:rsid w:val="00291B7C"/>
    <w:rsid w:val="002A500A"/>
    <w:rsid w:val="002B1127"/>
    <w:rsid w:val="002C3067"/>
    <w:rsid w:val="002C361A"/>
    <w:rsid w:val="002D183A"/>
    <w:rsid w:val="002E0365"/>
    <w:rsid w:val="002F6159"/>
    <w:rsid w:val="00304B11"/>
    <w:rsid w:val="00313730"/>
    <w:rsid w:val="00313A29"/>
    <w:rsid w:val="00351098"/>
    <w:rsid w:val="003536A1"/>
    <w:rsid w:val="00355386"/>
    <w:rsid w:val="003572A7"/>
    <w:rsid w:val="00364A13"/>
    <w:rsid w:val="00365086"/>
    <w:rsid w:val="0037140F"/>
    <w:rsid w:val="00382481"/>
    <w:rsid w:val="0039230D"/>
    <w:rsid w:val="0039690F"/>
    <w:rsid w:val="003974DE"/>
    <w:rsid w:val="003A1A7E"/>
    <w:rsid w:val="003A604B"/>
    <w:rsid w:val="003B63D1"/>
    <w:rsid w:val="003D27D4"/>
    <w:rsid w:val="003D3852"/>
    <w:rsid w:val="003E59BE"/>
    <w:rsid w:val="003F0964"/>
    <w:rsid w:val="003F6CD7"/>
    <w:rsid w:val="003F74F2"/>
    <w:rsid w:val="00405077"/>
    <w:rsid w:val="00405B89"/>
    <w:rsid w:val="00415558"/>
    <w:rsid w:val="00416B9F"/>
    <w:rsid w:val="00420305"/>
    <w:rsid w:val="00420D3F"/>
    <w:rsid w:val="00441406"/>
    <w:rsid w:val="0045294A"/>
    <w:rsid w:val="00467B4A"/>
    <w:rsid w:val="00467EA4"/>
    <w:rsid w:val="004805D3"/>
    <w:rsid w:val="0048740D"/>
    <w:rsid w:val="00490DC8"/>
    <w:rsid w:val="0049287A"/>
    <w:rsid w:val="0049329C"/>
    <w:rsid w:val="004A1CAA"/>
    <w:rsid w:val="004A543C"/>
    <w:rsid w:val="004A7BA2"/>
    <w:rsid w:val="004B5030"/>
    <w:rsid w:val="004C2E00"/>
    <w:rsid w:val="004E018B"/>
    <w:rsid w:val="004E7935"/>
    <w:rsid w:val="004F1A3F"/>
    <w:rsid w:val="004F617B"/>
    <w:rsid w:val="004F7914"/>
    <w:rsid w:val="00504AEB"/>
    <w:rsid w:val="005309C1"/>
    <w:rsid w:val="00531398"/>
    <w:rsid w:val="00532A16"/>
    <w:rsid w:val="005365A8"/>
    <w:rsid w:val="0054260C"/>
    <w:rsid w:val="00542C98"/>
    <w:rsid w:val="005561B3"/>
    <w:rsid w:val="00561B96"/>
    <w:rsid w:val="00575DAE"/>
    <w:rsid w:val="005843FD"/>
    <w:rsid w:val="00593D27"/>
    <w:rsid w:val="00594064"/>
    <w:rsid w:val="00597486"/>
    <w:rsid w:val="005B1936"/>
    <w:rsid w:val="005C5130"/>
    <w:rsid w:val="005D3C2F"/>
    <w:rsid w:val="005D4BA8"/>
    <w:rsid w:val="005D7A83"/>
    <w:rsid w:val="005E1AFB"/>
    <w:rsid w:val="005E3AAA"/>
    <w:rsid w:val="005E49A9"/>
    <w:rsid w:val="005F1765"/>
    <w:rsid w:val="00621830"/>
    <w:rsid w:val="00633374"/>
    <w:rsid w:val="00640251"/>
    <w:rsid w:val="0064077A"/>
    <w:rsid w:val="00647DC9"/>
    <w:rsid w:val="00654695"/>
    <w:rsid w:val="006546AC"/>
    <w:rsid w:val="00655315"/>
    <w:rsid w:val="00665408"/>
    <w:rsid w:val="006819AF"/>
    <w:rsid w:val="00696550"/>
    <w:rsid w:val="00697826"/>
    <w:rsid w:val="00697FC3"/>
    <w:rsid w:val="006A1A9C"/>
    <w:rsid w:val="006A4667"/>
    <w:rsid w:val="006A5CBD"/>
    <w:rsid w:val="006C5E8B"/>
    <w:rsid w:val="006D210F"/>
    <w:rsid w:val="006D74B5"/>
    <w:rsid w:val="006E750E"/>
    <w:rsid w:val="006F4F8F"/>
    <w:rsid w:val="00700A16"/>
    <w:rsid w:val="00703685"/>
    <w:rsid w:val="00707DA2"/>
    <w:rsid w:val="00711868"/>
    <w:rsid w:val="0073693D"/>
    <w:rsid w:val="00737800"/>
    <w:rsid w:val="007560EA"/>
    <w:rsid w:val="0076376D"/>
    <w:rsid w:val="00766DFF"/>
    <w:rsid w:val="00796B4C"/>
    <w:rsid w:val="00797D79"/>
    <w:rsid w:val="007A3AD6"/>
    <w:rsid w:val="007B0DE3"/>
    <w:rsid w:val="007C0939"/>
    <w:rsid w:val="007D3DED"/>
    <w:rsid w:val="007E66F0"/>
    <w:rsid w:val="007F1645"/>
    <w:rsid w:val="007F4197"/>
    <w:rsid w:val="0080780D"/>
    <w:rsid w:val="008127FC"/>
    <w:rsid w:val="008129E4"/>
    <w:rsid w:val="00830887"/>
    <w:rsid w:val="00832D6D"/>
    <w:rsid w:val="008337EF"/>
    <w:rsid w:val="00845D55"/>
    <w:rsid w:val="0086227B"/>
    <w:rsid w:val="008627B1"/>
    <w:rsid w:val="00881947"/>
    <w:rsid w:val="00895E7B"/>
    <w:rsid w:val="008B4FD6"/>
    <w:rsid w:val="008D53BC"/>
    <w:rsid w:val="008D5519"/>
    <w:rsid w:val="008E5128"/>
    <w:rsid w:val="0090554E"/>
    <w:rsid w:val="00914162"/>
    <w:rsid w:val="0093180E"/>
    <w:rsid w:val="009334C8"/>
    <w:rsid w:val="00936E2B"/>
    <w:rsid w:val="009374F8"/>
    <w:rsid w:val="009436D6"/>
    <w:rsid w:val="00946F12"/>
    <w:rsid w:val="00954019"/>
    <w:rsid w:val="00954F14"/>
    <w:rsid w:val="009564C7"/>
    <w:rsid w:val="009641CD"/>
    <w:rsid w:val="00973295"/>
    <w:rsid w:val="009742E8"/>
    <w:rsid w:val="009800BD"/>
    <w:rsid w:val="00996317"/>
    <w:rsid w:val="009A3D68"/>
    <w:rsid w:val="009A481D"/>
    <w:rsid w:val="009C1725"/>
    <w:rsid w:val="009D2ACE"/>
    <w:rsid w:val="009E1BEA"/>
    <w:rsid w:val="009E4D29"/>
    <w:rsid w:val="00A2490B"/>
    <w:rsid w:val="00A26392"/>
    <w:rsid w:val="00A27CDF"/>
    <w:rsid w:val="00A35DA0"/>
    <w:rsid w:val="00A36DE5"/>
    <w:rsid w:val="00A5004C"/>
    <w:rsid w:val="00A55B09"/>
    <w:rsid w:val="00A61309"/>
    <w:rsid w:val="00A63812"/>
    <w:rsid w:val="00A67DB0"/>
    <w:rsid w:val="00A711FC"/>
    <w:rsid w:val="00A730CF"/>
    <w:rsid w:val="00A840AC"/>
    <w:rsid w:val="00AA72FF"/>
    <w:rsid w:val="00AB1AD0"/>
    <w:rsid w:val="00AD2DDC"/>
    <w:rsid w:val="00AE3960"/>
    <w:rsid w:val="00B07BFE"/>
    <w:rsid w:val="00B11E6C"/>
    <w:rsid w:val="00B15850"/>
    <w:rsid w:val="00B3309D"/>
    <w:rsid w:val="00B33900"/>
    <w:rsid w:val="00B42801"/>
    <w:rsid w:val="00B47C2C"/>
    <w:rsid w:val="00B602CC"/>
    <w:rsid w:val="00B63A8B"/>
    <w:rsid w:val="00B76F8E"/>
    <w:rsid w:val="00B833DA"/>
    <w:rsid w:val="00B92F4A"/>
    <w:rsid w:val="00B9402C"/>
    <w:rsid w:val="00B9732D"/>
    <w:rsid w:val="00BA69B9"/>
    <w:rsid w:val="00BA7D9D"/>
    <w:rsid w:val="00BB0A25"/>
    <w:rsid w:val="00BB0B0B"/>
    <w:rsid w:val="00BB2E1E"/>
    <w:rsid w:val="00BB3ED7"/>
    <w:rsid w:val="00BC09C5"/>
    <w:rsid w:val="00BC1947"/>
    <w:rsid w:val="00BC329D"/>
    <w:rsid w:val="00BC6141"/>
    <w:rsid w:val="00BC7062"/>
    <w:rsid w:val="00BD58F3"/>
    <w:rsid w:val="00BE6C3A"/>
    <w:rsid w:val="00C01F06"/>
    <w:rsid w:val="00C216CD"/>
    <w:rsid w:val="00C232AF"/>
    <w:rsid w:val="00C237C5"/>
    <w:rsid w:val="00C23B32"/>
    <w:rsid w:val="00C2549C"/>
    <w:rsid w:val="00C32DD5"/>
    <w:rsid w:val="00C44687"/>
    <w:rsid w:val="00C7108A"/>
    <w:rsid w:val="00C82BE3"/>
    <w:rsid w:val="00C91854"/>
    <w:rsid w:val="00C9689F"/>
    <w:rsid w:val="00CB3622"/>
    <w:rsid w:val="00CB7584"/>
    <w:rsid w:val="00CC309C"/>
    <w:rsid w:val="00CC7B16"/>
    <w:rsid w:val="00CD033C"/>
    <w:rsid w:val="00CE79EA"/>
    <w:rsid w:val="00CF248F"/>
    <w:rsid w:val="00D01485"/>
    <w:rsid w:val="00D17270"/>
    <w:rsid w:val="00D23561"/>
    <w:rsid w:val="00D31017"/>
    <w:rsid w:val="00D3510D"/>
    <w:rsid w:val="00D361B3"/>
    <w:rsid w:val="00D37E46"/>
    <w:rsid w:val="00D459B4"/>
    <w:rsid w:val="00D475AE"/>
    <w:rsid w:val="00D50825"/>
    <w:rsid w:val="00D528A7"/>
    <w:rsid w:val="00D53FFC"/>
    <w:rsid w:val="00D5650B"/>
    <w:rsid w:val="00D60EAA"/>
    <w:rsid w:val="00D60F84"/>
    <w:rsid w:val="00D65953"/>
    <w:rsid w:val="00D71929"/>
    <w:rsid w:val="00D75599"/>
    <w:rsid w:val="00D91EC5"/>
    <w:rsid w:val="00DA54BE"/>
    <w:rsid w:val="00DA5C89"/>
    <w:rsid w:val="00DA662E"/>
    <w:rsid w:val="00DB48FA"/>
    <w:rsid w:val="00DB632E"/>
    <w:rsid w:val="00DD48CF"/>
    <w:rsid w:val="00DF1CD9"/>
    <w:rsid w:val="00E02380"/>
    <w:rsid w:val="00E14D3B"/>
    <w:rsid w:val="00E15D94"/>
    <w:rsid w:val="00E2183F"/>
    <w:rsid w:val="00E24280"/>
    <w:rsid w:val="00E25B06"/>
    <w:rsid w:val="00E31CA2"/>
    <w:rsid w:val="00E53885"/>
    <w:rsid w:val="00E72DBE"/>
    <w:rsid w:val="00E87F76"/>
    <w:rsid w:val="00E95BC0"/>
    <w:rsid w:val="00E96083"/>
    <w:rsid w:val="00EB0F4B"/>
    <w:rsid w:val="00EC12E3"/>
    <w:rsid w:val="00EF2400"/>
    <w:rsid w:val="00F20DEF"/>
    <w:rsid w:val="00F24D7B"/>
    <w:rsid w:val="00F45ADB"/>
    <w:rsid w:val="00F52036"/>
    <w:rsid w:val="00F535A7"/>
    <w:rsid w:val="00F563E5"/>
    <w:rsid w:val="00F56EC1"/>
    <w:rsid w:val="00F67E1D"/>
    <w:rsid w:val="00F738F6"/>
    <w:rsid w:val="00F80338"/>
    <w:rsid w:val="00F80367"/>
    <w:rsid w:val="00F909AC"/>
    <w:rsid w:val="00F93A93"/>
    <w:rsid w:val="00FE1138"/>
    <w:rsid w:val="00FF73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7E42"/>
    <w:rPr>
      <w:rFonts w:ascii="Times New Roman" w:eastAsia="Times New Roman" w:hAnsi="Times New Roman"/>
      <w:sz w:val="24"/>
      <w:szCs w:val="24"/>
    </w:rPr>
  </w:style>
  <w:style w:type="paragraph" w:styleId="2">
    <w:name w:val="heading 2"/>
    <w:basedOn w:val="a"/>
    <w:next w:val="a"/>
    <w:link w:val="20"/>
    <w:qFormat/>
    <w:rsid w:val="00267E42"/>
    <w:pPr>
      <w:keepNext/>
      <w:jc w:val="center"/>
      <w:outlineLvl w:val="1"/>
    </w:pPr>
    <w:rPr>
      <w:b/>
      <w:bCs/>
      <w:spacing w:val="50"/>
      <w:sz w:val="3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rsid w:val="00267E42"/>
    <w:rPr>
      <w:rFonts w:ascii="Times New Roman" w:eastAsia="Times New Roman" w:hAnsi="Times New Roman" w:cs="Times New Roman"/>
      <w:b/>
      <w:bCs/>
      <w:spacing w:val="50"/>
      <w:sz w:val="31"/>
      <w:szCs w:val="24"/>
      <w:lang w:eastAsia="ru-RU"/>
    </w:rPr>
  </w:style>
  <w:style w:type="paragraph" w:styleId="a3">
    <w:name w:val="header"/>
    <w:basedOn w:val="a"/>
    <w:link w:val="a4"/>
    <w:uiPriority w:val="99"/>
    <w:rsid w:val="00267E4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267E4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267E42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Title">
    <w:name w:val="ConsPlusTitle"/>
    <w:rsid w:val="00267E42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styleId="a5">
    <w:name w:val="Balloon Text"/>
    <w:basedOn w:val="a"/>
    <w:link w:val="a6"/>
    <w:uiPriority w:val="99"/>
    <w:semiHidden/>
    <w:unhideWhenUsed/>
    <w:rsid w:val="00697FC3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link w:val="a5"/>
    <w:uiPriority w:val="99"/>
    <w:semiHidden/>
    <w:rsid w:val="00697FC3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List Paragraph"/>
    <w:basedOn w:val="a"/>
    <w:uiPriority w:val="34"/>
    <w:qFormat/>
    <w:rsid w:val="00E95BC0"/>
    <w:pPr>
      <w:ind w:left="720"/>
      <w:contextualSpacing/>
    </w:pPr>
  </w:style>
  <w:style w:type="character" w:styleId="a8">
    <w:name w:val="Hyperlink"/>
    <w:uiPriority w:val="99"/>
    <w:semiHidden/>
    <w:unhideWhenUsed/>
    <w:rsid w:val="003E59BE"/>
    <w:rPr>
      <w:color w:val="0000FF"/>
      <w:u w:val="single"/>
    </w:rPr>
  </w:style>
  <w:style w:type="paragraph" w:customStyle="1" w:styleId="s1">
    <w:name w:val="s_1"/>
    <w:basedOn w:val="a"/>
    <w:rsid w:val="005843FD"/>
    <w:pPr>
      <w:spacing w:before="100" w:beforeAutospacing="1" w:after="100" w:afterAutospacing="1"/>
    </w:pPr>
  </w:style>
  <w:style w:type="character" w:customStyle="1" w:styleId="searchresult">
    <w:name w:val="search_result"/>
    <w:basedOn w:val="a0"/>
    <w:rsid w:val="00D17270"/>
  </w:style>
  <w:style w:type="paragraph" w:styleId="a9">
    <w:name w:val="footer"/>
    <w:basedOn w:val="a"/>
    <w:link w:val="aa"/>
    <w:uiPriority w:val="99"/>
    <w:unhideWhenUsed/>
    <w:rsid w:val="007A3AD6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7A3AD6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862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s://mobileonline.garant.ru/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enovo\Desktop\&#1080;&#1079;&#1084;&#1085;&#1077;&#1085;&#1077;&#1085;&#1080;&#1103;%20&#1074;%20&#1087;&#1086;&#1089;&#1090;&#1072;&#1085;&#1086;&#1074;&#1083;&#1077;&#1085;&#1080;&#1077;%20&#1103;&#1085;&#1074;&#1072;&#1088;&#1100;%202022%20&#1084;&#1072;&#1088;&#1090;%204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6B2E96-A923-442B-9123-DDDBA7C11D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измненения в постановление январь 2022 март 4</Template>
  <TotalTime>135</TotalTime>
  <Pages>5</Pages>
  <Words>1554</Words>
  <Characters>8861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10395</CharactersWithSpaces>
  <SharedDoc>false</SharedDoc>
  <HLinks>
    <vt:vector size="6" baseType="variant">
      <vt:variant>
        <vt:i4>7340139</vt:i4>
      </vt:variant>
      <vt:variant>
        <vt:i4>0</vt:i4>
      </vt:variant>
      <vt:variant>
        <vt:i4>0</vt:i4>
      </vt:variant>
      <vt:variant>
        <vt:i4>5</vt:i4>
      </vt:variant>
      <vt:variant>
        <vt:lpwstr>https://mobileonline.garant.ru/</vt:lpwstr>
      </vt:variant>
      <vt:variant>
        <vt:lpwstr>/document/45838116/entry/1038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Семёнова Ирина Сергеевна</cp:lastModifiedBy>
  <cp:revision>15</cp:revision>
  <cp:lastPrinted>2022-05-18T08:49:00Z</cp:lastPrinted>
  <dcterms:created xsi:type="dcterms:W3CDTF">2022-05-18T06:52:00Z</dcterms:created>
  <dcterms:modified xsi:type="dcterms:W3CDTF">2022-05-18T10:52:00Z</dcterms:modified>
</cp:coreProperties>
</file>